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Сведения </w:t>
      </w:r>
    </w:p>
    <w:p w:rsidR="006F16BB" w:rsidRPr="00713E5F" w:rsidRDefault="006F16BB" w:rsidP="00431D18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8A04F4" w:rsidRDefault="006F16BB" w:rsidP="00431D18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муниципальных служащих </w:t>
      </w:r>
      <w:r w:rsidR="008A04F4">
        <w:rPr>
          <w:b/>
          <w:sz w:val="28"/>
          <w:szCs w:val="28"/>
        </w:rPr>
        <w:t>Комитета</w:t>
      </w:r>
      <w:r>
        <w:rPr>
          <w:b/>
          <w:sz w:val="28"/>
          <w:szCs w:val="28"/>
        </w:rPr>
        <w:t xml:space="preserve"> образования </w:t>
      </w:r>
      <w:r w:rsidRPr="00713E5F">
        <w:rPr>
          <w:b/>
          <w:sz w:val="28"/>
          <w:szCs w:val="28"/>
        </w:rPr>
        <w:t>Администрации муниципального района</w:t>
      </w:r>
    </w:p>
    <w:p w:rsidR="006F16BB" w:rsidRPr="00713E5F" w:rsidRDefault="006F16BB" w:rsidP="00431D18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 «Шилкинский район» и членов их семей </w:t>
      </w:r>
      <w:r w:rsidR="00431D18" w:rsidRPr="00713E5F">
        <w:rPr>
          <w:b/>
          <w:sz w:val="28"/>
          <w:szCs w:val="28"/>
        </w:rPr>
        <w:t>за период</w:t>
      </w:r>
    </w:p>
    <w:p w:rsidR="006F16BB" w:rsidRPr="00713E5F" w:rsidRDefault="006F16BB" w:rsidP="00431D18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с 01 января по 31 декабря 20</w:t>
      </w:r>
      <w:r w:rsidR="001B4D42">
        <w:rPr>
          <w:b/>
          <w:sz w:val="28"/>
          <w:szCs w:val="28"/>
        </w:rPr>
        <w:t>2</w:t>
      </w:r>
      <w:r w:rsidR="00F52ADC">
        <w:rPr>
          <w:b/>
          <w:sz w:val="28"/>
          <w:szCs w:val="28"/>
        </w:rPr>
        <w:t>1</w:t>
      </w:r>
      <w:r w:rsidRPr="00713E5F">
        <w:rPr>
          <w:b/>
          <w:sz w:val="28"/>
          <w:szCs w:val="28"/>
        </w:rPr>
        <w:t xml:space="preserve"> года</w:t>
      </w:r>
    </w:p>
    <w:p w:rsidR="006F16BB" w:rsidRPr="00962D53" w:rsidRDefault="006F16BB" w:rsidP="006F16BB">
      <w:pPr>
        <w:jc w:val="center"/>
        <w:rPr>
          <w:b/>
          <w:sz w:val="20"/>
          <w:szCs w:val="20"/>
        </w:rPr>
      </w:pPr>
    </w:p>
    <w:p w:rsidR="006F16BB" w:rsidRPr="00962D53" w:rsidRDefault="006F16BB" w:rsidP="006F16BB">
      <w:pPr>
        <w:rPr>
          <w:b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418"/>
        <w:gridCol w:w="1559"/>
        <w:gridCol w:w="1134"/>
        <w:gridCol w:w="1134"/>
        <w:gridCol w:w="1843"/>
        <w:gridCol w:w="1559"/>
        <w:gridCol w:w="1276"/>
        <w:gridCol w:w="1134"/>
        <w:gridCol w:w="2409"/>
      </w:tblGrid>
      <w:tr w:rsidR="006F16BB" w:rsidTr="00BA0B82">
        <w:tc>
          <w:tcPr>
            <w:tcW w:w="1951" w:type="dxa"/>
            <w:vMerge w:val="restart"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E77F3" w:rsidRPr="00431D18" w:rsidRDefault="006F16BB" w:rsidP="004E4BE5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Деклари</w:t>
            </w:r>
            <w:proofErr w:type="spellEnd"/>
          </w:p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рованный</w:t>
            </w:r>
            <w:proofErr w:type="spellEnd"/>
            <w:r w:rsidRPr="00431D18">
              <w:rPr>
                <w:sz w:val="22"/>
                <w:szCs w:val="22"/>
              </w:rPr>
              <w:t xml:space="preserve"> доход (руб.)</w:t>
            </w:r>
          </w:p>
        </w:tc>
        <w:tc>
          <w:tcPr>
            <w:tcW w:w="5670" w:type="dxa"/>
            <w:gridSpan w:val="4"/>
            <w:vAlign w:val="center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vAlign w:val="center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Перечень объектов недвижимого имущества, </w:t>
            </w:r>
          </w:p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proofErr w:type="gramStart"/>
            <w:r w:rsidRPr="00431D18">
              <w:rPr>
                <w:sz w:val="22"/>
                <w:szCs w:val="22"/>
              </w:rPr>
              <w:t>находящихся</w:t>
            </w:r>
            <w:proofErr w:type="gramEnd"/>
            <w:r w:rsidRPr="00431D18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2409" w:type="dxa"/>
            <w:vMerge w:val="restart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F16BB" w:rsidTr="00BA0B82">
        <w:tc>
          <w:tcPr>
            <w:tcW w:w="1951" w:type="dxa"/>
            <w:vMerge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6F16BB" w:rsidRPr="00431D18" w:rsidRDefault="006F16BB" w:rsidP="004E4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6F16BB" w:rsidRP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1134" w:type="dxa"/>
            <w:vAlign w:val="center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Площадь (кв</w:t>
            </w:r>
            <w:proofErr w:type="gramStart"/>
            <w:r w:rsidRPr="00431D18">
              <w:rPr>
                <w:sz w:val="22"/>
                <w:szCs w:val="22"/>
              </w:rPr>
              <w:t>.м</w:t>
            </w:r>
            <w:proofErr w:type="gramEnd"/>
            <w:r w:rsidRPr="00431D1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Страна </w:t>
            </w:r>
            <w:proofErr w:type="spellStart"/>
            <w:r w:rsidRPr="00431D18">
              <w:rPr>
                <w:sz w:val="22"/>
                <w:szCs w:val="22"/>
              </w:rPr>
              <w:t>распо</w:t>
            </w:r>
            <w:r w:rsidR="00DE77F3" w:rsidRPr="00431D18">
              <w:rPr>
                <w:sz w:val="22"/>
                <w:szCs w:val="22"/>
              </w:rPr>
              <w:t>л</w:t>
            </w:r>
            <w:r w:rsidRPr="00431D18">
              <w:rPr>
                <w:sz w:val="22"/>
                <w:szCs w:val="22"/>
              </w:rPr>
              <w:t>о</w:t>
            </w:r>
            <w:proofErr w:type="spellEnd"/>
          </w:p>
          <w:p w:rsidR="006F16BB" w:rsidRPr="00431D18" w:rsidRDefault="006F16BB" w:rsidP="00431D18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843" w:type="dxa"/>
            <w:vAlign w:val="center"/>
          </w:tcPr>
          <w:p w:rsidR="006F16BB" w:rsidRPr="00431D18" w:rsidRDefault="003B7699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Т</w:t>
            </w:r>
            <w:r w:rsidR="006F16BB" w:rsidRPr="00431D18">
              <w:rPr>
                <w:sz w:val="22"/>
                <w:szCs w:val="22"/>
              </w:rPr>
              <w:t>ранспортные средства</w:t>
            </w:r>
          </w:p>
        </w:tc>
        <w:tc>
          <w:tcPr>
            <w:tcW w:w="1559" w:type="dxa"/>
            <w:vAlign w:val="center"/>
          </w:tcPr>
          <w:p w:rsid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</w:p>
          <w:p w:rsidR="00431D18" w:rsidRDefault="006F16BB" w:rsidP="004E4BE5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1276" w:type="dxa"/>
            <w:vAlign w:val="center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Площадь (кв</w:t>
            </w:r>
            <w:proofErr w:type="gramStart"/>
            <w:r w:rsidRPr="00431D18">
              <w:rPr>
                <w:sz w:val="22"/>
                <w:szCs w:val="22"/>
              </w:rPr>
              <w:t>.м</w:t>
            </w:r>
            <w:proofErr w:type="gramEnd"/>
            <w:r w:rsidRPr="00431D1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Страна </w:t>
            </w:r>
            <w:proofErr w:type="spellStart"/>
            <w:r w:rsidRPr="00431D18">
              <w:rPr>
                <w:sz w:val="22"/>
                <w:szCs w:val="22"/>
              </w:rPr>
              <w:t>распо</w:t>
            </w:r>
            <w:r w:rsidR="00DE77F3" w:rsidRPr="00431D18">
              <w:rPr>
                <w:sz w:val="22"/>
                <w:szCs w:val="22"/>
              </w:rPr>
              <w:t>л</w:t>
            </w:r>
            <w:r w:rsidRPr="00431D18">
              <w:rPr>
                <w:sz w:val="22"/>
                <w:szCs w:val="22"/>
              </w:rPr>
              <w:t>о</w:t>
            </w:r>
            <w:proofErr w:type="spellEnd"/>
          </w:p>
          <w:p w:rsidR="006F16BB" w:rsidRPr="00431D18" w:rsidRDefault="006F16BB" w:rsidP="00431D18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2409" w:type="dxa"/>
            <w:vMerge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</w:p>
        </w:tc>
      </w:tr>
      <w:tr w:rsidR="00C6618D" w:rsidTr="00962D53">
        <w:tc>
          <w:tcPr>
            <w:tcW w:w="1951" w:type="dxa"/>
            <w:vAlign w:val="center"/>
          </w:tcPr>
          <w:p w:rsidR="00C6618D" w:rsidRPr="00051107" w:rsidRDefault="00C6618D" w:rsidP="00FA041A">
            <w:pPr>
              <w:rPr>
                <w:szCs w:val="28"/>
              </w:rPr>
            </w:pPr>
            <w:proofErr w:type="spellStart"/>
            <w:r w:rsidRPr="00051107">
              <w:rPr>
                <w:szCs w:val="28"/>
              </w:rPr>
              <w:t>Гореница</w:t>
            </w:r>
            <w:proofErr w:type="spellEnd"/>
            <w:r w:rsidRPr="00051107">
              <w:rPr>
                <w:szCs w:val="28"/>
              </w:rPr>
              <w:t xml:space="preserve"> Наталья Васильевна</w:t>
            </w:r>
          </w:p>
        </w:tc>
        <w:tc>
          <w:tcPr>
            <w:tcW w:w="1418" w:type="dxa"/>
            <w:vAlign w:val="center"/>
          </w:tcPr>
          <w:p w:rsidR="00C6618D" w:rsidRPr="00051107" w:rsidRDefault="00C6618D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0,01</w:t>
            </w:r>
          </w:p>
        </w:tc>
        <w:tc>
          <w:tcPr>
            <w:tcW w:w="1559" w:type="dxa"/>
            <w:vAlign w:val="center"/>
          </w:tcPr>
          <w:p w:rsidR="00C6618D" w:rsidRPr="00051107" w:rsidRDefault="0054496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6618D" w:rsidRPr="00051107" w:rsidRDefault="0054496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6618D" w:rsidRPr="00051107" w:rsidRDefault="0054496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6618D" w:rsidRPr="00051107" w:rsidRDefault="00544963" w:rsidP="00051107">
            <w:pPr>
              <w:jc w:val="center"/>
              <w:rPr>
                <w:szCs w:val="28"/>
                <w:lang w:val="en-US"/>
              </w:rPr>
            </w:pPr>
            <w:proofErr w:type="spellStart"/>
            <w:r w:rsidRPr="00051107">
              <w:rPr>
                <w:szCs w:val="28"/>
                <w:lang w:val="en-US"/>
              </w:rPr>
              <w:t>Shacman</w:t>
            </w:r>
            <w:proofErr w:type="spellEnd"/>
            <w:r w:rsidRPr="00051107">
              <w:rPr>
                <w:szCs w:val="28"/>
                <w:lang w:val="en-US"/>
              </w:rPr>
              <w:t xml:space="preserve"> SX3258DR384 SX32</w:t>
            </w:r>
          </w:p>
        </w:tc>
        <w:tc>
          <w:tcPr>
            <w:tcW w:w="1559" w:type="dxa"/>
            <w:vAlign w:val="center"/>
          </w:tcPr>
          <w:p w:rsidR="00C6618D" w:rsidRPr="00051107" w:rsidRDefault="00250F5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C6618D" w:rsidRPr="00051107" w:rsidRDefault="00250F5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54,0</w:t>
            </w:r>
          </w:p>
        </w:tc>
        <w:tc>
          <w:tcPr>
            <w:tcW w:w="1134" w:type="dxa"/>
            <w:vAlign w:val="center"/>
          </w:tcPr>
          <w:p w:rsidR="00C6618D" w:rsidRPr="00051107" w:rsidRDefault="00250F5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C6618D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E33F03" w:rsidTr="00962D53">
        <w:tc>
          <w:tcPr>
            <w:tcW w:w="1951" w:type="dxa"/>
            <w:vAlign w:val="center"/>
          </w:tcPr>
          <w:p w:rsidR="00E33F03" w:rsidRPr="00051107" w:rsidRDefault="00E33F03" w:rsidP="00FA041A">
            <w:pPr>
              <w:rPr>
                <w:szCs w:val="28"/>
              </w:rPr>
            </w:pPr>
            <w:r w:rsidRPr="00051107">
              <w:rPr>
                <w:szCs w:val="28"/>
              </w:rPr>
              <w:t>супруг</w:t>
            </w:r>
          </w:p>
        </w:tc>
        <w:tc>
          <w:tcPr>
            <w:tcW w:w="1418" w:type="dxa"/>
            <w:vAlign w:val="center"/>
          </w:tcPr>
          <w:p w:rsidR="00E33F03" w:rsidRPr="00051107" w:rsidRDefault="00E33F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E33F03" w:rsidRPr="00051107" w:rsidRDefault="00E33F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земельный участок (</w:t>
            </w:r>
            <w:proofErr w:type="gramStart"/>
            <w:r w:rsidRPr="00051107">
              <w:rPr>
                <w:szCs w:val="28"/>
              </w:rPr>
              <w:t>индивидуальная</w:t>
            </w:r>
            <w:proofErr w:type="gramEnd"/>
            <w:r w:rsidRPr="00051107">
              <w:rPr>
                <w:szCs w:val="28"/>
              </w:rPr>
              <w:t>)</w:t>
            </w:r>
          </w:p>
          <w:p w:rsidR="00E33F03" w:rsidRPr="00051107" w:rsidRDefault="00E33F03" w:rsidP="00051107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3F03" w:rsidRPr="00051107" w:rsidRDefault="00E33F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1484,0</w:t>
            </w:r>
          </w:p>
        </w:tc>
        <w:tc>
          <w:tcPr>
            <w:tcW w:w="1134" w:type="dxa"/>
            <w:vAlign w:val="center"/>
          </w:tcPr>
          <w:p w:rsidR="00E33F03" w:rsidRPr="00051107" w:rsidRDefault="00E33F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E33F03" w:rsidRPr="00051107" w:rsidRDefault="00E33F03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Toyota Land Cruiser</w:t>
            </w:r>
          </w:p>
          <w:p w:rsidR="00E33F03" w:rsidRPr="00051107" w:rsidRDefault="00E33F03" w:rsidP="00051107">
            <w:pPr>
              <w:pBdr>
                <w:bottom w:val="single" w:sz="6" w:space="0" w:color="A2A9B1"/>
              </w:pBd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Nissan Condor</w:t>
            </w:r>
          </w:p>
          <w:p w:rsidR="00E33F03" w:rsidRPr="00051107" w:rsidRDefault="00E33F03" w:rsidP="00051107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E33F03" w:rsidRPr="00051107" w:rsidRDefault="00E33F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  <w:p w:rsidR="00E33F03" w:rsidRPr="00051107" w:rsidRDefault="00E33F03" w:rsidP="00051107">
            <w:pPr>
              <w:jc w:val="center"/>
              <w:rPr>
                <w:szCs w:val="28"/>
                <w:lang w:val="en-US"/>
              </w:rPr>
            </w:pPr>
          </w:p>
          <w:p w:rsidR="00E33F03" w:rsidRPr="00051107" w:rsidRDefault="00E33F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E33F03" w:rsidRPr="00051107" w:rsidRDefault="00E33F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  <w:lang w:val="en-US"/>
              </w:rPr>
              <w:t>80</w:t>
            </w:r>
            <w:r w:rsidRPr="00051107">
              <w:rPr>
                <w:szCs w:val="28"/>
              </w:rPr>
              <w:t>,0</w:t>
            </w:r>
          </w:p>
          <w:p w:rsidR="00E33F03" w:rsidRPr="00051107" w:rsidRDefault="00E33F03" w:rsidP="00051107">
            <w:pPr>
              <w:jc w:val="center"/>
              <w:rPr>
                <w:szCs w:val="28"/>
              </w:rPr>
            </w:pPr>
          </w:p>
          <w:p w:rsidR="00E33F03" w:rsidRPr="00051107" w:rsidRDefault="00E33F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1442,0</w:t>
            </w:r>
          </w:p>
          <w:p w:rsidR="00E33F03" w:rsidRPr="00051107" w:rsidRDefault="00E33F03" w:rsidP="00051107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3F03" w:rsidRPr="00051107" w:rsidRDefault="00E33F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E17C7A" w:rsidRPr="00051107" w:rsidRDefault="00E17C7A" w:rsidP="00051107">
            <w:pPr>
              <w:jc w:val="center"/>
              <w:rPr>
                <w:szCs w:val="28"/>
              </w:rPr>
            </w:pPr>
          </w:p>
          <w:p w:rsidR="00E17C7A" w:rsidRPr="00051107" w:rsidRDefault="00E17C7A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E17C7A" w:rsidRPr="00051107" w:rsidRDefault="00E17C7A" w:rsidP="00051107">
            <w:pPr>
              <w:jc w:val="center"/>
              <w:rPr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E33F03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962D53">
        <w:tc>
          <w:tcPr>
            <w:tcW w:w="1951" w:type="dxa"/>
            <w:vAlign w:val="center"/>
          </w:tcPr>
          <w:p w:rsidR="00513FA5" w:rsidRPr="00051107" w:rsidRDefault="00513FA5" w:rsidP="00FA041A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  <w:lang w:val="en-US"/>
              </w:rPr>
              <w:t>80</w:t>
            </w:r>
            <w:r w:rsidRPr="00051107">
              <w:rPr>
                <w:szCs w:val="28"/>
              </w:rPr>
              <w:t>,0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962D53">
        <w:tc>
          <w:tcPr>
            <w:tcW w:w="1951" w:type="dxa"/>
            <w:vAlign w:val="center"/>
          </w:tcPr>
          <w:p w:rsidR="00513FA5" w:rsidRPr="00051107" w:rsidRDefault="00513FA5" w:rsidP="00FA041A">
            <w:pPr>
              <w:rPr>
                <w:szCs w:val="28"/>
              </w:rPr>
            </w:pPr>
            <w:proofErr w:type="spellStart"/>
            <w:r w:rsidRPr="00051107">
              <w:rPr>
                <w:szCs w:val="28"/>
              </w:rPr>
              <w:t>Демидюк</w:t>
            </w:r>
            <w:proofErr w:type="spellEnd"/>
            <w:r w:rsidRPr="00051107">
              <w:rPr>
                <w:szCs w:val="28"/>
              </w:rPr>
              <w:t xml:space="preserve"> </w:t>
            </w:r>
            <w:r w:rsidRPr="00051107">
              <w:rPr>
                <w:szCs w:val="28"/>
              </w:rPr>
              <w:lastRenderedPageBreak/>
              <w:t>Наталья Васильевна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724797,28</w:t>
            </w:r>
          </w:p>
        </w:tc>
        <w:tc>
          <w:tcPr>
            <w:tcW w:w="1559" w:type="dxa"/>
            <w:vAlign w:val="center"/>
          </w:tcPr>
          <w:p w:rsidR="00513FA5" w:rsidRPr="00051107" w:rsidRDefault="00051107" w:rsidP="000511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513FA5" w:rsidRPr="00051107">
              <w:rPr>
                <w:szCs w:val="28"/>
              </w:rPr>
              <w:t xml:space="preserve">вартира </w:t>
            </w:r>
            <w:r w:rsidR="00513FA5" w:rsidRPr="00051107">
              <w:rPr>
                <w:szCs w:val="28"/>
              </w:rPr>
              <w:lastRenderedPageBreak/>
              <w:t>(общая совместная)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051107" w:rsidP="000511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513FA5" w:rsidRPr="00051107">
              <w:rPr>
                <w:szCs w:val="28"/>
              </w:rPr>
              <w:t>вартира (общая совместная)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104,6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28,8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962D53">
        <w:tc>
          <w:tcPr>
            <w:tcW w:w="1951" w:type="dxa"/>
            <w:vAlign w:val="center"/>
          </w:tcPr>
          <w:p w:rsidR="00513FA5" w:rsidRPr="00051107" w:rsidRDefault="00513FA5" w:rsidP="00FA041A">
            <w:pPr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Супруг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1547301,15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 (общая совместная)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 (общая совместная)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104,6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28,8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proofErr w:type="spellStart"/>
            <w:r w:rsidRPr="00051107">
              <w:rPr>
                <w:szCs w:val="28"/>
              </w:rPr>
              <w:t>Toyota</w:t>
            </w:r>
            <w:proofErr w:type="spellEnd"/>
            <w:r w:rsidRPr="00051107">
              <w:rPr>
                <w:szCs w:val="28"/>
              </w:rPr>
              <w:t xml:space="preserve"> </w:t>
            </w:r>
            <w:proofErr w:type="spellStart"/>
            <w:r w:rsidRPr="00051107">
              <w:rPr>
                <w:szCs w:val="28"/>
              </w:rPr>
              <w:t>Corolla</w:t>
            </w:r>
            <w:proofErr w:type="spellEnd"/>
            <w:r w:rsidRPr="00051107">
              <w:rPr>
                <w:szCs w:val="28"/>
              </w:rPr>
              <w:t xml:space="preserve"> </w:t>
            </w:r>
            <w:proofErr w:type="spellStart"/>
            <w:r w:rsidRPr="00051107">
              <w:rPr>
                <w:szCs w:val="28"/>
              </w:rPr>
              <w:t>Rumion</w:t>
            </w:r>
            <w:proofErr w:type="spellEnd"/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proofErr w:type="spellStart"/>
            <w:r w:rsidRPr="00051107">
              <w:rPr>
                <w:szCs w:val="28"/>
              </w:rPr>
              <w:t>Toyota</w:t>
            </w:r>
            <w:proofErr w:type="spellEnd"/>
            <w:r w:rsidRPr="00051107">
              <w:rPr>
                <w:szCs w:val="28"/>
              </w:rPr>
              <w:t xml:space="preserve"> RAV4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962D53">
        <w:tc>
          <w:tcPr>
            <w:tcW w:w="1951" w:type="dxa"/>
            <w:vAlign w:val="center"/>
          </w:tcPr>
          <w:p w:rsidR="00513FA5" w:rsidRPr="00051107" w:rsidRDefault="00513FA5" w:rsidP="00FA041A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104,6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962D53">
        <w:tc>
          <w:tcPr>
            <w:tcW w:w="1951" w:type="dxa"/>
            <w:vAlign w:val="center"/>
          </w:tcPr>
          <w:p w:rsidR="00513FA5" w:rsidRPr="00051107" w:rsidRDefault="00513FA5" w:rsidP="00FA041A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104,6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962D53">
        <w:tc>
          <w:tcPr>
            <w:tcW w:w="1951" w:type="dxa"/>
            <w:vAlign w:val="center"/>
          </w:tcPr>
          <w:p w:rsidR="00513FA5" w:rsidRPr="00051107" w:rsidRDefault="00513FA5" w:rsidP="00FA041A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104,6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962D53">
        <w:tc>
          <w:tcPr>
            <w:tcW w:w="1951" w:type="dxa"/>
            <w:vAlign w:val="center"/>
          </w:tcPr>
          <w:p w:rsidR="00513FA5" w:rsidRPr="00051107" w:rsidRDefault="00513FA5" w:rsidP="00962D53">
            <w:pPr>
              <w:rPr>
                <w:szCs w:val="28"/>
              </w:rPr>
            </w:pPr>
            <w:proofErr w:type="spellStart"/>
            <w:r w:rsidRPr="00051107">
              <w:rPr>
                <w:szCs w:val="28"/>
              </w:rPr>
              <w:t>Ермачек</w:t>
            </w:r>
            <w:proofErr w:type="spellEnd"/>
            <w:r w:rsidRPr="00051107">
              <w:rPr>
                <w:szCs w:val="28"/>
              </w:rPr>
              <w:t xml:space="preserve"> </w:t>
            </w:r>
          </w:p>
          <w:p w:rsidR="00513FA5" w:rsidRPr="00051107" w:rsidRDefault="00513FA5" w:rsidP="00962D53">
            <w:pPr>
              <w:rPr>
                <w:szCs w:val="28"/>
              </w:rPr>
            </w:pPr>
            <w:r w:rsidRPr="00051107">
              <w:rPr>
                <w:szCs w:val="28"/>
              </w:rPr>
              <w:t>Анна Валерьевна</w:t>
            </w:r>
          </w:p>
        </w:tc>
        <w:tc>
          <w:tcPr>
            <w:tcW w:w="1418" w:type="dxa"/>
            <w:vAlign w:val="center"/>
          </w:tcPr>
          <w:p w:rsidR="00513FA5" w:rsidRPr="00051107" w:rsidRDefault="00BA1EC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770076,95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962D53">
        <w:tc>
          <w:tcPr>
            <w:tcW w:w="1951" w:type="dxa"/>
            <w:vAlign w:val="center"/>
          </w:tcPr>
          <w:p w:rsidR="00513FA5" w:rsidRPr="00051107" w:rsidRDefault="00513FA5" w:rsidP="00962D53">
            <w:pPr>
              <w:rPr>
                <w:szCs w:val="28"/>
              </w:rPr>
            </w:pPr>
            <w:r w:rsidRPr="00051107">
              <w:rPr>
                <w:szCs w:val="28"/>
              </w:rPr>
              <w:t>супруг</w:t>
            </w:r>
          </w:p>
        </w:tc>
        <w:tc>
          <w:tcPr>
            <w:tcW w:w="1418" w:type="dxa"/>
            <w:vAlign w:val="center"/>
          </w:tcPr>
          <w:p w:rsidR="00513FA5" w:rsidRPr="00051107" w:rsidRDefault="00BA1EC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757532,42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962D53">
        <w:tc>
          <w:tcPr>
            <w:tcW w:w="1951" w:type="dxa"/>
            <w:vAlign w:val="center"/>
          </w:tcPr>
          <w:p w:rsidR="00513FA5" w:rsidRPr="00051107" w:rsidRDefault="00513FA5" w:rsidP="00962D53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 (3/4 доли)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59,2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02752F" w:rsidP="00051107">
            <w:pPr>
              <w:jc w:val="center"/>
              <w:rPr>
                <w:szCs w:val="28"/>
                <w:lang w:val="en-US"/>
              </w:rPr>
            </w:pPr>
            <w:proofErr w:type="spellStart"/>
            <w:r w:rsidRPr="00051107">
              <w:rPr>
                <w:szCs w:val="28"/>
              </w:rPr>
              <w:t>Toyota</w:t>
            </w:r>
            <w:proofErr w:type="spellEnd"/>
            <w:r w:rsidR="00513FA5" w:rsidRPr="00051107">
              <w:rPr>
                <w:szCs w:val="28"/>
              </w:rPr>
              <w:t xml:space="preserve"> </w:t>
            </w:r>
            <w:r w:rsidR="00513FA5" w:rsidRPr="00051107">
              <w:rPr>
                <w:szCs w:val="28"/>
                <w:lang w:val="en-US"/>
              </w:rPr>
              <w:t>Chaser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(1/2 доли)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6A3282">
        <w:tc>
          <w:tcPr>
            <w:tcW w:w="1951" w:type="dxa"/>
            <w:vAlign w:val="center"/>
          </w:tcPr>
          <w:p w:rsidR="00513FA5" w:rsidRPr="00051107" w:rsidRDefault="00513FA5" w:rsidP="00962D53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 (1/4 доли)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59,2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02752F" w:rsidP="00051107">
            <w:pPr>
              <w:jc w:val="center"/>
              <w:rPr>
                <w:szCs w:val="28"/>
                <w:lang w:val="en-US"/>
              </w:rPr>
            </w:pPr>
            <w:proofErr w:type="spellStart"/>
            <w:r w:rsidRPr="00051107">
              <w:rPr>
                <w:szCs w:val="28"/>
              </w:rPr>
              <w:t>Toyota</w:t>
            </w:r>
            <w:proofErr w:type="spellEnd"/>
            <w:r w:rsidR="00513FA5" w:rsidRPr="00051107">
              <w:rPr>
                <w:szCs w:val="28"/>
              </w:rPr>
              <w:t xml:space="preserve"> </w:t>
            </w:r>
            <w:r w:rsidR="00513FA5" w:rsidRPr="00051107">
              <w:rPr>
                <w:szCs w:val="28"/>
                <w:lang w:val="en-US"/>
              </w:rPr>
              <w:t>Chaser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(1/2 доли)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6A3282">
        <w:tc>
          <w:tcPr>
            <w:tcW w:w="1951" w:type="dxa"/>
            <w:vAlign w:val="center"/>
          </w:tcPr>
          <w:p w:rsidR="00513FA5" w:rsidRPr="00051107" w:rsidRDefault="00513FA5" w:rsidP="00962D53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E55482">
        <w:tc>
          <w:tcPr>
            <w:tcW w:w="1951" w:type="dxa"/>
            <w:vAlign w:val="center"/>
          </w:tcPr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Кунгурова</w:t>
            </w:r>
          </w:p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Оксана Анатольевна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463392,54</w:t>
            </w:r>
          </w:p>
        </w:tc>
        <w:tc>
          <w:tcPr>
            <w:tcW w:w="1559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земельный участок (</w:t>
            </w:r>
            <w:proofErr w:type="gramStart"/>
            <w:r w:rsidRPr="00051107">
              <w:rPr>
                <w:szCs w:val="28"/>
              </w:rPr>
              <w:t>общая</w:t>
            </w:r>
            <w:proofErr w:type="gramEnd"/>
            <w:r w:rsidRPr="00051107">
              <w:rPr>
                <w:szCs w:val="28"/>
              </w:rPr>
              <w:t xml:space="preserve"> совместная)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(общая совместная)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958,0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178,8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pStyle w:val="1"/>
              <w:pBdr>
                <w:bottom w:val="single" w:sz="6" w:space="0" w:color="A2A9B1"/>
              </w:pBdr>
              <w:spacing w:before="0" w:beforeAutospacing="0" w:after="60" w:afterAutospacing="0"/>
              <w:jc w:val="center"/>
              <w:rPr>
                <w:b w:val="0"/>
                <w:bCs w:val="0"/>
                <w:kern w:val="0"/>
                <w:sz w:val="24"/>
                <w:szCs w:val="28"/>
              </w:rPr>
            </w:pPr>
            <w:proofErr w:type="spellStart"/>
            <w:r w:rsidRPr="00051107">
              <w:rPr>
                <w:b w:val="0"/>
                <w:bCs w:val="0"/>
                <w:kern w:val="0"/>
                <w:sz w:val="24"/>
                <w:szCs w:val="28"/>
              </w:rPr>
              <w:t>Toyota</w:t>
            </w:r>
            <w:proofErr w:type="spellEnd"/>
            <w:r w:rsidRPr="00051107">
              <w:rPr>
                <w:b w:val="0"/>
                <w:bCs w:val="0"/>
                <w:kern w:val="0"/>
                <w:sz w:val="24"/>
                <w:szCs w:val="28"/>
              </w:rPr>
              <w:t xml:space="preserve"> </w:t>
            </w:r>
            <w:proofErr w:type="spellStart"/>
            <w:r w:rsidRPr="00051107">
              <w:rPr>
                <w:b w:val="0"/>
                <w:bCs w:val="0"/>
                <w:kern w:val="0"/>
                <w:sz w:val="24"/>
                <w:szCs w:val="28"/>
              </w:rPr>
              <w:t>Premio</w:t>
            </w:r>
            <w:proofErr w:type="spellEnd"/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FC4445">
        <w:tc>
          <w:tcPr>
            <w:tcW w:w="1951" w:type="dxa"/>
            <w:vAlign w:val="center"/>
          </w:tcPr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супруг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679034,27</w:t>
            </w:r>
          </w:p>
        </w:tc>
        <w:tc>
          <w:tcPr>
            <w:tcW w:w="1559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 xml:space="preserve">земельный участок </w:t>
            </w:r>
            <w:r w:rsidRPr="00051107">
              <w:rPr>
                <w:szCs w:val="28"/>
              </w:rPr>
              <w:lastRenderedPageBreak/>
              <w:t>(</w:t>
            </w:r>
            <w:proofErr w:type="gramStart"/>
            <w:r w:rsidRPr="00051107">
              <w:rPr>
                <w:szCs w:val="28"/>
              </w:rPr>
              <w:t>общая</w:t>
            </w:r>
            <w:proofErr w:type="gramEnd"/>
            <w:r w:rsidRPr="00051107">
              <w:rPr>
                <w:szCs w:val="28"/>
              </w:rPr>
              <w:t xml:space="preserve"> совместная)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(общая совместная)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958,0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178,8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2D691C">
        <w:tc>
          <w:tcPr>
            <w:tcW w:w="1951" w:type="dxa"/>
            <w:vAlign w:val="center"/>
          </w:tcPr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178,8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F75197">
        <w:tc>
          <w:tcPr>
            <w:tcW w:w="1951" w:type="dxa"/>
            <w:vAlign w:val="center"/>
          </w:tcPr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Макарьевская</w:t>
            </w:r>
          </w:p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Ольга</w:t>
            </w:r>
          </w:p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Валентиновна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849884,80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50,4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F75197">
        <w:tc>
          <w:tcPr>
            <w:tcW w:w="1951" w:type="dxa"/>
            <w:vAlign w:val="center"/>
          </w:tcPr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50,4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F75197">
        <w:tc>
          <w:tcPr>
            <w:tcW w:w="1951" w:type="dxa"/>
            <w:vAlign w:val="center"/>
          </w:tcPr>
          <w:p w:rsidR="00513FA5" w:rsidRPr="00051107" w:rsidRDefault="00513FA5" w:rsidP="000256EB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50,4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F75197">
        <w:tc>
          <w:tcPr>
            <w:tcW w:w="1951" w:type="dxa"/>
            <w:vAlign w:val="center"/>
          </w:tcPr>
          <w:p w:rsidR="00513FA5" w:rsidRPr="00051107" w:rsidRDefault="00513FA5" w:rsidP="000256EB">
            <w:pPr>
              <w:rPr>
                <w:szCs w:val="28"/>
              </w:rPr>
            </w:pPr>
            <w:r w:rsidRPr="00051107">
              <w:rPr>
                <w:szCs w:val="28"/>
              </w:rPr>
              <w:t>Михайлова Юлия Алексеевна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102400,0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47,5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F75197">
        <w:tc>
          <w:tcPr>
            <w:tcW w:w="1951" w:type="dxa"/>
            <w:vAlign w:val="center"/>
          </w:tcPr>
          <w:p w:rsidR="00513FA5" w:rsidRPr="00051107" w:rsidRDefault="00513FA5" w:rsidP="000256EB">
            <w:pPr>
              <w:rPr>
                <w:szCs w:val="28"/>
              </w:rPr>
            </w:pPr>
            <w:r w:rsidRPr="00051107">
              <w:rPr>
                <w:szCs w:val="28"/>
              </w:rPr>
              <w:t>супруг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682319,27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pStyle w:val="1"/>
              <w:shd w:val="clear" w:color="auto" w:fill="F5F5F5"/>
              <w:spacing w:before="0" w:beforeAutospacing="0" w:after="240" w:afterAutospacing="0"/>
              <w:jc w:val="center"/>
              <w:rPr>
                <w:b w:val="0"/>
                <w:bCs w:val="0"/>
                <w:kern w:val="0"/>
                <w:sz w:val="24"/>
                <w:szCs w:val="28"/>
              </w:rPr>
            </w:pPr>
          </w:p>
          <w:p w:rsidR="00513FA5" w:rsidRPr="00051107" w:rsidRDefault="00513FA5" w:rsidP="00051107">
            <w:pPr>
              <w:pStyle w:val="1"/>
              <w:shd w:val="clear" w:color="auto" w:fill="F5F5F5"/>
              <w:spacing w:before="0" w:beforeAutospacing="0" w:after="240" w:afterAutospacing="0"/>
              <w:jc w:val="center"/>
              <w:rPr>
                <w:b w:val="0"/>
                <w:bCs w:val="0"/>
                <w:kern w:val="0"/>
                <w:sz w:val="24"/>
                <w:szCs w:val="28"/>
              </w:rPr>
            </w:pPr>
            <w:proofErr w:type="spellStart"/>
            <w:r w:rsidRPr="00051107">
              <w:rPr>
                <w:b w:val="0"/>
                <w:bCs w:val="0"/>
                <w:kern w:val="0"/>
                <w:sz w:val="24"/>
                <w:szCs w:val="28"/>
              </w:rPr>
              <w:t>Suzuki</w:t>
            </w:r>
            <w:proofErr w:type="spellEnd"/>
            <w:r w:rsidRPr="00051107">
              <w:rPr>
                <w:b w:val="0"/>
                <w:bCs w:val="0"/>
                <w:kern w:val="0"/>
                <w:sz w:val="24"/>
                <w:szCs w:val="28"/>
              </w:rPr>
              <w:t xml:space="preserve"> </w:t>
            </w:r>
            <w:proofErr w:type="spellStart"/>
            <w:r w:rsidRPr="00051107">
              <w:rPr>
                <w:b w:val="0"/>
                <w:bCs w:val="0"/>
                <w:kern w:val="0"/>
                <w:sz w:val="24"/>
                <w:szCs w:val="28"/>
              </w:rPr>
              <w:t>Escudo</w:t>
            </w:r>
            <w:proofErr w:type="spellEnd"/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47,5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F75197">
        <w:tc>
          <w:tcPr>
            <w:tcW w:w="1951" w:type="dxa"/>
            <w:vAlign w:val="center"/>
          </w:tcPr>
          <w:p w:rsidR="00513FA5" w:rsidRPr="00051107" w:rsidRDefault="00513FA5" w:rsidP="000256EB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47,5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8C684B">
        <w:tc>
          <w:tcPr>
            <w:tcW w:w="1951" w:type="dxa"/>
            <w:vAlign w:val="center"/>
          </w:tcPr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 xml:space="preserve">Пичуева </w:t>
            </w:r>
          </w:p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Елена Викторовна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466413,87</w:t>
            </w:r>
          </w:p>
        </w:tc>
        <w:tc>
          <w:tcPr>
            <w:tcW w:w="1559" w:type="dxa"/>
          </w:tcPr>
          <w:p w:rsidR="00513FA5" w:rsidRPr="00051107" w:rsidRDefault="00513FA5" w:rsidP="00051107">
            <w:pPr>
              <w:ind w:left="24"/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земельный участок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(1/5 доля)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1781,0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54,8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_</w:t>
            </w:r>
          </w:p>
        </w:tc>
      </w:tr>
      <w:tr w:rsidR="00513FA5" w:rsidTr="002D691C">
        <w:tc>
          <w:tcPr>
            <w:tcW w:w="1951" w:type="dxa"/>
            <w:vAlign w:val="center"/>
          </w:tcPr>
          <w:p w:rsidR="00513FA5" w:rsidRPr="00051107" w:rsidRDefault="00513FA5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54,8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E55482">
        <w:tc>
          <w:tcPr>
            <w:tcW w:w="1951" w:type="dxa"/>
            <w:vAlign w:val="center"/>
          </w:tcPr>
          <w:p w:rsidR="00513FA5" w:rsidRPr="00051107" w:rsidRDefault="00513FA5" w:rsidP="009C0FB5">
            <w:pPr>
              <w:rPr>
                <w:szCs w:val="28"/>
              </w:rPr>
            </w:pPr>
            <w:r w:rsidRPr="00051107">
              <w:rPr>
                <w:szCs w:val="28"/>
              </w:rPr>
              <w:t>Соловьева Ирина Владимировна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796147,77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земельный участок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(1/4 доля)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 (1/4 доля)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1324,0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128,0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Pr="00051107">
              <w:rPr>
                <w:szCs w:val="28"/>
              </w:rPr>
              <w:t xml:space="preserve"> </w:t>
            </w:r>
            <w:proofErr w:type="spellStart"/>
            <w:r w:rsidRPr="00051107">
              <w:rPr>
                <w:szCs w:val="28"/>
                <w:lang w:val="en-US"/>
              </w:rPr>
              <w:t>Vitz</w:t>
            </w:r>
            <w:proofErr w:type="spellEnd"/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Pr="00051107">
              <w:rPr>
                <w:szCs w:val="28"/>
              </w:rPr>
              <w:t xml:space="preserve"> </w:t>
            </w:r>
            <w:r w:rsidRPr="00051107">
              <w:rPr>
                <w:szCs w:val="28"/>
                <w:lang w:val="en-US"/>
              </w:rPr>
              <w:t>RAV</w:t>
            </w:r>
            <w:r w:rsidRPr="00051107">
              <w:rPr>
                <w:szCs w:val="28"/>
              </w:rPr>
              <w:t xml:space="preserve"> 4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</w:tr>
      <w:tr w:rsidR="00513FA5" w:rsidTr="00BA0B82">
        <w:tc>
          <w:tcPr>
            <w:tcW w:w="1951" w:type="dxa"/>
            <w:vAlign w:val="center"/>
          </w:tcPr>
          <w:p w:rsidR="00513FA5" w:rsidRPr="00051107" w:rsidRDefault="00513FA5" w:rsidP="009C0FB5">
            <w:pPr>
              <w:rPr>
                <w:szCs w:val="28"/>
              </w:rPr>
            </w:pPr>
            <w:r w:rsidRPr="00051107">
              <w:rPr>
                <w:szCs w:val="28"/>
              </w:rPr>
              <w:t>супруг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1730594.09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земельный участок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(1/4 доля)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 xml:space="preserve">земельный </w:t>
            </w:r>
            <w:r w:rsidRPr="00051107">
              <w:rPr>
                <w:szCs w:val="28"/>
              </w:rPr>
              <w:lastRenderedPageBreak/>
              <w:t>участок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(индивидуальный)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 (1/4 доля)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1324,0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1400,0</w:t>
            </w:r>
          </w:p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128,0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513FA5" w:rsidTr="00BA0B82">
        <w:tc>
          <w:tcPr>
            <w:tcW w:w="1951" w:type="dxa"/>
            <w:vAlign w:val="center"/>
          </w:tcPr>
          <w:p w:rsidR="00513FA5" w:rsidRPr="00051107" w:rsidRDefault="00513FA5" w:rsidP="009C0FB5">
            <w:pPr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дочь</w:t>
            </w:r>
          </w:p>
        </w:tc>
        <w:tc>
          <w:tcPr>
            <w:tcW w:w="1418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земельный участок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(1/4 доля)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 (1/4 доля)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1324,0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128,0</w:t>
            </w:r>
          </w:p>
        </w:tc>
        <w:tc>
          <w:tcPr>
            <w:tcW w:w="1134" w:type="dxa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</w:p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513FA5" w:rsidRPr="00051107" w:rsidRDefault="00513FA5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</w:tr>
    </w:tbl>
    <w:p w:rsidR="00745880" w:rsidRDefault="00745880" w:rsidP="00826DD5">
      <w:pPr>
        <w:spacing w:line="276" w:lineRule="auto"/>
        <w:jc w:val="center"/>
        <w:rPr>
          <w:b/>
          <w:sz w:val="28"/>
          <w:szCs w:val="28"/>
        </w:rPr>
      </w:pP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Сведения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2C1FDD" w:rsidRDefault="00A34EC9" w:rsidP="00826DD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руководителей образовательных организаций</w:t>
      </w:r>
      <w:r w:rsidR="00826DD5" w:rsidRPr="00713E5F">
        <w:rPr>
          <w:b/>
          <w:sz w:val="28"/>
          <w:szCs w:val="28"/>
        </w:rPr>
        <w:t xml:space="preserve"> </w:t>
      </w:r>
    </w:p>
    <w:p w:rsidR="002C1FDD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муниципального района «Шилкинский район» и членов их семей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за пери</w:t>
      </w:r>
      <w:r w:rsidR="00CB152E">
        <w:rPr>
          <w:b/>
          <w:sz w:val="28"/>
          <w:szCs w:val="28"/>
        </w:rPr>
        <w:t>од с 01 января по 31 декабря 202</w:t>
      </w:r>
      <w:r w:rsidR="009E5492">
        <w:rPr>
          <w:b/>
          <w:sz w:val="28"/>
          <w:szCs w:val="28"/>
        </w:rPr>
        <w:t>1</w:t>
      </w:r>
      <w:r w:rsidRPr="00713E5F">
        <w:rPr>
          <w:b/>
          <w:sz w:val="28"/>
          <w:szCs w:val="28"/>
        </w:rPr>
        <w:t xml:space="preserve"> года</w:t>
      </w:r>
    </w:p>
    <w:p w:rsidR="00826DD5" w:rsidRDefault="00826DD5" w:rsidP="00826DD5">
      <w:pPr>
        <w:jc w:val="center"/>
        <w:rPr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418"/>
        <w:gridCol w:w="1559"/>
        <w:gridCol w:w="1134"/>
        <w:gridCol w:w="1134"/>
        <w:gridCol w:w="1843"/>
        <w:gridCol w:w="1559"/>
        <w:gridCol w:w="1276"/>
        <w:gridCol w:w="1134"/>
        <w:gridCol w:w="2409"/>
      </w:tblGrid>
      <w:tr w:rsidR="00B02007" w:rsidTr="00A20688">
        <w:tc>
          <w:tcPr>
            <w:tcW w:w="1951" w:type="dxa"/>
            <w:vMerge w:val="restart"/>
          </w:tcPr>
          <w:p w:rsidR="00B02007" w:rsidRPr="00B02007" w:rsidRDefault="00B02007" w:rsidP="004B0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Деклари</w:t>
            </w:r>
            <w:proofErr w:type="spellEnd"/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рованный</w:t>
            </w:r>
            <w:proofErr w:type="spellEnd"/>
            <w:r w:rsidRPr="00431D18">
              <w:rPr>
                <w:sz w:val="22"/>
                <w:szCs w:val="22"/>
              </w:rPr>
              <w:t xml:space="preserve"> доход (руб.)</w:t>
            </w:r>
          </w:p>
        </w:tc>
        <w:tc>
          <w:tcPr>
            <w:tcW w:w="5670" w:type="dxa"/>
            <w:gridSpan w:val="4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на праве собственности</w:t>
            </w:r>
          </w:p>
        </w:tc>
        <w:tc>
          <w:tcPr>
            <w:tcW w:w="3969" w:type="dxa"/>
            <w:gridSpan w:val="3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Перечень объектов </w:t>
            </w:r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недвижимого имущества, </w:t>
            </w:r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proofErr w:type="gramStart"/>
            <w:r w:rsidRPr="00431D18">
              <w:rPr>
                <w:sz w:val="22"/>
                <w:szCs w:val="22"/>
              </w:rPr>
              <w:t>находящихся</w:t>
            </w:r>
            <w:proofErr w:type="gramEnd"/>
            <w:r w:rsidRPr="00431D18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2409" w:type="dxa"/>
            <w:vMerge w:val="restart"/>
            <w:vAlign w:val="center"/>
          </w:tcPr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02007" w:rsidTr="00A20688">
        <w:tc>
          <w:tcPr>
            <w:tcW w:w="1951" w:type="dxa"/>
            <w:vMerge/>
          </w:tcPr>
          <w:p w:rsidR="00B02007" w:rsidRPr="00255D10" w:rsidRDefault="00B02007" w:rsidP="004B0BA1">
            <w:pPr>
              <w:jc w:val="both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B02007" w:rsidRPr="00255D10" w:rsidRDefault="00B02007" w:rsidP="004B0BA1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B02007" w:rsidRPr="00B02007" w:rsidRDefault="00B02007" w:rsidP="004B0BA1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1134" w:type="dxa"/>
            <w:vAlign w:val="center"/>
          </w:tcPr>
          <w:p w:rsidR="00B02007" w:rsidRPr="00B02007" w:rsidRDefault="00B02007" w:rsidP="004B0BA1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Площадь (кв</w:t>
            </w:r>
            <w:proofErr w:type="gramStart"/>
            <w:r w:rsidRPr="00431D18">
              <w:rPr>
                <w:sz w:val="22"/>
                <w:szCs w:val="22"/>
              </w:rPr>
              <w:t>.м</w:t>
            </w:r>
            <w:proofErr w:type="gramEnd"/>
            <w:r w:rsidRPr="00431D1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02007" w:rsidRPr="00431D18" w:rsidRDefault="00B02007" w:rsidP="00A206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1559" w:type="dxa"/>
            <w:vAlign w:val="center"/>
          </w:tcPr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Площадь (кв</w:t>
            </w:r>
            <w:proofErr w:type="gramStart"/>
            <w:r w:rsidRPr="00431D18">
              <w:rPr>
                <w:sz w:val="22"/>
                <w:szCs w:val="22"/>
              </w:rPr>
              <w:t>.м</w:t>
            </w:r>
            <w:proofErr w:type="gramEnd"/>
            <w:r w:rsidRPr="00431D18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B02007" w:rsidRPr="00431D18" w:rsidRDefault="00B02007" w:rsidP="00A206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2409" w:type="dxa"/>
            <w:vMerge/>
          </w:tcPr>
          <w:p w:rsidR="00B02007" w:rsidRPr="00255D10" w:rsidRDefault="00B02007" w:rsidP="004B0BA1">
            <w:pPr>
              <w:jc w:val="center"/>
              <w:rPr>
                <w:szCs w:val="28"/>
              </w:rPr>
            </w:pPr>
          </w:p>
        </w:tc>
      </w:tr>
      <w:tr w:rsidR="00D47F93" w:rsidTr="00A20688">
        <w:tc>
          <w:tcPr>
            <w:tcW w:w="1951" w:type="dxa"/>
          </w:tcPr>
          <w:p w:rsidR="00D47F93" w:rsidRPr="00051107" w:rsidRDefault="00D47F93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Алтынникова Лариса Валентиновна</w:t>
            </w:r>
          </w:p>
        </w:tc>
        <w:tc>
          <w:tcPr>
            <w:tcW w:w="1418" w:type="dxa"/>
            <w:vAlign w:val="center"/>
          </w:tcPr>
          <w:p w:rsidR="00D47F93" w:rsidRPr="00051107" w:rsidRDefault="00C8302B" w:rsidP="00A20688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1399269,03</w:t>
            </w:r>
          </w:p>
        </w:tc>
        <w:tc>
          <w:tcPr>
            <w:tcW w:w="1559" w:type="dxa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земельный участок</w:t>
            </w:r>
            <w:r w:rsidR="00C8302B" w:rsidRPr="00051107">
              <w:rPr>
                <w:szCs w:val="28"/>
              </w:rPr>
              <w:t xml:space="preserve"> (</w:t>
            </w:r>
            <w:proofErr w:type="gramStart"/>
            <w:r w:rsidR="00C8302B" w:rsidRPr="00051107">
              <w:rPr>
                <w:szCs w:val="28"/>
              </w:rPr>
              <w:t>индивидуальная</w:t>
            </w:r>
            <w:proofErr w:type="gramEnd"/>
            <w:r w:rsidR="00C8302B" w:rsidRPr="00051107">
              <w:rPr>
                <w:szCs w:val="28"/>
              </w:rPr>
              <w:t>)</w:t>
            </w:r>
          </w:p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</w:tc>
        <w:tc>
          <w:tcPr>
            <w:tcW w:w="1134" w:type="dxa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807,7</w:t>
            </w:r>
          </w:p>
          <w:p w:rsidR="00D47F93" w:rsidRPr="00051107" w:rsidRDefault="00D47F93" w:rsidP="00051107">
            <w:pPr>
              <w:jc w:val="center"/>
              <w:rPr>
                <w:szCs w:val="28"/>
              </w:rPr>
            </w:pPr>
          </w:p>
          <w:p w:rsidR="00C8302B" w:rsidRPr="00051107" w:rsidRDefault="00C8302B" w:rsidP="00051107">
            <w:pPr>
              <w:jc w:val="center"/>
              <w:rPr>
                <w:szCs w:val="28"/>
              </w:rPr>
            </w:pPr>
          </w:p>
          <w:p w:rsidR="00C8302B" w:rsidRPr="00051107" w:rsidRDefault="00C8302B" w:rsidP="00051107">
            <w:pPr>
              <w:jc w:val="center"/>
              <w:rPr>
                <w:szCs w:val="28"/>
              </w:rPr>
            </w:pPr>
          </w:p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62,6</w:t>
            </w:r>
          </w:p>
        </w:tc>
        <w:tc>
          <w:tcPr>
            <w:tcW w:w="1134" w:type="dxa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D47F93" w:rsidRPr="00051107" w:rsidRDefault="00D47F93" w:rsidP="00051107">
            <w:pPr>
              <w:jc w:val="center"/>
              <w:rPr>
                <w:szCs w:val="28"/>
              </w:rPr>
            </w:pPr>
          </w:p>
          <w:p w:rsidR="00C8302B" w:rsidRPr="00051107" w:rsidRDefault="00C8302B" w:rsidP="00051107">
            <w:pPr>
              <w:jc w:val="center"/>
              <w:rPr>
                <w:szCs w:val="28"/>
              </w:rPr>
            </w:pPr>
          </w:p>
          <w:p w:rsidR="00C8302B" w:rsidRPr="00051107" w:rsidRDefault="00C8302B" w:rsidP="00051107">
            <w:pPr>
              <w:jc w:val="center"/>
              <w:rPr>
                <w:szCs w:val="28"/>
              </w:rPr>
            </w:pPr>
          </w:p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D47F93" w:rsidRPr="00051107" w:rsidRDefault="009E5492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="00D47F93" w:rsidRPr="00051107">
              <w:t xml:space="preserve"> </w:t>
            </w:r>
            <w:proofErr w:type="spellStart"/>
            <w:r w:rsidR="00D47F93" w:rsidRPr="00051107">
              <w:rPr>
                <w:lang w:val="en-US"/>
              </w:rPr>
              <w:t>Cami</w:t>
            </w:r>
            <w:proofErr w:type="spellEnd"/>
          </w:p>
        </w:tc>
        <w:tc>
          <w:tcPr>
            <w:tcW w:w="1559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D47F93" w:rsidTr="00A20688">
        <w:tc>
          <w:tcPr>
            <w:tcW w:w="1951" w:type="dxa"/>
          </w:tcPr>
          <w:p w:rsidR="00D47F93" w:rsidRPr="00051107" w:rsidRDefault="00D47F93" w:rsidP="00A20688">
            <w:pPr>
              <w:rPr>
                <w:szCs w:val="28"/>
              </w:rPr>
            </w:pPr>
            <w:r w:rsidRPr="00051107">
              <w:rPr>
                <w:szCs w:val="28"/>
              </w:rPr>
              <w:t>дочь</w:t>
            </w:r>
          </w:p>
        </w:tc>
        <w:tc>
          <w:tcPr>
            <w:tcW w:w="1418" w:type="dxa"/>
            <w:vAlign w:val="center"/>
          </w:tcPr>
          <w:p w:rsidR="00D47F93" w:rsidRPr="00051107" w:rsidRDefault="00D47F93" w:rsidP="00A20688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</w:rPr>
              <w:t>0</w:t>
            </w:r>
            <w:r w:rsidR="00AA7B8F" w:rsidRPr="00051107">
              <w:rPr>
                <w:szCs w:val="28"/>
              </w:rPr>
              <w:t>,</w:t>
            </w:r>
            <w:r w:rsidR="00AA7B8F" w:rsidRPr="00051107">
              <w:rPr>
                <w:szCs w:val="28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D47F93" w:rsidRPr="00051107" w:rsidRDefault="00DD1A62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62,6</w:t>
            </w:r>
          </w:p>
        </w:tc>
        <w:tc>
          <w:tcPr>
            <w:tcW w:w="1134" w:type="dxa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D47F93" w:rsidRPr="00051107" w:rsidRDefault="00D47F9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AA7B8F" w:rsidTr="00AA7B8F">
        <w:tc>
          <w:tcPr>
            <w:tcW w:w="1951" w:type="dxa"/>
            <w:vAlign w:val="center"/>
          </w:tcPr>
          <w:p w:rsidR="00AA7B8F" w:rsidRPr="00051107" w:rsidRDefault="00AA7B8F" w:rsidP="00AA7B8F">
            <w:pPr>
              <w:rPr>
                <w:szCs w:val="28"/>
              </w:rPr>
            </w:pPr>
            <w:r w:rsidRPr="00051107">
              <w:rPr>
                <w:szCs w:val="28"/>
              </w:rPr>
              <w:t>Апрелкова Татьяна Александровна</w:t>
            </w:r>
          </w:p>
        </w:tc>
        <w:tc>
          <w:tcPr>
            <w:tcW w:w="1418" w:type="dxa"/>
            <w:vAlign w:val="center"/>
          </w:tcPr>
          <w:p w:rsidR="00AA7B8F" w:rsidRPr="00051107" w:rsidRDefault="00A819F7" w:rsidP="00A20688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1165022,56</w:t>
            </w:r>
          </w:p>
        </w:tc>
        <w:tc>
          <w:tcPr>
            <w:tcW w:w="1559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  <w:r w:rsidR="00F90E6E" w:rsidRPr="00051107">
              <w:rPr>
                <w:szCs w:val="28"/>
              </w:rPr>
              <w:t xml:space="preserve"> (1/2 доля</w:t>
            </w:r>
            <w:r w:rsidRPr="00051107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49,8</w:t>
            </w:r>
          </w:p>
        </w:tc>
        <w:tc>
          <w:tcPr>
            <w:tcW w:w="1134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AA7B8F" w:rsidRPr="00051107" w:rsidRDefault="00A819F7" w:rsidP="00051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A7B8F" w:rsidRPr="00051107" w:rsidRDefault="00AA7B8F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AA7B8F" w:rsidRPr="00051107" w:rsidRDefault="00AA7B8F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A7B8F" w:rsidRPr="00051107" w:rsidRDefault="00AA7B8F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AA7B8F" w:rsidRPr="00051107" w:rsidRDefault="00AA7B8F" w:rsidP="00051107">
            <w:pPr>
              <w:jc w:val="center"/>
            </w:pPr>
            <w:r w:rsidRPr="00051107">
              <w:t>-</w:t>
            </w:r>
          </w:p>
        </w:tc>
      </w:tr>
      <w:tr w:rsidR="00AA7B8F" w:rsidTr="00AA7B8F">
        <w:tc>
          <w:tcPr>
            <w:tcW w:w="1951" w:type="dxa"/>
            <w:vAlign w:val="center"/>
          </w:tcPr>
          <w:p w:rsidR="00AA7B8F" w:rsidRPr="00051107" w:rsidRDefault="00AA7B8F" w:rsidP="00AA7B8F">
            <w:pPr>
              <w:rPr>
                <w:szCs w:val="28"/>
              </w:rPr>
            </w:pPr>
            <w:r w:rsidRPr="00051107">
              <w:rPr>
                <w:szCs w:val="28"/>
              </w:rPr>
              <w:t>дочь</w:t>
            </w:r>
          </w:p>
        </w:tc>
        <w:tc>
          <w:tcPr>
            <w:tcW w:w="1418" w:type="dxa"/>
            <w:vAlign w:val="center"/>
          </w:tcPr>
          <w:p w:rsidR="00AA7B8F" w:rsidRPr="00051107" w:rsidRDefault="005C73A7" w:rsidP="00A20688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229095,96</w:t>
            </w:r>
          </w:p>
        </w:tc>
        <w:tc>
          <w:tcPr>
            <w:tcW w:w="1559" w:type="dxa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  <w:r w:rsidR="00F90E6E" w:rsidRPr="00051107">
              <w:rPr>
                <w:szCs w:val="28"/>
              </w:rPr>
              <w:t xml:space="preserve"> (1/2 доля</w:t>
            </w:r>
            <w:r w:rsidRPr="00051107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49,8</w:t>
            </w:r>
          </w:p>
        </w:tc>
        <w:tc>
          <w:tcPr>
            <w:tcW w:w="1134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AA7B8F" w:rsidRPr="00051107" w:rsidRDefault="00AA7B8F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AA7B8F" w:rsidRPr="00051107" w:rsidRDefault="00AA7B8F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AA7B8F" w:rsidRPr="00051107" w:rsidRDefault="00AA7B8F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A7B8F" w:rsidRPr="00051107" w:rsidRDefault="00AA7B8F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AA7B8F" w:rsidRPr="00051107" w:rsidRDefault="00AA7B8F" w:rsidP="00051107">
            <w:pPr>
              <w:jc w:val="center"/>
            </w:pPr>
            <w:r w:rsidRPr="00051107">
              <w:t>-</w:t>
            </w:r>
          </w:p>
        </w:tc>
      </w:tr>
      <w:tr w:rsidR="00AA7B8F" w:rsidTr="00AA7B8F">
        <w:tc>
          <w:tcPr>
            <w:tcW w:w="1951" w:type="dxa"/>
            <w:vAlign w:val="center"/>
          </w:tcPr>
          <w:p w:rsidR="00AA7B8F" w:rsidRPr="00051107" w:rsidRDefault="00AA7B8F" w:rsidP="00AA7B8F">
            <w:pPr>
              <w:rPr>
                <w:szCs w:val="28"/>
              </w:rPr>
            </w:pPr>
            <w:r w:rsidRPr="00051107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AA7B8F" w:rsidRPr="00051107" w:rsidRDefault="00AA7B8F" w:rsidP="00A20688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49,8</w:t>
            </w:r>
          </w:p>
        </w:tc>
        <w:tc>
          <w:tcPr>
            <w:tcW w:w="1134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AA7B8F" w:rsidRPr="00051107" w:rsidRDefault="00AA7B8F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AA7B8F" w:rsidTr="00BD1129">
        <w:tc>
          <w:tcPr>
            <w:tcW w:w="1951" w:type="dxa"/>
            <w:vAlign w:val="center"/>
          </w:tcPr>
          <w:p w:rsidR="00AA7B8F" w:rsidRPr="00051107" w:rsidRDefault="00AA7B8F" w:rsidP="00AA7B8F">
            <w:pPr>
              <w:rPr>
                <w:szCs w:val="28"/>
              </w:rPr>
            </w:pPr>
            <w:r w:rsidRPr="00051107">
              <w:rPr>
                <w:szCs w:val="28"/>
              </w:rPr>
              <w:t>Аршинская</w:t>
            </w:r>
          </w:p>
          <w:p w:rsidR="00AA7B8F" w:rsidRPr="00051107" w:rsidRDefault="00AA7B8F" w:rsidP="00AA7B8F">
            <w:pPr>
              <w:rPr>
                <w:szCs w:val="28"/>
              </w:rPr>
            </w:pPr>
            <w:r w:rsidRPr="00051107">
              <w:rPr>
                <w:szCs w:val="28"/>
              </w:rPr>
              <w:t>Галина</w:t>
            </w:r>
          </w:p>
          <w:p w:rsidR="00AA7B8F" w:rsidRPr="00051107" w:rsidRDefault="00AA7B8F" w:rsidP="00AA7B8F">
            <w:pPr>
              <w:rPr>
                <w:szCs w:val="28"/>
              </w:rPr>
            </w:pPr>
            <w:r w:rsidRPr="00051107">
              <w:rPr>
                <w:szCs w:val="28"/>
              </w:rPr>
              <w:t>Николаевна</w:t>
            </w:r>
          </w:p>
        </w:tc>
        <w:tc>
          <w:tcPr>
            <w:tcW w:w="1418" w:type="dxa"/>
            <w:vAlign w:val="center"/>
          </w:tcPr>
          <w:p w:rsidR="00AA7B8F" w:rsidRPr="00051107" w:rsidRDefault="00894AFD" w:rsidP="00A20688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385536,49</w:t>
            </w:r>
          </w:p>
        </w:tc>
        <w:tc>
          <w:tcPr>
            <w:tcW w:w="1559" w:type="dxa"/>
          </w:tcPr>
          <w:p w:rsidR="00BD1129" w:rsidRPr="00051107" w:rsidRDefault="00BD1129" w:rsidP="00051107">
            <w:pPr>
              <w:jc w:val="center"/>
            </w:pPr>
            <w:r w:rsidRPr="00051107">
              <w:t>земельный участок</w:t>
            </w:r>
            <w:r w:rsidR="00894AFD" w:rsidRPr="00051107">
              <w:t xml:space="preserve"> (</w:t>
            </w:r>
            <w:proofErr w:type="gramStart"/>
            <w:r w:rsidR="00894AFD" w:rsidRPr="00051107">
              <w:t>индивидуальная</w:t>
            </w:r>
            <w:proofErr w:type="gramEnd"/>
            <w:r w:rsidR="00894AFD" w:rsidRPr="00051107">
              <w:t>)</w:t>
            </w:r>
          </w:p>
          <w:p w:rsidR="00AA7B8F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t>квартира</w:t>
            </w:r>
          </w:p>
        </w:tc>
        <w:tc>
          <w:tcPr>
            <w:tcW w:w="1134" w:type="dxa"/>
          </w:tcPr>
          <w:p w:rsidR="00AA7B8F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1600,00</w:t>
            </w:r>
          </w:p>
          <w:p w:rsidR="00BD1129" w:rsidRPr="00051107" w:rsidRDefault="00BD1129" w:rsidP="00051107">
            <w:pPr>
              <w:jc w:val="center"/>
              <w:rPr>
                <w:szCs w:val="28"/>
              </w:rPr>
            </w:pPr>
          </w:p>
          <w:p w:rsidR="00894AFD" w:rsidRPr="00051107" w:rsidRDefault="00894AFD" w:rsidP="00051107">
            <w:pPr>
              <w:jc w:val="center"/>
              <w:rPr>
                <w:szCs w:val="28"/>
              </w:rPr>
            </w:pPr>
          </w:p>
          <w:p w:rsidR="00894AFD" w:rsidRPr="00051107" w:rsidRDefault="00894AFD" w:rsidP="00051107">
            <w:pPr>
              <w:jc w:val="center"/>
              <w:rPr>
                <w:szCs w:val="28"/>
              </w:rPr>
            </w:pPr>
          </w:p>
          <w:p w:rsidR="00BD1129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70,1</w:t>
            </w:r>
          </w:p>
          <w:p w:rsidR="00894AFD" w:rsidRPr="00051107" w:rsidRDefault="00894AFD" w:rsidP="00051107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AA7B8F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  <w:p w:rsidR="00BD1129" w:rsidRPr="00051107" w:rsidRDefault="00BD1129" w:rsidP="00051107">
            <w:pPr>
              <w:jc w:val="center"/>
              <w:rPr>
                <w:szCs w:val="28"/>
              </w:rPr>
            </w:pPr>
          </w:p>
          <w:p w:rsidR="00894AFD" w:rsidRPr="00051107" w:rsidRDefault="00894AFD" w:rsidP="00051107">
            <w:pPr>
              <w:jc w:val="center"/>
              <w:rPr>
                <w:szCs w:val="28"/>
              </w:rPr>
            </w:pPr>
          </w:p>
          <w:p w:rsidR="00894AFD" w:rsidRPr="00051107" w:rsidRDefault="00894AFD" w:rsidP="00051107">
            <w:pPr>
              <w:jc w:val="center"/>
              <w:rPr>
                <w:szCs w:val="28"/>
              </w:rPr>
            </w:pPr>
          </w:p>
          <w:p w:rsidR="00BD1129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AA7B8F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AA7B8F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AA7B8F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A7B8F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AA7B8F" w:rsidRPr="00051107" w:rsidRDefault="00BD112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BD1129" w:rsidTr="00BD1129">
        <w:tc>
          <w:tcPr>
            <w:tcW w:w="1951" w:type="dxa"/>
          </w:tcPr>
          <w:p w:rsidR="00BD1129" w:rsidRPr="00051107" w:rsidRDefault="00BD1129" w:rsidP="00A20688">
            <w:r w:rsidRPr="00051107">
              <w:t xml:space="preserve">Бакшеева </w:t>
            </w:r>
          </w:p>
          <w:p w:rsidR="00BD1129" w:rsidRPr="00051107" w:rsidRDefault="00BD1129" w:rsidP="00A20688">
            <w:r w:rsidRPr="00051107">
              <w:t>Ольга Андреевна</w:t>
            </w:r>
          </w:p>
        </w:tc>
        <w:tc>
          <w:tcPr>
            <w:tcW w:w="1418" w:type="dxa"/>
            <w:vAlign w:val="center"/>
          </w:tcPr>
          <w:p w:rsidR="00BD1129" w:rsidRPr="00051107" w:rsidRDefault="00AA14E7" w:rsidP="00A20688">
            <w:pPr>
              <w:jc w:val="center"/>
            </w:pPr>
            <w:r w:rsidRPr="00051107">
              <w:t>686585,35</w:t>
            </w:r>
          </w:p>
        </w:tc>
        <w:tc>
          <w:tcPr>
            <w:tcW w:w="1559" w:type="dxa"/>
            <w:vAlign w:val="center"/>
          </w:tcPr>
          <w:p w:rsidR="00BD1129" w:rsidRPr="00051107" w:rsidRDefault="008117A5" w:rsidP="00051107">
            <w:pPr>
              <w:jc w:val="center"/>
            </w:pPr>
            <w:r w:rsidRPr="00051107">
              <w:t>к</w:t>
            </w:r>
            <w:r w:rsidR="00BD1129" w:rsidRPr="00051107">
              <w:t>вартира</w:t>
            </w:r>
            <w:r w:rsidRPr="00051107">
              <w:t xml:space="preserve"> (индивидуальная)</w:t>
            </w:r>
          </w:p>
          <w:p w:rsidR="008117A5" w:rsidRPr="00051107" w:rsidRDefault="008117A5" w:rsidP="00051107">
            <w:pPr>
              <w:jc w:val="center"/>
            </w:pPr>
          </w:p>
          <w:p w:rsidR="008117A5" w:rsidRPr="00051107" w:rsidRDefault="008117A5" w:rsidP="00051107">
            <w:pPr>
              <w:jc w:val="center"/>
            </w:pPr>
            <w:r w:rsidRPr="00051107">
              <w:t>квартира (1/6 доля)</w:t>
            </w:r>
          </w:p>
          <w:p w:rsidR="008117A5" w:rsidRPr="00051107" w:rsidRDefault="008117A5" w:rsidP="00051107">
            <w:pPr>
              <w:jc w:val="center"/>
            </w:pPr>
          </w:p>
        </w:tc>
        <w:tc>
          <w:tcPr>
            <w:tcW w:w="1134" w:type="dxa"/>
            <w:vAlign w:val="center"/>
          </w:tcPr>
          <w:p w:rsidR="008117A5" w:rsidRPr="00051107" w:rsidRDefault="008117A5" w:rsidP="00051107">
            <w:pPr>
              <w:jc w:val="center"/>
            </w:pPr>
          </w:p>
          <w:p w:rsidR="00BD1129" w:rsidRPr="00051107" w:rsidRDefault="00BD1129" w:rsidP="00051107">
            <w:pPr>
              <w:jc w:val="center"/>
            </w:pPr>
            <w:r w:rsidRPr="00051107">
              <w:t>21,8</w:t>
            </w:r>
          </w:p>
          <w:p w:rsidR="008117A5" w:rsidRPr="00051107" w:rsidRDefault="008117A5" w:rsidP="00051107">
            <w:pPr>
              <w:jc w:val="center"/>
            </w:pPr>
          </w:p>
          <w:p w:rsidR="008117A5" w:rsidRPr="00051107" w:rsidRDefault="008117A5" w:rsidP="00051107">
            <w:pPr>
              <w:jc w:val="center"/>
            </w:pPr>
          </w:p>
          <w:p w:rsidR="008117A5" w:rsidRPr="00051107" w:rsidRDefault="002C11E3" w:rsidP="00051107">
            <w:pPr>
              <w:jc w:val="center"/>
            </w:pPr>
            <w:r w:rsidRPr="00051107">
              <w:t>65,6</w:t>
            </w:r>
          </w:p>
          <w:p w:rsidR="008117A5" w:rsidRPr="00051107" w:rsidRDefault="008117A5" w:rsidP="00051107">
            <w:pPr>
              <w:jc w:val="center"/>
            </w:pPr>
          </w:p>
          <w:p w:rsidR="008117A5" w:rsidRPr="00051107" w:rsidRDefault="008117A5" w:rsidP="0005110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РФ</w:t>
            </w:r>
          </w:p>
          <w:p w:rsidR="008117A5" w:rsidRPr="00051107" w:rsidRDefault="008117A5" w:rsidP="00051107">
            <w:pPr>
              <w:jc w:val="center"/>
            </w:pPr>
          </w:p>
          <w:p w:rsidR="008117A5" w:rsidRPr="00051107" w:rsidRDefault="008117A5" w:rsidP="00051107">
            <w:pPr>
              <w:jc w:val="center"/>
            </w:pPr>
          </w:p>
          <w:p w:rsidR="008117A5" w:rsidRPr="00051107" w:rsidRDefault="002C11E3" w:rsidP="00051107">
            <w:pPr>
              <w:jc w:val="center"/>
            </w:pPr>
            <w:r w:rsidRPr="00051107">
              <w:t>РФ</w:t>
            </w:r>
          </w:p>
          <w:p w:rsidR="008117A5" w:rsidRPr="00051107" w:rsidRDefault="008117A5" w:rsidP="00051107">
            <w:pPr>
              <w:jc w:val="center"/>
            </w:pPr>
          </w:p>
        </w:tc>
        <w:tc>
          <w:tcPr>
            <w:tcW w:w="1843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31,2</w:t>
            </w:r>
          </w:p>
        </w:tc>
        <w:tc>
          <w:tcPr>
            <w:tcW w:w="1134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-</w:t>
            </w:r>
          </w:p>
        </w:tc>
      </w:tr>
      <w:tr w:rsidR="00BD1129" w:rsidTr="00BD1129">
        <w:tc>
          <w:tcPr>
            <w:tcW w:w="1951" w:type="dxa"/>
          </w:tcPr>
          <w:p w:rsidR="00BD1129" w:rsidRPr="00051107" w:rsidRDefault="00BD1129" w:rsidP="00A20688">
            <w:r w:rsidRPr="00051107">
              <w:t>сын</w:t>
            </w:r>
          </w:p>
        </w:tc>
        <w:tc>
          <w:tcPr>
            <w:tcW w:w="1418" w:type="dxa"/>
            <w:vAlign w:val="center"/>
          </w:tcPr>
          <w:p w:rsidR="00BD1129" w:rsidRPr="00051107" w:rsidRDefault="00BD1129" w:rsidP="00A20688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</w:tcPr>
          <w:p w:rsidR="00BD1129" w:rsidRPr="00051107" w:rsidRDefault="00BD1129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134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31,2</w:t>
            </w:r>
          </w:p>
        </w:tc>
        <w:tc>
          <w:tcPr>
            <w:tcW w:w="1134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BD1129" w:rsidRPr="00051107" w:rsidRDefault="009B49FC" w:rsidP="00051107">
            <w:pPr>
              <w:jc w:val="center"/>
            </w:pPr>
            <w:r w:rsidRPr="00051107">
              <w:t>21,8</w:t>
            </w:r>
          </w:p>
        </w:tc>
        <w:tc>
          <w:tcPr>
            <w:tcW w:w="1134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BD1129" w:rsidRPr="00051107" w:rsidRDefault="00BD1129" w:rsidP="00051107">
            <w:pPr>
              <w:jc w:val="center"/>
            </w:pPr>
            <w:r w:rsidRPr="00051107">
              <w:t>-</w:t>
            </w:r>
          </w:p>
        </w:tc>
      </w:tr>
      <w:tr w:rsidR="002A3D35" w:rsidTr="00451536">
        <w:tc>
          <w:tcPr>
            <w:tcW w:w="1951" w:type="dxa"/>
            <w:vAlign w:val="center"/>
          </w:tcPr>
          <w:p w:rsidR="002A3D35" w:rsidRPr="00051107" w:rsidRDefault="002A3D35" w:rsidP="007F33AC">
            <w:r w:rsidRPr="00051107">
              <w:t>Бухтоярова Светлана Васильевна</w:t>
            </w:r>
          </w:p>
        </w:tc>
        <w:tc>
          <w:tcPr>
            <w:tcW w:w="1418" w:type="dxa"/>
            <w:vAlign w:val="center"/>
          </w:tcPr>
          <w:p w:rsidR="002A3D35" w:rsidRPr="00051107" w:rsidRDefault="005971DD" w:rsidP="00A20688">
            <w:pPr>
              <w:jc w:val="center"/>
            </w:pPr>
            <w:r w:rsidRPr="00051107">
              <w:t>1185696,31</w:t>
            </w:r>
          </w:p>
        </w:tc>
        <w:tc>
          <w:tcPr>
            <w:tcW w:w="1559" w:type="dxa"/>
            <w:vAlign w:val="center"/>
          </w:tcPr>
          <w:p w:rsidR="002A3D35" w:rsidRPr="00051107" w:rsidRDefault="002A3D35" w:rsidP="00051107">
            <w:pPr>
              <w:jc w:val="center"/>
            </w:pPr>
            <w:r w:rsidRPr="00051107">
              <w:t>квартира</w:t>
            </w:r>
            <w:r w:rsidR="00F90E6E" w:rsidRPr="00051107">
              <w:t xml:space="preserve"> (1/3 доля</w:t>
            </w:r>
            <w:r w:rsidRPr="00051107">
              <w:t>)</w:t>
            </w:r>
          </w:p>
          <w:p w:rsidR="005971DD" w:rsidRPr="00051107" w:rsidRDefault="005971DD" w:rsidP="00051107">
            <w:pPr>
              <w:jc w:val="center"/>
            </w:pPr>
          </w:p>
          <w:p w:rsidR="005971DD" w:rsidRPr="00051107" w:rsidRDefault="005971DD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5971DD" w:rsidRPr="00051107" w:rsidRDefault="005971DD" w:rsidP="00051107">
            <w:pPr>
              <w:jc w:val="center"/>
            </w:pPr>
          </w:p>
          <w:p w:rsidR="005971DD" w:rsidRPr="00051107" w:rsidRDefault="00BE5713" w:rsidP="00051107">
            <w:pPr>
              <w:jc w:val="center"/>
            </w:pPr>
            <w:r w:rsidRPr="00051107">
              <w:t>жилой дом (</w:t>
            </w:r>
            <w:proofErr w:type="gramStart"/>
            <w:r w:rsidRPr="00051107">
              <w:t>индивидуал</w:t>
            </w:r>
            <w:r w:rsidRPr="00051107">
              <w:lastRenderedPageBreak/>
              <w:t>ьная</w:t>
            </w:r>
            <w:proofErr w:type="gramEnd"/>
            <w:r w:rsidRPr="00051107">
              <w:t>)</w:t>
            </w:r>
          </w:p>
        </w:tc>
        <w:tc>
          <w:tcPr>
            <w:tcW w:w="1134" w:type="dxa"/>
            <w:vAlign w:val="center"/>
          </w:tcPr>
          <w:p w:rsidR="002A3D35" w:rsidRPr="00051107" w:rsidRDefault="002A3D35" w:rsidP="00051107">
            <w:pPr>
              <w:jc w:val="center"/>
            </w:pPr>
            <w:r w:rsidRPr="00051107">
              <w:lastRenderedPageBreak/>
              <w:t>48,3</w:t>
            </w: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  <w:r w:rsidRPr="00051107">
              <w:t>1116,0</w:t>
            </w: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  <w:r w:rsidRPr="00051107">
              <w:t>37,8</w:t>
            </w:r>
          </w:p>
        </w:tc>
        <w:tc>
          <w:tcPr>
            <w:tcW w:w="1134" w:type="dxa"/>
            <w:vAlign w:val="center"/>
          </w:tcPr>
          <w:p w:rsidR="002A3D35" w:rsidRPr="00051107" w:rsidRDefault="002A3D35" w:rsidP="00051107">
            <w:pPr>
              <w:jc w:val="center"/>
            </w:pPr>
            <w:r w:rsidRPr="00051107">
              <w:t>РФ</w:t>
            </w: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  <w:r w:rsidRPr="00051107">
              <w:t>РФ</w:t>
            </w: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BE5713" w:rsidP="00051107">
            <w:pPr>
              <w:jc w:val="center"/>
            </w:pPr>
          </w:p>
          <w:p w:rsidR="00BE5713" w:rsidRPr="00051107" w:rsidRDefault="00F86159" w:rsidP="00051107">
            <w:pPr>
              <w:jc w:val="center"/>
            </w:pPr>
            <w:r w:rsidRPr="00051107">
              <w:t>РФ</w:t>
            </w:r>
          </w:p>
          <w:p w:rsidR="00BE5713" w:rsidRPr="00051107" w:rsidRDefault="00BE5713" w:rsidP="00051107">
            <w:pPr>
              <w:jc w:val="center"/>
            </w:pPr>
          </w:p>
        </w:tc>
        <w:tc>
          <w:tcPr>
            <w:tcW w:w="1843" w:type="dxa"/>
            <w:vAlign w:val="center"/>
          </w:tcPr>
          <w:p w:rsidR="002A3D35" w:rsidRPr="00051107" w:rsidRDefault="00F86159" w:rsidP="00051107">
            <w:pPr>
              <w:jc w:val="center"/>
            </w:pPr>
            <w:r w:rsidRPr="00051107">
              <w:rPr>
                <w:szCs w:val="28"/>
                <w:lang w:val="en-US"/>
              </w:rPr>
              <w:lastRenderedPageBreak/>
              <w:t>Toyota</w:t>
            </w:r>
            <w:r w:rsidRPr="00051107">
              <w:rPr>
                <w:lang w:val="en-US"/>
              </w:rPr>
              <w:t xml:space="preserve"> </w:t>
            </w:r>
            <w:r w:rsidR="007F33AC" w:rsidRPr="00051107">
              <w:rPr>
                <w:lang w:val="en-US"/>
              </w:rPr>
              <w:t>Corolla</w:t>
            </w:r>
            <w:r w:rsidR="007F33AC" w:rsidRPr="00051107">
              <w:t xml:space="preserve"> </w:t>
            </w:r>
            <w:r w:rsidR="007F33AC" w:rsidRPr="00051107">
              <w:rPr>
                <w:lang w:val="en-US"/>
              </w:rPr>
              <w:t>Fielder</w:t>
            </w:r>
          </w:p>
        </w:tc>
        <w:tc>
          <w:tcPr>
            <w:tcW w:w="1559" w:type="dxa"/>
            <w:vAlign w:val="center"/>
          </w:tcPr>
          <w:p w:rsidR="002A3D35" w:rsidRPr="00051107" w:rsidRDefault="002A3D3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2A3D35" w:rsidRPr="00051107" w:rsidRDefault="002A3D3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2A3D35" w:rsidRPr="00051107" w:rsidRDefault="002A3D3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2A3D35" w:rsidRPr="00051107" w:rsidRDefault="002A3D35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2A3D35" w:rsidTr="007F33AC">
        <w:tc>
          <w:tcPr>
            <w:tcW w:w="1951" w:type="dxa"/>
            <w:vAlign w:val="center"/>
          </w:tcPr>
          <w:p w:rsidR="002A3D35" w:rsidRPr="00051107" w:rsidRDefault="002A3D35" w:rsidP="007F33AC">
            <w:r w:rsidRPr="00051107">
              <w:lastRenderedPageBreak/>
              <w:t>супруг</w:t>
            </w:r>
          </w:p>
        </w:tc>
        <w:tc>
          <w:tcPr>
            <w:tcW w:w="1418" w:type="dxa"/>
            <w:vAlign w:val="center"/>
          </w:tcPr>
          <w:p w:rsidR="002A3D35" w:rsidRPr="00051107" w:rsidRDefault="00593231" w:rsidP="00A20688">
            <w:pPr>
              <w:jc w:val="center"/>
            </w:pPr>
            <w:r w:rsidRPr="00051107">
              <w:t>323711,16</w:t>
            </w:r>
          </w:p>
        </w:tc>
        <w:tc>
          <w:tcPr>
            <w:tcW w:w="1559" w:type="dxa"/>
          </w:tcPr>
          <w:p w:rsidR="007F33AC" w:rsidRPr="00051107" w:rsidRDefault="007F33AC" w:rsidP="00051107">
            <w:pPr>
              <w:jc w:val="center"/>
            </w:pPr>
            <w:r w:rsidRPr="00051107">
              <w:t>земельный участок</w:t>
            </w:r>
            <w:r w:rsidR="00593231" w:rsidRPr="00051107">
              <w:t xml:space="preserve"> (</w:t>
            </w:r>
            <w:proofErr w:type="gramStart"/>
            <w:r w:rsidR="00593231" w:rsidRPr="00051107">
              <w:t>индивидуальная</w:t>
            </w:r>
            <w:proofErr w:type="gramEnd"/>
            <w:r w:rsidR="00593231" w:rsidRPr="00051107">
              <w:t>)</w:t>
            </w:r>
          </w:p>
          <w:p w:rsidR="002A3D35" w:rsidRPr="00051107" w:rsidRDefault="002A3D35" w:rsidP="00051107">
            <w:pPr>
              <w:jc w:val="center"/>
            </w:pPr>
            <w:r w:rsidRPr="00051107">
              <w:t>жилой дом</w:t>
            </w:r>
            <w:r w:rsidR="00F90E6E" w:rsidRPr="00051107">
              <w:t xml:space="preserve"> (</w:t>
            </w:r>
            <w:proofErr w:type="gramStart"/>
            <w:r w:rsidR="00593231" w:rsidRPr="00051107">
              <w:t>индивидуальная</w:t>
            </w:r>
            <w:proofErr w:type="gramEnd"/>
            <w:r w:rsidRPr="00051107">
              <w:t>)</w:t>
            </w:r>
          </w:p>
          <w:p w:rsidR="002A3D35" w:rsidRPr="00051107" w:rsidRDefault="007F33AC" w:rsidP="00051107">
            <w:pPr>
              <w:jc w:val="center"/>
            </w:pPr>
            <w:r w:rsidRPr="00051107">
              <w:t>квартира</w:t>
            </w:r>
          </w:p>
          <w:p w:rsidR="009929A6" w:rsidRPr="00051107" w:rsidRDefault="009929A6" w:rsidP="00051107">
            <w:pPr>
              <w:jc w:val="center"/>
            </w:pPr>
            <w:r w:rsidRPr="00051107">
              <w:t>(1/3 доля)</w:t>
            </w:r>
          </w:p>
        </w:tc>
        <w:tc>
          <w:tcPr>
            <w:tcW w:w="1134" w:type="dxa"/>
          </w:tcPr>
          <w:p w:rsidR="007F33AC" w:rsidRPr="00051107" w:rsidRDefault="007F33AC" w:rsidP="00051107">
            <w:pPr>
              <w:jc w:val="center"/>
            </w:pPr>
            <w:r w:rsidRPr="00051107">
              <w:t>612,0</w:t>
            </w:r>
          </w:p>
          <w:p w:rsidR="002A3D35" w:rsidRPr="00051107" w:rsidRDefault="002A3D35" w:rsidP="00051107">
            <w:pPr>
              <w:jc w:val="center"/>
            </w:pPr>
          </w:p>
          <w:p w:rsidR="00593231" w:rsidRPr="00051107" w:rsidRDefault="00593231" w:rsidP="00051107">
            <w:pPr>
              <w:jc w:val="center"/>
            </w:pPr>
          </w:p>
          <w:p w:rsidR="00593231" w:rsidRPr="00051107" w:rsidRDefault="00593231" w:rsidP="00051107">
            <w:pPr>
              <w:jc w:val="center"/>
            </w:pPr>
          </w:p>
          <w:p w:rsidR="002A3D35" w:rsidRPr="00051107" w:rsidRDefault="007F33AC" w:rsidP="00051107">
            <w:pPr>
              <w:jc w:val="center"/>
            </w:pPr>
            <w:r w:rsidRPr="00051107">
              <w:t>55,4</w:t>
            </w:r>
          </w:p>
          <w:p w:rsidR="002A3D35" w:rsidRPr="00051107" w:rsidRDefault="002A3D35" w:rsidP="00051107">
            <w:pPr>
              <w:jc w:val="center"/>
            </w:pPr>
          </w:p>
          <w:p w:rsidR="002A3D35" w:rsidRPr="00051107" w:rsidRDefault="007F33AC" w:rsidP="00051107">
            <w:pPr>
              <w:jc w:val="center"/>
            </w:pPr>
            <w:r w:rsidRPr="00051107">
              <w:t>48,3</w:t>
            </w:r>
          </w:p>
        </w:tc>
        <w:tc>
          <w:tcPr>
            <w:tcW w:w="1134" w:type="dxa"/>
          </w:tcPr>
          <w:p w:rsidR="002A3D35" w:rsidRPr="00051107" w:rsidRDefault="002A3D35" w:rsidP="00051107">
            <w:pPr>
              <w:jc w:val="center"/>
            </w:pPr>
            <w:r w:rsidRPr="00051107">
              <w:t>РФ</w:t>
            </w:r>
          </w:p>
          <w:p w:rsidR="002A3D35" w:rsidRPr="00051107" w:rsidRDefault="002A3D35" w:rsidP="00051107">
            <w:pPr>
              <w:jc w:val="center"/>
            </w:pPr>
          </w:p>
          <w:p w:rsidR="00593231" w:rsidRPr="00051107" w:rsidRDefault="00593231" w:rsidP="00051107">
            <w:pPr>
              <w:jc w:val="center"/>
            </w:pPr>
          </w:p>
          <w:p w:rsidR="00593231" w:rsidRPr="00051107" w:rsidRDefault="00593231" w:rsidP="00051107">
            <w:pPr>
              <w:jc w:val="center"/>
            </w:pPr>
          </w:p>
          <w:p w:rsidR="002A3D35" w:rsidRPr="00051107" w:rsidRDefault="002A3D35" w:rsidP="00051107">
            <w:pPr>
              <w:jc w:val="center"/>
            </w:pPr>
            <w:r w:rsidRPr="00051107">
              <w:t>РФ</w:t>
            </w:r>
          </w:p>
          <w:p w:rsidR="002A3D35" w:rsidRPr="00051107" w:rsidRDefault="002A3D35" w:rsidP="00051107">
            <w:pPr>
              <w:jc w:val="center"/>
            </w:pPr>
          </w:p>
          <w:p w:rsidR="002A3D35" w:rsidRPr="00051107" w:rsidRDefault="002A3D35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2A3D35" w:rsidRPr="00051107" w:rsidRDefault="007F33AC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S</w:t>
            </w:r>
            <w:r w:rsidR="00581C3B" w:rsidRPr="00051107">
              <w:rPr>
                <w:lang w:val="en-US"/>
              </w:rPr>
              <w:t>uzuki</w:t>
            </w:r>
            <w:r w:rsidRPr="00051107">
              <w:rPr>
                <w:lang w:val="en-US"/>
              </w:rPr>
              <w:t xml:space="preserve"> </w:t>
            </w:r>
            <w:r w:rsidR="002A3D35" w:rsidRPr="00051107">
              <w:rPr>
                <w:lang w:val="en-US"/>
              </w:rPr>
              <w:t>Escudo</w:t>
            </w:r>
          </w:p>
          <w:p w:rsidR="00581C3B" w:rsidRPr="00051107" w:rsidRDefault="00581C3B" w:rsidP="00051107">
            <w:pPr>
              <w:jc w:val="center"/>
              <w:rPr>
                <w:lang w:val="en-US"/>
              </w:rPr>
            </w:pPr>
          </w:p>
          <w:p w:rsidR="002A3D35" w:rsidRPr="00051107" w:rsidRDefault="002A3D35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I</w:t>
            </w:r>
            <w:r w:rsidR="00581C3B" w:rsidRPr="00051107">
              <w:rPr>
                <w:lang w:val="en-US"/>
              </w:rPr>
              <w:t>suzu F</w:t>
            </w:r>
            <w:r w:rsidRPr="00051107">
              <w:rPr>
                <w:lang w:val="en-US"/>
              </w:rPr>
              <w:t>orward</w:t>
            </w:r>
          </w:p>
        </w:tc>
        <w:tc>
          <w:tcPr>
            <w:tcW w:w="1559" w:type="dxa"/>
            <w:vAlign w:val="center"/>
          </w:tcPr>
          <w:p w:rsidR="002A3D35" w:rsidRPr="00051107" w:rsidRDefault="002A3D35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2A3D35" w:rsidRPr="00051107" w:rsidRDefault="002A3D35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2A3D35" w:rsidRPr="00051107" w:rsidRDefault="002A3D35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2A3D35" w:rsidRPr="00051107" w:rsidRDefault="002A3D35" w:rsidP="00051107">
            <w:pPr>
              <w:jc w:val="center"/>
            </w:pPr>
            <w:r w:rsidRPr="00051107">
              <w:t>-</w:t>
            </w:r>
          </w:p>
        </w:tc>
      </w:tr>
      <w:tr w:rsidR="007F33AC" w:rsidTr="007F33AC">
        <w:tc>
          <w:tcPr>
            <w:tcW w:w="1951" w:type="dxa"/>
            <w:vAlign w:val="center"/>
          </w:tcPr>
          <w:p w:rsidR="007F33AC" w:rsidRPr="00051107" w:rsidRDefault="007F33AC" w:rsidP="007F33AC">
            <w:r w:rsidRPr="00051107">
              <w:t>Варламова Юлия Михайловна</w:t>
            </w:r>
          </w:p>
        </w:tc>
        <w:tc>
          <w:tcPr>
            <w:tcW w:w="1418" w:type="dxa"/>
            <w:vAlign w:val="center"/>
          </w:tcPr>
          <w:p w:rsidR="007F33AC" w:rsidRPr="00051107" w:rsidRDefault="0013510A" w:rsidP="00A20688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552846.66</w:t>
            </w:r>
          </w:p>
        </w:tc>
        <w:tc>
          <w:tcPr>
            <w:tcW w:w="1559" w:type="dxa"/>
            <w:vAlign w:val="center"/>
          </w:tcPr>
          <w:p w:rsidR="007F33AC" w:rsidRPr="00051107" w:rsidRDefault="007F33AC" w:rsidP="00051107">
            <w:pPr>
              <w:jc w:val="center"/>
            </w:pPr>
            <w:r w:rsidRPr="00051107">
              <w:t>квартира</w:t>
            </w:r>
          </w:p>
          <w:p w:rsidR="007F33AC" w:rsidRPr="00051107" w:rsidRDefault="00F90E6E" w:rsidP="00051107">
            <w:pPr>
              <w:jc w:val="center"/>
            </w:pPr>
            <w:r w:rsidRPr="00051107">
              <w:t>(1/2 доля</w:t>
            </w:r>
            <w:r w:rsidR="007F33AC" w:rsidRPr="00051107">
              <w:t>)</w:t>
            </w:r>
          </w:p>
        </w:tc>
        <w:tc>
          <w:tcPr>
            <w:tcW w:w="1134" w:type="dxa"/>
            <w:vAlign w:val="center"/>
          </w:tcPr>
          <w:p w:rsidR="007F33AC" w:rsidRPr="00051107" w:rsidRDefault="007F33AC" w:rsidP="00051107">
            <w:pPr>
              <w:jc w:val="center"/>
            </w:pPr>
            <w:r w:rsidRPr="00051107">
              <w:t>63,7</w:t>
            </w:r>
          </w:p>
        </w:tc>
        <w:tc>
          <w:tcPr>
            <w:tcW w:w="1134" w:type="dxa"/>
            <w:vAlign w:val="center"/>
          </w:tcPr>
          <w:p w:rsidR="007F33AC" w:rsidRPr="00051107" w:rsidRDefault="007F33A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7F33AC" w:rsidRPr="00051107" w:rsidRDefault="0013510A" w:rsidP="00051107">
            <w:pPr>
              <w:jc w:val="center"/>
              <w:rPr>
                <w:lang w:val="en-US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="00990E92" w:rsidRPr="00051107">
              <w:t xml:space="preserve"> </w:t>
            </w:r>
            <w:proofErr w:type="spellStart"/>
            <w:r w:rsidR="00990E92" w:rsidRPr="00051107">
              <w:rPr>
                <w:lang w:val="en-US"/>
              </w:rPr>
              <w:t>V</w:t>
            </w:r>
            <w:r w:rsidRPr="00051107">
              <w:rPr>
                <w:lang w:val="en-US"/>
              </w:rPr>
              <w:t>its</w:t>
            </w:r>
            <w:proofErr w:type="spellEnd"/>
          </w:p>
        </w:tc>
        <w:tc>
          <w:tcPr>
            <w:tcW w:w="1559" w:type="dxa"/>
          </w:tcPr>
          <w:p w:rsidR="00111D9E" w:rsidRPr="00051107" w:rsidRDefault="00111D9E" w:rsidP="00051107">
            <w:pPr>
              <w:jc w:val="center"/>
            </w:pPr>
          </w:p>
          <w:p w:rsidR="007F33AC" w:rsidRPr="00051107" w:rsidRDefault="007F33AC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</w:tcPr>
          <w:p w:rsidR="00111D9E" w:rsidRPr="00051107" w:rsidRDefault="00111D9E" w:rsidP="00051107">
            <w:pPr>
              <w:jc w:val="center"/>
            </w:pPr>
          </w:p>
          <w:p w:rsidR="007F33AC" w:rsidRPr="00051107" w:rsidRDefault="007F33A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</w:tcPr>
          <w:p w:rsidR="00111D9E" w:rsidRPr="00051107" w:rsidRDefault="00111D9E" w:rsidP="00051107">
            <w:pPr>
              <w:jc w:val="center"/>
            </w:pPr>
          </w:p>
          <w:p w:rsidR="007F33AC" w:rsidRPr="00051107" w:rsidRDefault="007F33A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7F33AC" w:rsidRPr="00051107" w:rsidRDefault="007F33AC" w:rsidP="00051107">
            <w:pPr>
              <w:jc w:val="center"/>
            </w:pPr>
            <w:r w:rsidRPr="00051107">
              <w:t>-</w:t>
            </w:r>
          </w:p>
        </w:tc>
      </w:tr>
      <w:tr w:rsidR="00377E24" w:rsidTr="00437E8E">
        <w:tc>
          <w:tcPr>
            <w:tcW w:w="1951" w:type="dxa"/>
            <w:vAlign w:val="center"/>
          </w:tcPr>
          <w:p w:rsidR="00377E24" w:rsidRPr="00051107" w:rsidRDefault="00377E24" w:rsidP="007F33AC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377E24" w:rsidRPr="00051107" w:rsidRDefault="00377E24" w:rsidP="00A20688">
            <w:pPr>
              <w:jc w:val="center"/>
            </w:pPr>
            <w:r w:rsidRPr="00051107">
              <w:t>726099,14</w:t>
            </w:r>
          </w:p>
        </w:tc>
        <w:tc>
          <w:tcPr>
            <w:tcW w:w="1559" w:type="dxa"/>
            <w:vAlign w:val="center"/>
          </w:tcPr>
          <w:p w:rsidR="00377E24" w:rsidRPr="00051107" w:rsidRDefault="00377E24" w:rsidP="00051107">
            <w:pPr>
              <w:jc w:val="center"/>
            </w:pPr>
            <w:r w:rsidRPr="00051107">
              <w:t>квартира</w:t>
            </w:r>
          </w:p>
          <w:p w:rsidR="00377E24" w:rsidRPr="00051107" w:rsidRDefault="00377E24" w:rsidP="00051107">
            <w:pPr>
              <w:jc w:val="center"/>
            </w:pPr>
            <w:r w:rsidRPr="00051107">
              <w:t>(1/2 доля)</w:t>
            </w:r>
          </w:p>
        </w:tc>
        <w:tc>
          <w:tcPr>
            <w:tcW w:w="1134" w:type="dxa"/>
            <w:vAlign w:val="center"/>
          </w:tcPr>
          <w:p w:rsidR="00377E24" w:rsidRPr="00051107" w:rsidRDefault="00377E24" w:rsidP="00051107">
            <w:pPr>
              <w:jc w:val="center"/>
            </w:pPr>
            <w:r w:rsidRPr="00051107">
              <w:t>63,7</w:t>
            </w:r>
          </w:p>
        </w:tc>
        <w:tc>
          <w:tcPr>
            <w:tcW w:w="1134" w:type="dxa"/>
            <w:vAlign w:val="center"/>
          </w:tcPr>
          <w:p w:rsidR="00377E24" w:rsidRPr="00051107" w:rsidRDefault="00377E24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377E24" w:rsidRPr="00051107" w:rsidRDefault="00377E24" w:rsidP="00051107">
            <w:pPr>
              <w:jc w:val="center"/>
            </w:pPr>
            <w:r w:rsidRPr="00051107">
              <w:t>Урал ИМЗ</w:t>
            </w:r>
          </w:p>
          <w:p w:rsidR="00377E24" w:rsidRPr="00051107" w:rsidRDefault="00377E24" w:rsidP="00051107">
            <w:pPr>
              <w:jc w:val="center"/>
            </w:pPr>
            <w:r w:rsidRPr="00051107">
              <w:t>8-103-10</w:t>
            </w:r>
          </w:p>
        </w:tc>
        <w:tc>
          <w:tcPr>
            <w:tcW w:w="1559" w:type="dxa"/>
            <w:vAlign w:val="center"/>
          </w:tcPr>
          <w:p w:rsidR="00377E24" w:rsidRPr="00051107" w:rsidRDefault="00377E24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377E24" w:rsidRPr="00051107" w:rsidRDefault="00377E24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377E24" w:rsidRPr="00051107" w:rsidRDefault="00377E24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377E24" w:rsidRPr="00051107" w:rsidRDefault="00377E24" w:rsidP="00051107">
            <w:pPr>
              <w:jc w:val="center"/>
            </w:pPr>
            <w:r w:rsidRPr="00051107">
              <w:t>-</w:t>
            </w:r>
          </w:p>
        </w:tc>
      </w:tr>
      <w:tr w:rsidR="00437E8E" w:rsidTr="007C4F4C">
        <w:tc>
          <w:tcPr>
            <w:tcW w:w="1951" w:type="dxa"/>
            <w:vAlign w:val="center"/>
          </w:tcPr>
          <w:p w:rsidR="00437E8E" w:rsidRPr="00051107" w:rsidRDefault="00437E8E" w:rsidP="00437E8E">
            <w:proofErr w:type="spellStart"/>
            <w:r w:rsidRPr="00051107">
              <w:t>Веретельникова</w:t>
            </w:r>
            <w:proofErr w:type="spellEnd"/>
            <w:r w:rsidRPr="00051107">
              <w:t xml:space="preserve"> Екатерина Леонидовна</w:t>
            </w:r>
          </w:p>
        </w:tc>
        <w:tc>
          <w:tcPr>
            <w:tcW w:w="1418" w:type="dxa"/>
            <w:vAlign w:val="center"/>
          </w:tcPr>
          <w:p w:rsidR="00437E8E" w:rsidRPr="00051107" w:rsidRDefault="0042416A" w:rsidP="00A20688">
            <w:pPr>
              <w:jc w:val="center"/>
            </w:pPr>
            <w:r w:rsidRPr="00051107">
              <w:t>707158,72</w:t>
            </w:r>
          </w:p>
        </w:tc>
        <w:tc>
          <w:tcPr>
            <w:tcW w:w="1559" w:type="dxa"/>
            <w:vAlign w:val="center"/>
          </w:tcPr>
          <w:p w:rsidR="00437E8E" w:rsidRPr="00051107" w:rsidRDefault="0042416A" w:rsidP="00051107">
            <w:pPr>
              <w:jc w:val="center"/>
            </w:pPr>
            <w:r w:rsidRPr="00051107">
              <w:t>К</w:t>
            </w:r>
            <w:r w:rsidR="00437E8E" w:rsidRPr="00051107">
              <w:t>вартира</w:t>
            </w:r>
            <w:r w:rsidRPr="00051107">
              <w:t xml:space="preserve"> (индивидуальная)</w:t>
            </w:r>
          </w:p>
        </w:tc>
        <w:tc>
          <w:tcPr>
            <w:tcW w:w="1134" w:type="dxa"/>
            <w:vAlign w:val="center"/>
          </w:tcPr>
          <w:p w:rsidR="00437E8E" w:rsidRPr="00051107" w:rsidRDefault="0042416A" w:rsidP="00051107">
            <w:pPr>
              <w:jc w:val="center"/>
            </w:pPr>
            <w:r w:rsidRPr="00051107">
              <w:t>62,2</w:t>
            </w:r>
          </w:p>
        </w:tc>
        <w:tc>
          <w:tcPr>
            <w:tcW w:w="1134" w:type="dxa"/>
            <w:vAlign w:val="center"/>
          </w:tcPr>
          <w:p w:rsidR="00437E8E" w:rsidRPr="00051107" w:rsidRDefault="00437E8E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437E8E" w:rsidRPr="00051107" w:rsidRDefault="007C4F4C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437E8E" w:rsidRPr="00051107" w:rsidRDefault="00437E8E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437E8E" w:rsidRPr="00051107" w:rsidRDefault="00437E8E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437E8E" w:rsidRPr="00051107" w:rsidRDefault="00437E8E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437E8E" w:rsidRPr="00051107" w:rsidRDefault="00437E8E" w:rsidP="00051107">
            <w:pPr>
              <w:jc w:val="center"/>
            </w:pPr>
            <w:r w:rsidRPr="00051107">
              <w:t>-</w:t>
            </w:r>
          </w:p>
        </w:tc>
      </w:tr>
      <w:tr w:rsidR="00437E8E" w:rsidTr="00607956">
        <w:tc>
          <w:tcPr>
            <w:tcW w:w="1951" w:type="dxa"/>
            <w:vAlign w:val="center"/>
          </w:tcPr>
          <w:p w:rsidR="00437E8E" w:rsidRPr="00051107" w:rsidRDefault="00437E8E" w:rsidP="00437E8E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437E8E" w:rsidRPr="00051107" w:rsidRDefault="00245E7D" w:rsidP="00A20688">
            <w:pPr>
              <w:jc w:val="center"/>
            </w:pPr>
            <w:r w:rsidRPr="00051107">
              <w:t>1850459,15</w:t>
            </w:r>
          </w:p>
        </w:tc>
        <w:tc>
          <w:tcPr>
            <w:tcW w:w="1559" w:type="dxa"/>
            <w:vAlign w:val="center"/>
          </w:tcPr>
          <w:p w:rsidR="00437E8E" w:rsidRPr="00051107" w:rsidRDefault="00051107" w:rsidP="00051107">
            <w:pPr>
              <w:jc w:val="center"/>
            </w:pPr>
            <w:r>
              <w:t>г</w:t>
            </w:r>
            <w:r w:rsidR="00607956" w:rsidRPr="00051107">
              <w:t>араж</w:t>
            </w:r>
            <w:r w:rsidR="00245E7D" w:rsidRPr="00051107">
              <w:t xml:space="preserve"> (индивидуальная)</w:t>
            </w:r>
          </w:p>
          <w:p w:rsidR="00245E7D" w:rsidRPr="00051107" w:rsidRDefault="00245E7D" w:rsidP="00051107">
            <w:pPr>
              <w:jc w:val="center"/>
            </w:pPr>
          </w:p>
          <w:p w:rsidR="00245E7D" w:rsidRPr="00051107" w:rsidRDefault="00245E7D" w:rsidP="00051107">
            <w:pPr>
              <w:jc w:val="center"/>
            </w:pPr>
            <w:r w:rsidRPr="00051107">
              <w:t>земельный участок</w:t>
            </w:r>
          </w:p>
        </w:tc>
        <w:tc>
          <w:tcPr>
            <w:tcW w:w="1134" w:type="dxa"/>
            <w:vAlign w:val="center"/>
          </w:tcPr>
          <w:p w:rsidR="00245E7D" w:rsidRPr="00051107" w:rsidRDefault="00245E7D" w:rsidP="00051107">
            <w:pPr>
              <w:jc w:val="center"/>
            </w:pPr>
          </w:p>
          <w:p w:rsidR="00437E8E" w:rsidRPr="00051107" w:rsidRDefault="00607956" w:rsidP="00051107">
            <w:pPr>
              <w:jc w:val="center"/>
            </w:pPr>
            <w:r w:rsidRPr="00051107">
              <w:t>31,2</w:t>
            </w:r>
          </w:p>
          <w:p w:rsidR="00245E7D" w:rsidRPr="00051107" w:rsidRDefault="00245E7D" w:rsidP="00051107">
            <w:pPr>
              <w:jc w:val="center"/>
            </w:pPr>
          </w:p>
          <w:p w:rsidR="00245E7D" w:rsidRPr="00051107" w:rsidRDefault="00245E7D" w:rsidP="00051107">
            <w:pPr>
              <w:jc w:val="center"/>
            </w:pPr>
          </w:p>
          <w:p w:rsidR="00245E7D" w:rsidRPr="00051107" w:rsidRDefault="00834184" w:rsidP="00051107">
            <w:pPr>
              <w:jc w:val="center"/>
            </w:pPr>
            <w:r w:rsidRPr="00051107">
              <w:t>112,0</w:t>
            </w:r>
          </w:p>
        </w:tc>
        <w:tc>
          <w:tcPr>
            <w:tcW w:w="1134" w:type="dxa"/>
            <w:vAlign w:val="center"/>
          </w:tcPr>
          <w:p w:rsidR="00834184" w:rsidRPr="00051107" w:rsidRDefault="00834184" w:rsidP="00051107">
            <w:pPr>
              <w:jc w:val="center"/>
            </w:pPr>
          </w:p>
          <w:p w:rsidR="00437E8E" w:rsidRPr="00051107" w:rsidRDefault="00607956" w:rsidP="00051107">
            <w:pPr>
              <w:jc w:val="center"/>
            </w:pPr>
            <w:r w:rsidRPr="00051107">
              <w:t>РФ</w:t>
            </w:r>
          </w:p>
          <w:p w:rsidR="00245E7D" w:rsidRPr="00051107" w:rsidRDefault="00245E7D" w:rsidP="00051107">
            <w:pPr>
              <w:jc w:val="center"/>
            </w:pPr>
          </w:p>
          <w:p w:rsidR="00245E7D" w:rsidRPr="00051107" w:rsidRDefault="00245E7D" w:rsidP="00051107">
            <w:pPr>
              <w:jc w:val="center"/>
            </w:pPr>
          </w:p>
          <w:p w:rsidR="00245E7D" w:rsidRPr="00051107" w:rsidRDefault="00834184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437E8E" w:rsidRPr="00051107" w:rsidRDefault="0028551A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 xml:space="preserve">Nissan </w:t>
            </w:r>
            <w:proofErr w:type="spellStart"/>
            <w:r w:rsidRPr="00051107">
              <w:rPr>
                <w:szCs w:val="28"/>
                <w:lang w:val="en-US"/>
              </w:rPr>
              <w:t>Qashqai</w:t>
            </w:r>
            <w:proofErr w:type="spellEnd"/>
          </w:p>
          <w:p w:rsidR="00B219B8" w:rsidRPr="00051107" w:rsidRDefault="00B219B8" w:rsidP="00051107">
            <w:pPr>
              <w:jc w:val="center"/>
              <w:rPr>
                <w:szCs w:val="28"/>
              </w:rPr>
            </w:pPr>
          </w:p>
          <w:p w:rsidR="0028551A" w:rsidRPr="00051107" w:rsidRDefault="0028551A" w:rsidP="00051107">
            <w:pPr>
              <w:pStyle w:val="1"/>
              <w:pBdr>
                <w:bottom w:val="single" w:sz="6" w:space="0" w:color="A2A9B1"/>
              </w:pBdr>
              <w:spacing w:before="0" w:beforeAutospacing="0" w:after="60" w:afterAutospacing="0"/>
              <w:jc w:val="center"/>
              <w:rPr>
                <w:b w:val="0"/>
                <w:bCs w:val="0"/>
                <w:kern w:val="0"/>
                <w:sz w:val="24"/>
                <w:szCs w:val="28"/>
                <w:lang w:val="en-US"/>
              </w:rPr>
            </w:pPr>
            <w:r w:rsidRPr="00051107">
              <w:rPr>
                <w:b w:val="0"/>
                <w:bCs w:val="0"/>
                <w:kern w:val="0"/>
                <w:sz w:val="24"/>
                <w:szCs w:val="28"/>
                <w:lang w:val="en-US"/>
              </w:rPr>
              <w:t>Toyota Corolla</w:t>
            </w:r>
          </w:p>
          <w:p w:rsidR="0028551A" w:rsidRPr="00051107" w:rsidRDefault="0028551A" w:rsidP="000511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437E8E" w:rsidRPr="00051107" w:rsidRDefault="00437E8E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437E8E" w:rsidRPr="00051107" w:rsidRDefault="00B219B8" w:rsidP="00051107">
            <w:pPr>
              <w:jc w:val="center"/>
            </w:pPr>
            <w:r w:rsidRPr="00051107">
              <w:t>62,2</w:t>
            </w:r>
          </w:p>
        </w:tc>
        <w:tc>
          <w:tcPr>
            <w:tcW w:w="1134" w:type="dxa"/>
            <w:vAlign w:val="center"/>
          </w:tcPr>
          <w:p w:rsidR="00437E8E" w:rsidRPr="00051107" w:rsidRDefault="00437E8E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437E8E" w:rsidRPr="00051107" w:rsidRDefault="00437E8E" w:rsidP="00051107">
            <w:pPr>
              <w:jc w:val="center"/>
            </w:pPr>
            <w:r w:rsidRPr="00051107">
              <w:t>-</w:t>
            </w:r>
          </w:p>
        </w:tc>
      </w:tr>
      <w:tr w:rsidR="00A20688" w:rsidTr="00A20688">
        <w:tc>
          <w:tcPr>
            <w:tcW w:w="1951" w:type="dxa"/>
            <w:vAlign w:val="center"/>
          </w:tcPr>
          <w:p w:rsidR="00A20688" w:rsidRPr="00051107" w:rsidRDefault="00A20688" w:rsidP="00A20688">
            <w:r w:rsidRPr="00051107">
              <w:t xml:space="preserve">Дубникова </w:t>
            </w:r>
          </w:p>
          <w:p w:rsidR="00A20688" w:rsidRPr="00051107" w:rsidRDefault="00A20688" w:rsidP="00A20688">
            <w:r w:rsidRPr="00051107">
              <w:t xml:space="preserve">Зоя </w:t>
            </w:r>
          </w:p>
          <w:p w:rsidR="00A20688" w:rsidRPr="00051107" w:rsidRDefault="00A20688" w:rsidP="00A20688">
            <w:r w:rsidRPr="00051107">
              <w:t>Семеновна</w:t>
            </w:r>
          </w:p>
        </w:tc>
        <w:tc>
          <w:tcPr>
            <w:tcW w:w="1418" w:type="dxa"/>
            <w:vAlign w:val="center"/>
          </w:tcPr>
          <w:p w:rsidR="00A20688" w:rsidRPr="00051107" w:rsidRDefault="00402F00" w:rsidP="00A20688">
            <w:pPr>
              <w:jc w:val="center"/>
            </w:pPr>
            <w:r w:rsidRPr="00051107">
              <w:t>835575,55</w:t>
            </w:r>
          </w:p>
        </w:tc>
        <w:tc>
          <w:tcPr>
            <w:tcW w:w="1559" w:type="dxa"/>
          </w:tcPr>
          <w:p w:rsidR="00A20688" w:rsidRPr="00051107" w:rsidRDefault="00A20688" w:rsidP="00051107">
            <w:pPr>
              <w:jc w:val="center"/>
            </w:pPr>
            <w:r w:rsidRPr="00051107">
              <w:t>земельный участок</w:t>
            </w:r>
            <w:r w:rsidR="00402F00" w:rsidRPr="00051107">
              <w:t xml:space="preserve"> (</w:t>
            </w:r>
            <w:proofErr w:type="gramStart"/>
            <w:r w:rsidR="00402F00" w:rsidRPr="00051107">
              <w:t>индивидуальная</w:t>
            </w:r>
            <w:proofErr w:type="gramEnd"/>
            <w:r w:rsidR="00402F00" w:rsidRPr="00051107">
              <w:t>)</w:t>
            </w:r>
          </w:p>
          <w:p w:rsidR="00A20688" w:rsidRPr="00051107" w:rsidRDefault="00A20688" w:rsidP="00051107">
            <w:pPr>
              <w:jc w:val="center"/>
            </w:pPr>
            <w:r w:rsidRPr="00051107">
              <w:t>жилой дом</w:t>
            </w:r>
            <w:r w:rsidR="00402F00" w:rsidRPr="00051107">
              <w:t xml:space="preserve"> (</w:t>
            </w:r>
            <w:proofErr w:type="gramStart"/>
            <w:r w:rsidR="00402F00" w:rsidRPr="00051107">
              <w:t>индивидуальная</w:t>
            </w:r>
            <w:proofErr w:type="gramEnd"/>
            <w:r w:rsidR="00402F00" w:rsidRPr="00051107">
              <w:t>)</w:t>
            </w:r>
          </w:p>
          <w:p w:rsidR="00A20688" w:rsidRPr="00051107" w:rsidRDefault="00A20688" w:rsidP="00051107">
            <w:pPr>
              <w:jc w:val="center"/>
            </w:pPr>
            <w:r w:rsidRPr="00051107">
              <w:t>квартира</w:t>
            </w:r>
            <w:r w:rsidR="00F90E6E" w:rsidRPr="00051107">
              <w:t xml:space="preserve"> (1/3 доля</w:t>
            </w:r>
            <w:r w:rsidRPr="00051107">
              <w:t>)</w:t>
            </w:r>
          </w:p>
        </w:tc>
        <w:tc>
          <w:tcPr>
            <w:tcW w:w="1134" w:type="dxa"/>
          </w:tcPr>
          <w:p w:rsidR="00A20688" w:rsidRPr="00051107" w:rsidRDefault="00A20688" w:rsidP="00051107">
            <w:pPr>
              <w:jc w:val="center"/>
            </w:pPr>
            <w:r w:rsidRPr="00051107">
              <w:t>1422,0</w:t>
            </w:r>
          </w:p>
          <w:p w:rsidR="00A20688" w:rsidRPr="00051107" w:rsidRDefault="00A20688" w:rsidP="00051107">
            <w:pPr>
              <w:jc w:val="center"/>
            </w:pPr>
          </w:p>
          <w:p w:rsidR="00402F00" w:rsidRPr="00051107" w:rsidRDefault="00402F00" w:rsidP="00051107">
            <w:pPr>
              <w:jc w:val="center"/>
            </w:pPr>
          </w:p>
          <w:p w:rsidR="00402F00" w:rsidRPr="00051107" w:rsidRDefault="00402F00" w:rsidP="00051107">
            <w:pPr>
              <w:jc w:val="center"/>
            </w:pPr>
          </w:p>
          <w:p w:rsidR="00A20688" w:rsidRPr="00051107" w:rsidRDefault="00A20688" w:rsidP="00051107">
            <w:pPr>
              <w:jc w:val="center"/>
            </w:pPr>
            <w:r w:rsidRPr="00051107">
              <w:t>39,3</w:t>
            </w:r>
          </w:p>
          <w:p w:rsidR="00402F00" w:rsidRPr="00051107" w:rsidRDefault="00402F00" w:rsidP="00051107">
            <w:pPr>
              <w:jc w:val="center"/>
            </w:pPr>
          </w:p>
          <w:p w:rsidR="00402F00" w:rsidRPr="00051107" w:rsidRDefault="00402F00" w:rsidP="00051107">
            <w:pPr>
              <w:jc w:val="center"/>
            </w:pPr>
          </w:p>
          <w:p w:rsidR="00A20688" w:rsidRPr="00051107" w:rsidRDefault="00A20688" w:rsidP="00051107">
            <w:pPr>
              <w:jc w:val="center"/>
            </w:pPr>
            <w:r w:rsidRPr="00051107">
              <w:t>81,5</w:t>
            </w:r>
          </w:p>
        </w:tc>
        <w:tc>
          <w:tcPr>
            <w:tcW w:w="1134" w:type="dxa"/>
          </w:tcPr>
          <w:p w:rsidR="00A20688" w:rsidRPr="00051107" w:rsidRDefault="00A20688" w:rsidP="00051107">
            <w:pPr>
              <w:jc w:val="center"/>
            </w:pPr>
            <w:r w:rsidRPr="00051107">
              <w:t>РФ</w:t>
            </w:r>
          </w:p>
          <w:p w:rsidR="00A20688" w:rsidRPr="00051107" w:rsidRDefault="00A20688" w:rsidP="00051107">
            <w:pPr>
              <w:jc w:val="center"/>
            </w:pPr>
          </w:p>
          <w:p w:rsidR="00402F00" w:rsidRPr="00051107" w:rsidRDefault="00402F00" w:rsidP="00051107">
            <w:pPr>
              <w:jc w:val="center"/>
            </w:pPr>
          </w:p>
          <w:p w:rsidR="00402F00" w:rsidRPr="00051107" w:rsidRDefault="00402F00" w:rsidP="00051107">
            <w:pPr>
              <w:jc w:val="center"/>
            </w:pPr>
          </w:p>
          <w:p w:rsidR="00A20688" w:rsidRPr="00051107" w:rsidRDefault="00A20688" w:rsidP="00051107">
            <w:pPr>
              <w:jc w:val="center"/>
            </w:pPr>
            <w:r w:rsidRPr="00051107">
              <w:t>РФ</w:t>
            </w:r>
          </w:p>
          <w:p w:rsidR="00402F00" w:rsidRPr="00051107" w:rsidRDefault="00402F00" w:rsidP="00051107">
            <w:pPr>
              <w:jc w:val="center"/>
            </w:pPr>
          </w:p>
          <w:p w:rsidR="00402F00" w:rsidRPr="00051107" w:rsidRDefault="00402F00" w:rsidP="00051107">
            <w:pPr>
              <w:jc w:val="center"/>
            </w:pPr>
          </w:p>
          <w:p w:rsidR="00A20688" w:rsidRPr="00051107" w:rsidRDefault="00A20688" w:rsidP="00051107">
            <w:pPr>
              <w:jc w:val="center"/>
            </w:pPr>
            <w:r w:rsidRPr="00051107">
              <w:t>РФ</w:t>
            </w:r>
          </w:p>
          <w:p w:rsidR="00A20688" w:rsidRPr="00051107" w:rsidRDefault="00A20688" w:rsidP="00051107">
            <w:pPr>
              <w:jc w:val="center"/>
            </w:pPr>
          </w:p>
        </w:tc>
        <w:tc>
          <w:tcPr>
            <w:tcW w:w="1843" w:type="dxa"/>
            <w:vAlign w:val="center"/>
          </w:tcPr>
          <w:p w:rsidR="00A20688" w:rsidRPr="00051107" w:rsidRDefault="0097264D" w:rsidP="00051107">
            <w:pPr>
              <w:jc w:val="center"/>
              <w:rPr>
                <w:lang w:val="en-US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Pr="00051107">
              <w:rPr>
                <w:szCs w:val="28"/>
              </w:rPr>
              <w:t xml:space="preserve"> </w:t>
            </w:r>
            <w:r w:rsidRPr="00051107">
              <w:rPr>
                <w:szCs w:val="28"/>
                <w:lang w:val="en-US"/>
              </w:rPr>
              <w:t>RAV</w:t>
            </w:r>
            <w:r w:rsidRPr="00051107">
              <w:rPr>
                <w:szCs w:val="28"/>
              </w:rPr>
              <w:t xml:space="preserve"> 4</w:t>
            </w:r>
          </w:p>
        </w:tc>
        <w:tc>
          <w:tcPr>
            <w:tcW w:w="1559" w:type="dxa"/>
            <w:vAlign w:val="center"/>
          </w:tcPr>
          <w:p w:rsidR="00A20688" w:rsidRPr="00051107" w:rsidRDefault="00A20688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A20688" w:rsidRPr="00051107" w:rsidRDefault="00A20688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20688" w:rsidRPr="00051107" w:rsidRDefault="00A20688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A20688" w:rsidRPr="00051107" w:rsidRDefault="00A20688" w:rsidP="00051107">
            <w:pPr>
              <w:jc w:val="center"/>
            </w:pPr>
            <w:r w:rsidRPr="00051107">
              <w:t>-</w:t>
            </w:r>
          </w:p>
        </w:tc>
      </w:tr>
      <w:tr w:rsidR="00A20688" w:rsidTr="00965CD0">
        <w:tc>
          <w:tcPr>
            <w:tcW w:w="1951" w:type="dxa"/>
            <w:vAlign w:val="center"/>
          </w:tcPr>
          <w:p w:rsidR="00A20688" w:rsidRPr="00051107" w:rsidRDefault="00A20688" w:rsidP="00A20688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A20688" w:rsidRPr="00051107" w:rsidRDefault="00697822" w:rsidP="00A20688">
            <w:pPr>
              <w:jc w:val="center"/>
            </w:pPr>
            <w:r w:rsidRPr="00051107">
              <w:t>388060,02</w:t>
            </w:r>
          </w:p>
        </w:tc>
        <w:tc>
          <w:tcPr>
            <w:tcW w:w="1559" w:type="dxa"/>
          </w:tcPr>
          <w:p w:rsidR="00A20688" w:rsidRPr="00051107" w:rsidRDefault="00A20688" w:rsidP="00051107">
            <w:pPr>
              <w:jc w:val="center"/>
            </w:pPr>
            <w:r w:rsidRPr="00051107">
              <w:t xml:space="preserve">квартира </w:t>
            </w:r>
            <w:r w:rsidR="00F90E6E" w:rsidRPr="00051107">
              <w:t>(1/3 доля</w:t>
            </w:r>
            <w:r w:rsidRPr="00051107">
              <w:t>)</w:t>
            </w:r>
          </w:p>
        </w:tc>
        <w:tc>
          <w:tcPr>
            <w:tcW w:w="1134" w:type="dxa"/>
            <w:vAlign w:val="center"/>
          </w:tcPr>
          <w:p w:rsidR="00A20688" w:rsidRPr="00051107" w:rsidRDefault="00A20688" w:rsidP="00051107">
            <w:pPr>
              <w:jc w:val="center"/>
            </w:pPr>
            <w:r w:rsidRPr="00051107">
              <w:t>81,5</w:t>
            </w:r>
          </w:p>
        </w:tc>
        <w:tc>
          <w:tcPr>
            <w:tcW w:w="1134" w:type="dxa"/>
            <w:vAlign w:val="center"/>
          </w:tcPr>
          <w:p w:rsidR="00A20688" w:rsidRPr="00051107" w:rsidRDefault="00A20688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A20688" w:rsidRPr="00051107" w:rsidRDefault="00697822" w:rsidP="00051107">
            <w:pPr>
              <w:jc w:val="center"/>
              <w:rPr>
                <w:lang w:val="en-US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="00A20688" w:rsidRPr="00051107">
              <w:rPr>
                <w:lang w:val="en-US"/>
              </w:rPr>
              <w:t xml:space="preserve"> </w:t>
            </w:r>
            <w:proofErr w:type="spellStart"/>
            <w:r w:rsidR="00A20688" w:rsidRPr="00051107">
              <w:rPr>
                <w:lang w:val="en-US"/>
              </w:rPr>
              <w:t>Hais</w:t>
            </w:r>
            <w:proofErr w:type="spellEnd"/>
          </w:p>
        </w:tc>
        <w:tc>
          <w:tcPr>
            <w:tcW w:w="1559" w:type="dxa"/>
            <w:vAlign w:val="center"/>
          </w:tcPr>
          <w:p w:rsidR="00A20688" w:rsidRPr="00051107" w:rsidRDefault="00E625D3" w:rsidP="00051107">
            <w:pPr>
              <w:jc w:val="center"/>
            </w:pPr>
            <w:r w:rsidRPr="00051107">
              <w:t>жилой дом</w:t>
            </w:r>
          </w:p>
        </w:tc>
        <w:tc>
          <w:tcPr>
            <w:tcW w:w="1276" w:type="dxa"/>
            <w:vAlign w:val="center"/>
          </w:tcPr>
          <w:p w:rsidR="00A20688" w:rsidRPr="00051107" w:rsidRDefault="00E625D3" w:rsidP="00051107">
            <w:pPr>
              <w:jc w:val="center"/>
            </w:pPr>
            <w:r w:rsidRPr="00051107">
              <w:t>39,3</w:t>
            </w:r>
          </w:p>
        </w:tc>
        <w:tc>
          <w:tcPr>
            <w:tcW w:w="1134" w:type="dxa"/>
            <w:vAlign w:val="center"/>
          </w:tcPr>
          <w:p w:rsidR="00A20688" w:rsidRPr="00051107" w:rsidRDefault="00E625D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A20688" w:rsidRPr="00051107" w:rsidRDefault="00A20688" w:rsidP="00051107">
            <w:pPr>
              <w:jc w:val="center"/>
            </w:pPr>
            <w:r w:rsidRPr="00051107">
              <w:t>-</w:t>
            </w:r>
          </w:p>
        </w:tc>
      </w:tr>
      <w:tr w:rsidR="00832212" w:rsidTr="00832212">
        <w:tc>
          <w:tcPr>
            <w:tcW w:w="1951" w:type="dxa"/>
            <w:vAlign w:val="center"/>
          </w:tcPr>
          <w:p w:rsidR="00832212" w:rsidRPr="00051107" w:rsidRDefault="00832212" w:rsidP="00832212">
            <w:r w:rsidRPr="00051107">
              <w:t xml:space="preserve">Ефремова </w:t>
            </w:r>
            <w:r w:rsidRPr="00051107">
              <w:lastRenderedPageBreak/>
              <w:t>Наталья Валерьевна</w:t>
            </w:r>
          </w:p>
        </w:tc>
        <w:tc>
          <w:tcPr>
            <w:tcW w:w="1418" w:type="dxa"/>
            <w:vAlign w:val="center"/>
          </w:tcPr>
          <w:p w:rsidR="00832212" w:rsidRPr="00051107" w:rsidRDefault="00D33017" w:rsidP="00176801">
            <w:pPr>
              <w:jc w:val="center"/>
            </w:pPr>
            <w:r w:rsidRPr="00051107">
              <w:lastRenderedPageBreak/>
              <w:t>449392,15</w:t>
            </w:r>
          </w:p>
        </w:tc>
        <w:tc>
          <w:tcPr>
            <w:tcW w:w="1559" w:type="dxa"/>
            <w:vAlign w:val="center"/>
          </w:tcPr>
          <w:p w:rsidR="00832212" w:rsidRPr="00051107" w:rsidRDefault="00D33017" w:rsidP="00051107">
            <w:pPr>
              <w:jc w:val="center"/>
            </w:pPr>
            <w:r w:rsidRPr="00051107">
              <w:t>К</w:t>
            </w:r>
            <w:r w:rsidR="00832212" w:rsidRPr="00051107">
              <w:t>вартира</w:t>
            </w:r>
            <w:r w:rsidRPr="00051107">
              <w:t xml:space="preserve"> </w:t>
            </w:r>
            <w:r w:rsidRPr="00051107">
              <w:lastRenderedPageBreak/>
              <w:t>(индивидуальная)</w:t>
            </w:r>
          </w:p>
        </w:tc>
        <w:tc>
          <w:tcPr>
            <w:tcW w:w="1134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lastRenderedPageBreak/>
              <w:t>45,1</w:t>
            </w:r>
          </w:p>
        </w:tc>
        <w:tc>
          <w:tcPr>
            <w:tcW w:w="1134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</w:tr>
      <w:tr w:rsidR="00832212" w:rsidTr="00832212">
        <w:tc>
          <w:tcPr>
            <w:tcW w:w="1951" w:type="dxa"/>
            <w:vAlign w:val="center"/>
          </w:tcPr>
          <w:p w:rsidR="00832212" w:rsidRPr="00051107" w:rsidRDefault="00832212" w:rsidP="00832212">
            <w:r w:rsidRPr="00051107">
              <w:lastRenderedPageBreak/>
              <w:t>супруг</w:t>
            </w:r>
          </w:p>
        </w:tc>
        <w:tc>
          <w:tcPr>
            <w:tcW w:w="1418" w:type="dxa"/>
            <w:vAlign w:val="center"/>
          </w:tcPr>
          <w:p w:rsidR="00832212" w:rsidRPr="00051107" w:rsidRDefault="00181BD3" w:rsidP="00176801">
            <w:pPr>
              <w:jc w:val="center"/>
            </w:pPr>
            <w:r w:rsidRPr="00051107">
              <w:t>1250755,75</w:t>
            </w:r>
          </w:p>
        </w:tc>
        <w:tc>
          <w:tcPr>
            <w:tcW w:w="1559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151DCA" w:rsidRPr="00051107" w:rsidRDefault="003629EE" w:rsidP="00051107">
            <w:pPr>
              <w:jc w:val="center"/>
            </w:pPr>
            <w:r w:rsidRPr="00051107">
              <w:rPr>
                <w:lang w:val="en-US"/>
              </w:rPr>
              <w:t>H</w:t>
            </w:r>
            <w:r w:rsidR="00D62919" w:rsidRPr="00051107">
              <w:rPr>
                <w:lang w:val="en-US"/>
              </w:rPr>
              <w:t>onda</w:t>
            </w:r>
            <w:r w:rsidRPr="00051107">
              <w:rPr>
                <w:lang w:val="en-US"/>
              </w:rPr>
              <w:t xml:space="preserve"> F</w:t>
            </w:r>
            <w:r w:rsidR="00D62919" w:rsidRPr="00051107">
              <w:rPr>
                <w:lang w:val="en-US"/>
              </w:rPr>
              <w:t>it</w:t>
            </w:r>
          </w:p>
          <w:p w:rsidR="00832212" w:rsidRPr="00051107" w:rsidRDefault="003629EE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S</w:t>
            </w:r>
            <w:r w:rsidR="00D62919" w:rsidRPr="00051107">
              <w:rPr>
                <w:lang w:val="en-US"/>
              </w:rPr>
              <w:t>huttle</w:t>
            </w:r>
            <w:r w:rsidRPr="00051107">
              <w:rPr>
                <w:lang w:val="en-US"/>
              </w:rPr>
              <w:t xml:space="preserve"> H</w:t>
            </w:r>
            <w:r w:rsidR="00D62919" w:rsidRPr="00051107">
              <w:rPr>
                <w:lang w:val="en-US"/>
              </w:rPr>
              <w:t>ybrid</w:t>
            </w:r>
          </w:p>
        </w:tc>
        <w:tc>
          <w:tcPr>
            <w:tcW w:w="1559" w:type="dxa"/>
          </w:tcPr>
          <w:p w:rsidR="00832212" w:rsidRPr="00051107" w:rsidRDefault="00832212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</w:tcPr>
          <w:p w:rsidR="00832212" w:rsidRPr="00051107" w:rsidRDefault="00832212" w:rsidP="00051107">
            <w:pPr>
              <w:jc w:val="center"/>
            </w:pPr>
            <w:r w:rsidRPr="00051107">
              <w:t>45,1</w:t>
            </w:r>
          </w:p>
        </w:tc>
        <w:tc>
          <w:tcPr>
            <w:tcW w:w="1134" w:type="dxa"/>
          </w:tcPr>
          <w:p w:rsidR="00832212" w:rsidRPr="00051107" w:rsidRDefault="00832212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</w:tr>
      <w:tr w:rsidR="00832212" w:rsidTr="00832212">
        <w:tc>
          <w:tcPr>
            <w:tcW w:w="1951" w:type="dxa"/>
            <w:vAlign w:val="center"/>
          </w:tcPr>
          <w:p w:rsidR="00832212" w:rsidRPr="00051107" w:rsidRDefault="00832212" w:rsidP="00832212">
            <w:r w:rsidRPr="00051107">
              <w:t>сын</w:t>
            </w:r>
          </w:p>
        </w:tc>
        <w:tc>
          <w:tcPr>
            <w:tcW w:w="1418" w:type="dxa"/>
            <w:vAlign w:val="center"/>
          </w:tcPr>
          <w:p w:rsidR="00832212" w:rsidRPr="00051107" w:rsidRDefault="00832212" w:rsidP="00176801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</w:tcPr>
          <w:p w:rsidR="00832212" w:rsidRPr="00051107" w:rsidRDefault="00832212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</w:tcPr>
          <w:p w:rsidR="00832212" w:rsidRPr="00051107" w:rsidRDefault="00832212" w:rsidP="00051107">
            <w:pPr>
              <w:jc w:val="center"/>
            </w:pPr>
            <w:r w:rsidRPr="00051107">
              <w:t>45,1</w:t>
            </w:r>
          </w:p>
        </w:tc>
        <w:tc>
          <w:tcPr>
            <w:tcW w:w="1134" w:type="dxa"/>
          </w:tcPr>
          <w:p w:rsidR="00832212" w:rsidRPr="00051107" w:rsidRDefault="00832212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832212" w:rsidRPr="00051107" w:rsidRDefault="00832212" w:rsidP="00051107">
            <w:pPr>
              <w:jc w:val="center"/>
            </w:pPr>
            <w:r w:rsidRPr="00051107">
              <w:t>-</w:t>
            </w:r>
          </w:p>
        </w:tc>
      </w:tr>
      <w:tr w:rsidR="00185B03" w:rsidTr="00832212">
        <w:tc>
          <w:tcPr>
            <w:tcW w:w="1951" w:type="dxa"/>
            <w:vAlign w:val="center"/>
          </w:tcPr>
          <w:p w:rsidR="00185B03" w:rsidRPr="00051107" w:rsidRDefault="00185B03" w:rsidP="000256EB">
            <w:r w:rsidRPr="00051107">
              <w:t>сын</w:t>
            </w:r>
          </w:p>
        </w:tc>
        <w:tc>
          <w:tcPr>
            <w:tcW w:w="1418" w:type="dxa"/>
            <w:vAlign w:val="center"/>
          </w:tcPr>
          <w:p w:rsidR="00185B03" w:rsidRPr="00051107" w:rsidRDefault="00185B03" w:rsidP="000256EB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  <w:vAlign w:val="center"/>
          </w:tcPr>
          <w:p w:rsidR="00185B03" w:rsidRPr="00051107" w:rsidRDefault="00185B0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185B03" w:rsidRPr="00051107" w:rsidRDefault="00185B0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185B03" w:rsidRPr="00051107" w:rsidRDefault="00185B03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185B03" w:rsidRPr="00051107" w:rsidRDefault="00185B03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</w:tcPr>
          <w:p w:rsidR="00185B03" w:rsidRPr="00051107" w:rsidRDefault="00185B03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</w:tcPr>
          <w:p w:rsidR="00185B03" w:rsidRPr="00051107" w:rsidRDefault="00185B03" w:rsidP="00051107">
            <w:pPr>
              <w:jc w:val="center"/>
            </w:pPr>
            <w:r w:rsidRPr="00051107">
              <w:t>45,1</w:t>
            </w:r>
          </w:p>
        </w:tc>
        <w:tc>
          <w:tcPr>
            <w:tcW w:w="1134" w:type="dxa"/>
          </w:tcPr>
          <w:p w:rsidR="00185B03" w:rsidRPr="00051107" w:rsidRDefault="00185B0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185B03" w:rsidRPr="00051107" w:rsidRDefault="00185B03" w:rsidP="00051107">
            <w:pPr>
              <w:jc w:val="center"/>
            </w:pPr>
            <w:r w:rsidRPr="00051107">
              <w:t>-</w:t>
            </w:r>
          </w:p>
        </w:tc>
      </w:tr>
      <w:tr w:rsidR="00751ECE" w:rsidTr="00176801">
        <w:tc>
          <w:tcPr>
            <w:tcW w:w="1951" w:type="dxa"/>
          </w:tcPr>
          <w:p w:rsidR="00751ECE" w:rsidRPr="00051107" w:rsidRDefault="00694C19" w:rsidP="00176801">
            <w:proofErr w:type="spellStart"/>
            <w:r w:rsidRPr="00051107">
              <w:t>Золотухин</w:t>
            </w:r>
            <w:proofErr w:type="spellEnd"/>
            <w:r w:rsidRPr="00051107">
              <w:t xml:space="preserve"> Вячеслав Петрович</w:t>
            </w:r>
          </w:p>
        </w:tc>
        <w:tc>
          <w:tcPr>
            <w:tcW w:w="1418" w:type="dxa"/>
            <w:vAlign w:val="center"/>
          </w:tcPr>
          <w:p w:rsidR="00751ECE" w:rsidRPr="00051107" w:rsidRDefault="00694C19" w:rsidP="00151DCA">
            <w:pPr>
              <w:jc w:val="center"/>
            </w:pPr>
            <w:r w:rsidRPr="00051107">
              <w:t>815005,77</w:t>
            </w:r>
          </w:p>
        </w:tc>
        <w:tc>
          <w:tcPr>
            <w:tcW w:w="1559" w:type="dxa"/>
            <w:vAlign w:val="center"/>
          </w:tcPr>
          <w:p w:rsidR="00751ECE" w:rsidRPr="00051107" w:rsidRDefault="005A15BD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5A15BD" w:rsidRPr="00051107" w:rsidRDefault="005A15BD" w:rsidP="00051107">
            <w:pPr>
              <w:jc w:val="center"/>
            </w:pPr>
            <w:r w:rsidRPr="00051107">
              <w:t>земельный участок (1/4 доля)</w:t>
            </w:r>
          </w:p>
          <w:p w:rsidR="005A15BD" w:rsidRPr="00051107" w:rsidRDefault="005A15BD" w:rsidP="00051107">
            <w:pPr>
              <w:jc w:val="center"/>
            </w:pPr>
            <w:r w:rsidRPr="00051107">
              <w:t>земельный участок (1/4 доля)</w:t>
            </w:r>
          </w:p>
          <w:p w:rsidR="002F614D" w:rsidRPr="00051107" w:rsidRDefault="002F614D" w:rsidP="00051107">
            <w:pPr>
              <w:jc w:val="center"/>
            </w:pPr>
            <w:r w:rsidRPr="00051107">
              <w:t>жилой дом</w:t>
            </w:r>
          </w:p>
          <w:p w:rsidR="002F614D" w:rsidRPr="00051107" w:rsidRDefault="002F614D" w:rsidP="00051107">
            <w:pPr>
              <w:jc w:val="center"/>
            </w:pPr>
            <w:r w:rsidRPr="00051107">
              <w:t>(1/4 доля)</w:t>
            </w:r>
          </w:p>
          <w:p w:rsidR="002F614D" w:rsidRPr="00051107" w:rsidRDefault="002F614D" w:rsidP="00051107">
            <w:pPr>
              <w:jc w:val="center"/>
            </w:pPr>
            <w:r w:rsidRPr="00051107">
              <w:t>жилой дом</w:t>
            </w:r>
          </w:p>
          <w:p w:rsidR="002F614D" w:rsidRPr="00051107" w:rsidRDefault="002F614D" w:rsidP="00051107">
            <w:pPr>
              <w:jc w:val="center"/>
            </w:pPr>
            <w:r w:rsidRPr="00051107">
              <w:t>(1/4 доля)</w:t>
            </w:r>
          </w:p>
          <w:p w:rsidR="005A15BD" w:rsidRPr="00051107" w:rsidRDefault="005A15BD" w:rsidP="00051107">
            <w:pPr>
              <w:jc w:val="center"/>
            </w:pPr>
          </w:p>
        </w:tc>
        <w:tc>
          <w:tcPr>
            <w:tcW w:w="1134" w:type="dxa"/>
            <w:vAlign w:val="center"/>
          </w:tcPr>
          <w:p w:rsidR="00DE6EAF" w:rsidRPr="00051107" w:rsidRDefault="00DE6EAF" w:rsidP="00051107">
            <w:pPr>
              <w:jc w:val="center"/>
            </w:pPr>
          </w:p>
          <w:p w:rsidR="00751ECE" w:rsidRPr="00051107" w:rsidRDefault="002F614D" w:rsidP="00051107">
            <w:pPr>
              <w:jc w:val="center"/>
            </w:pPr>
            <w:r w:rsidRPr="00051107">
              <w:t>310000,0</w:t>
            </w: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DE6EAF" w:rsidP="00051107">
            <w:pPr>
              <w:jc w:val="center"/>
            </w:pPr>
            <w:r w:rsidRPr="00051107">
              <w:t>1200,0</w:t>
            </w: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DE6EAF" w:rsidP="00051107">
            <w:pPr>
              <w:jc w:val="center"/>
            </w:pPr>
            <w:r w:rsidRPr="00051107">
              <w:t>2900,0</w:t>
            </w: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DE6EAF" w:rsidP="00051107">
            <w:pPr>
              <w:jc w:val="center"/>
            </w:pPr>
            <w:r w:rsidRPr="00051107">
              <w:t>79,6</w:t>
            </w: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DE6EAF" w:rsidP="00051107">
            <w:pPr>
              <w:jc w:val="center"/>
            </w:pPr>
            <w:r w:rsidRPr="00051107">
              <w:t>32,2</w:t>
            </w: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2F614D" w:rsidP="00051107">
            <w:pPr>
              <w:jc w:val="center"/>
            </w:pPr>
          </w:p>
          <w:p w:rsidR="002F614D" w:rsidRPr="00051107" w:rsidRDefault="002F614D" w:rsidP="0005110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51ECE" w:rsidRPr="00051107" w:rsidRDefault="00C44C57" w:rsidP="00051107">
            <w:pPr>
              <w:jc w:val="center"/>
            </w:pPr>
            <w:r w:rsidRPr="00051107">
              <w:t>РФ</w:t>
            </w: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  <w:r w:rsidRPr="00051107">
              <w:t>РФ</w:t>
            </w: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  <w:r w:rsidRPr="00051107">
              <w:t>РФ</w:t>
            </w: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  <w:r w:rsidRPr="00051107">
              <w:t>РФ</w:t>
            </w: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  <w:r w:rsidRPr="00051107">
              <w:t>РФ</w:t>
            </w:r>
          </w:p>
          <w:p w:rsidR="00C44C57" w:rsidRPr="00051107" w:rsidRDefault="00C44C57" w:rsidP="00051107">
            <w:pPr>
              <w:jc w:val="center"/>
            </w:pPr>
          </w:p>
          <w:p w:rsidR="00C44C57" w:rsidRPr="00051107" w:rsidRDefault="00C44C57" w:rsidP="00051107">
            <w:pPr>
              <w:jc w:val="center"/>
            </w:pPr>
          </w:p>
        </w:tc>
        <w:tc>
          <w:tcPr>
            <w:tcW w:w="1843" w:type="dxa"/>
            <w:vAlign w:val="center"/>
          </w:tcPr>
          <w:p w:rsidR="00751ECE" w:rsidRPr="00051107" w:rsidRDefault="00C44C57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="00D24E4A" w:rsidRPr="00051107">
              <w:rPr>
                <w:szCs w:val="28"/>
              </w:rPr>
              <w:t xml:space="preserve"> 3</w:t>
            </w:r>
            <w:r w:rsidR="00D24E4A" w:rsidRPr="00051107">
              <w:rPr>
                <w:szCs w:val="28"/>
                <w:lang w:val="en-US"/>
              </w:rPr>
              <w:t>S</w:t>
            </w:r>
          </w:p>
          <w:p w:rsidR="00D24E4A" w:rsidRPr="00051107" w:rsidRDefault="00D24E4A" w:rsidP="00051107">
            <w:pPr>
              <w:jc w:val="center"/>
              <w:rPr>
                <w:szCs w:val="28"/>
                <w:lang w:val="en-US"/>
              </w:rPr>
            </w:pPr>
          </w:p>
          <w:p w:rsidR="00D24E4A" w:rsidRPr="00051107" w:rsidRDefault="00D24E4A" w:rsidP="00051107">
            <w:pPr>
              <w:jc w:val="center"/>
              <w:rPr>
                <w:szCs w:val="28"/>
                <w:lang w:val="en-US"/>
              </w:rPr>
            </w:pPr>
          </w:p>
          <w:p w:rsidR="00D24E4A" w:rsidRPr="00051107" w:rsidRDefault="00CE12B6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Т</w:t>
            </w:r>
            <w:r w:rsidR="00D24E4A" w:rsidRPr="00051107">
              <w:rPr>
                <w:szCs w:val="28"/>
              </w:rPr>
              <w:t>рактор колесный Т-28</w:t>
            </w:r>
          </w:p>
          <w:p w:rsidR="00D24E4A" w:rsidRPr="00051107" w:rsidRDefault="00D24E4A" w:rsidP="00051107">
            <w:pPr>
              <w:jc w:val="center"/>
              <w:rPr>
                <w:szCs w:val="28"/>
              </w:rPr>
            </w:pPr>
          </w:p>
          <w:p w:rsidR="00D24E4A" w:rsidRPr="00D24E4A" w:rsidRDefault="00D24E4A" w:rsidP="00051107">
            <w:pPr>
              <w:pBdr>
                <w:bottom w:val="single" w:sz="6" w:space="0" w:color="A2A9B1"/>
              </w:pBdr>
              <w:spacing w:after="60"/>
              <w:jc w:val="center"/>
              <w:outlineLvl w:val="0"/>
              <w:rPr>
                <w:szCs w:val="28"/>
              </w:rPr>
            </w:pPr>
            <w:proofErr w:type="spellStart"/>
            <w:r w:rsidRPr="00D24E4A">
              <w:rPr>
                <w:szCs w:val="28"/>
              </w:rPr>
              <w:t>Isuzu</w:t>
            </w:r>
            <w:proofErr w:type="spellEnd"/>
            <w:r w:rsidRPr="00D24E4A">
              <w:rPr>
                <w:szCs w:val="28"/>
              </w:rPr>
              <w:t xml:space="preserve"> </w:t>
            </w:r>
            <w:proofErr w:type="spellStart"/>
            <w:r w:rsidRPr="00D24E4A">
              <w:rPr>
                <w:szCs w:val="28"/>
              </w:rPr>
              <w:t>Elf</w:t>
            </w:r>
            <w:proofErr w:type="spellEnd"/>
          </w:p>
          <w:p w:rsidR="00D24E4A" w:rsidRPr="00051107" w:rsidRDefault="00D24E4A" w:rsidP="00051107">
            <w:pPr>
              <w:jc w:val="center"/>
              <w:rPr>
                <w:szCs w:val="28"/>
              </w:rPr>
            </w:pPr>
          </w:p>
          <w:p w:rsidR="00D24E4A" w:rsidRPr="00051107" w:rsidRDefault="00D24E4A" w:rsidP="00051107">
            <w:pPr>
              <w:jc w:val="center"/>
              <w:rPr>
                <w:szCs w:val="28"/>
              </w:rPr>
            </w:pPr>
          </w:p>
          <w:p w:rsidR="00D24E4A" w:rsidRPr="00051107" w:rsidRDefault="00D24E4A" w:rsidP="00051107">
            <w:pPr>
              <w:jc w:val="center"/>
              <w:rPr>
                <w:szCs w:val="28"/>
              </w:rPr>
            </w:pPr>
          </w:p>
          <w:p w:rsidR="00D24E4A" w:rsidRPr="00051107" w:rsidRDefault="00D24E4A" w:rsidP="00051107">
            <w:pPr>
              <w:jc w:val="center"/>
              <w:rPr>
                <w:szCs w:val="28"/>
              </w:rPr>
            </w:pPr>
          </w:p>
          <w:p w:rsidR="00D24E4A" w:rsidRPr="00051107" w:rsidRDefault="00D24E4A" w:rsidP="00051107">
            <w:pPr>
              <w:jc w:val="center"/>
              <w:rPr>
                <w:szCs w:val="28"/>
              </w:rPr>
            </w:pPr>
          </w:p>
          <w:p w:rsidR="00D24E4A" w:rsidRPr="00051107" w:rsidRDefault="00D24E4A" w:rsidP="00051107">
            <w:pPr>
              <w:jc w:val="center"/>
              <w:rPr>
                <w:szCs w:val="28"/>
              </w:rPr>
            </w:pPr>
          </w:p>
          <w:p w:rsidR="00D24E4A" w:rsidRPr="00051107" w:rsidRDefault="00D24E4A" w:rsidP="00051107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51ECE" w:rsidRPr="00051107" w:rsidRDefault="0000181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751ECE" w:rsidRPr="00051107" w:rsidRDefault="0000181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751ECE" w:rsidRPr="00051107" w:rsidRDefault="0000181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751ECE" w:rsidRPr="00051107" w:rsidRDefault="0000181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751ECE" w:rsidTr="00176801">
        <w:tc>
          <w:tcPr>
            <w:tcW w:w="1951" w:type="dxa"/>
          </w:tcPr>
          <w:p w:rsidR="00751ECE" w:rsidRPr="00051107" w:rsidRDefault="00420D0D" w:rsidP="00176801">
            <w:r w:rsidRPr="00051107">
              <w:t>супруга</w:t>
            </w:r>
          </w:p>
        </w:tc>
        <w:tc>
          <w:tcPr>
            <w:tcW w:w="1418" w:type="dxa"/>
            <w:vAlign w:val="center"/>
          </w:tcPr>
          <w:p w:rsidR="00751ECE" w:rsidRPr="00051107" w:rsidRDefault="00420D0D" w:rsidP="00151DCA">
            <w:pPr>
              <w:jc w:val="center"/>
            </w:pPr>
            <w:r w:rsidRPr="00051107">
              <w:t>99403,63</w:t>
            </w:r>
          </w:p>
        </w:tc>
        <w:tc>
          <w:tcPr>
            <w:tcW w:w="1559" w:type="dxa"/>
            <w:vAlign w:val="center"/>
          </w:tcPr>
          <w:p w:rsidR="00420D0D" w:rsidRPr="00051107" w:rsidRDefault="00420D0D" w:rsidP="00051107">
            <w:pPr>
              <w:jc w:val="center"/>
            </w:pPr>
            <w:r w:rsidRPr="00051107">
              <w:t>земельный участок (1/4 доля)</w:t>
            </w:r>
          </w:p>
          <w:p w:rsidR="00420D0D" w:rsidRPr="00051107" w:rsidRDefault="00420D0D" w:rsidP="00051107">
            <w:pPr>
              <w:jc w:val="center"/>
            </w:pPr>
            <w:r w:rsidRPr="00051107">
              <w:t>земельный участок (1/4 доля)</w:t>
            </w:r>
          </w:p>
          <w:p w:rsidR="00CD411E" w:rsidRPr="00051107" w:rsidRDefault="00CD411E" w:rsidP="00051107">
            <w:pPr>
              <w:jc w:val="center"/>
            </w:pPr>
            <w:r w:rsidRPr="00051107">
              <w:t>жилой дом</w:t>
            </w:r>
          </w:p>
          <w:p w:rsidR="00CD411E" w:rsidRPr="00051107" w:rsidRDefault="00CD411E" w:rsidP="00051107">
            <w:pPr>
              <w:jc w:val="center"/>
            </w:pPr>
            <w:r w:rsidRPr="00051107">
              <w:t>(1/4 доля)</w:t>
            </w:r>
          </w:p>
          <w:p w:rsidR="00CD411E" w:rsidRPr="00051107" w:rsidRDefault="00CD411E" w:rsidP="00051107">
            <w:pPr>
              <w:jc w:val="center"/>
            </w:pPr>
            <w:r w:rsidRPr="00051107">
              <w:t>жилой дом</w:t>
            </w:r>
          </w:p>
          <w:p w:rsidR="00CD411E" w:rsidRPr="00051107" w:rsidRDefault="00CD411E" w:rsidP="00051107">
            <w:pPr>
              <w:jc w:val="center"/>
            </w:pPr>
            <w:r w:rsidRPr="00051107">
              <w:t>(1/4 доля)</w:t>
            </w:r>
          </w:p>
          <w:p w:rsidR="00751ECE" w:rsidRPr="00051107" w:rsidRDefault="00751ECE" w:rsidP="0005110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51ECE" w:rsidRPr="00051107" w:rsidRDefault="00420D0D" w:rsidP="00051107">
            <w:pPr>
              <w:jc w:val="center"/>
            </w:pPr>
            <w:r w:rsidRPr="00051107">
              <w:t>1200,0</w:t>
            </w:r>
          </w:p>
          <w:p w:rsidR="00420D0D" w:rsidRPr="00051107" w:rsidRDefault="00420D0D" w:rsidP="00051107">
            <w:pPr>
              <w:jc w:val="center"/>
            </w:pPr>
          </w:p>
          <w:p w:rsidR="00420D0D" w:rsidRPr="00051107" w:rsidRDefault="00420D0D" w:rsidP="00051107">
            <w:pPr>
              <w:jc w:val="center"/>
            </w:pPr>
          </w:p>
          <w:p w:rsidR="00420D0D" w:rsidRPr="00051107" w:rsidRDefault="00420D0D" w:rsidP="00051107">
            <w:pPr>
              <w:jc w:val="center"/>
            </w:pPr>
            <w:r w:rsidRPr="00051107">
              <w:t>2900,0</w:t>
            </w:r>
          </w:p>
          <w:p w:rsidR="00CD411E" w:rsidRPr="00051107" w:rsidRDefault="00CD411E" w:rsidP="00051107">
            <w:pPr>
              <w:jc w:val="center"/>
            </w:pPr>
          </w:p>
          <w:p w:rsidR="00CD411E" w:rsidRPr="00051107" w:rsidRDefault="00CD411E" w:rsidP="00051107">
            <w:pPr>
              <w:jc w:val="center"/>
            </w:pPr>
            <w:r w:rsidRPr="00051107">
              <w:t>79,6</w:t>
            </w:r>
          </w:p>
          <w:p w:rsidR="00CD411E" w:rsidRPr="00051107" w:rsidRDefault="00CD411E" w:rsidP="00051107">
            <w:pPr>
              <w:jc w:val="center"/>
            </w:pPr>
          </w:p>
          <w:p w:rsidR="00420D0D" w:rsidRPr="00051107" w:rsidRDefault="00CD411E" w:rsidP="00051107">
            <w:pPr>
              <w:jc w:val="center"/>
            </w:pPr>
            <w:r w:rsidRPr="00051107">
              <w:t>32,2</w:t>
            </w:r>
          </w:p>
        </w:tc>
        <w:tc>
          <w:tcPr>
            <w:tcW w:w="1134" w:type="dxa"/>
            <w:vAlign w:val="center"/>
          </w:tcPr>
          <w:p w:rsidR="00751ECE" w:rsidRPr="00051107" w:rsidRDefault="00420D0D" w:rsidP="00051107">
            <w:pPr>
              <w:jc w:val="center"/>
            </w:pPr>
            <w:r w:rsidRPr="00051107">
              <w:t>РФ</w:t>
            </w:r>
          </w:p>
          <w:p w:rsidR="00420D0D" w:rsidRPr="00051107" w:rsidRDefault="00420D0D" w:rsidP="00051107">
            <w:pPr>
              <w:jc w:val="center"/>
            </w:pPr>
          </w:p>
          <w:p w:rsidR="00420D0D" w:rsidRPr="00051107" w:rsidRDefault="00420D0D" w:rsidP="00051107">
            <w:pPr>
              <w:jc w:val="center"/>
            </w:pPr>
          </w:p>
          <w:p w:rsidR="00420D0D" w:rsidRPr="00051107" w:rsidRDefault="00420D0D" w:rsidP="00051107">
            <w:pPr>
              <w:jc w:val="center"/>
            </w:pPr>
            <w:r w:rsidRPr="00051107">
              <w:t>РФ</w:t>
            </w:r>
          </w:p>
          <w:p w:rsidR="00CD411E" w:rsidRPr="00051107" w:rsidRDefault="00CD411E" w:rsidP="00051107">
            <w:pPr>
              <w:jc w:val="center"/>
            </w:pPr>
          </w:p>
          <w:p w:rsidR="00CD411E" w:rsidRPr="00051107" w:rsidRDefault="00CD411E" w:rsidP="00051107">
            <w:pPr>
              <w:jc w:val="center"/>
            </w:pPr>
            <w:r w:rsidRPr="00051107">
              <w:t>РФ</w:t>
            </w:r>
          </w:p>
          <w:p w:rsidR="00CD411E" w:rsidRPr="00051107" w:rsidRDefault="00CD411E" w:rsidP="00051107">
            <w:pPr>
              <w:jc w:val="center"/>
            </w:pPr>
          </w:p>
          <w:p w:rsidR="00CD411E" w:rsidRPr="00051107" w:rsidRDefault="00CD411E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751ECE" w:rsidRPr="00051107" w:rsidRDefault="0000181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51ECE" w:rsidRPr="00051107" w:rsidRDefault="0000181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751ECE" w:rsidRPr="00051107" w:rsidRDefault="0000181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751ECE" w:rsidRPr="00051107" w:rsidRDefault="0000181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751ECE" w:rsidRPr="00051107" w:rsidRDefault="0000181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B03D2E" w:rsidTr="00176801">
        <w:tc>
          <w:tcPr>
            <w:tcW w:w="1951" w:type="dxa"/>
          </w:tcPr>
          <w:p w:rsidR="00B03D2E" w:rsidRPr="00051107" w:rsidRDefault="00B03D2E" w:rsidP="00176801">
            <w:r w:rsidRPr="00051107">
              <w:t>сын</w:t>
            </w:r>
          </w:p>
        </w:tc>
        <w:tc>
          <w:tcPr>
            <w:tcW w:w="1418" w:type="dxa"/>
            <w:vAlign w:val="center"/>
          </w:tcPr>
          <w:p w:rsidR="00B03D2E" w:rsidRPr="00051107" w:rsidRDefault="00B03D2E" w:rsidP="00151DCA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  <w:vAlign w:val="center"/>
          </w:tcPr>
          <w:p w:rsidR="00B03D2E" w:rsidRPr="00051107" w:rsidRDefault="00B03D2E" w:rsidP="00051107">
            <w:pPr>
              <w:jc w:val="center"/>
            </w:pPr>
            <w:r w:rsidRPr="00051107">
              <w:t xml:space="preserve">земельный участок (1/4 </w:t>
            </w:r>
            <w:r w:rsidRPr="00051107">
              <w:lastRenderedPageBreak/>
              <w:t>доля)</w:t>
            </w:r>
          </w:p>
          <w:p w:rsidR="00B03D2E" w:rsidRPr="00051107" w:rsidRDefault="00B03D2E" w:rsidP="00051107">
            <w:pPr>
              <w:jc w:val="center"/>
            </w:pPr>
            <w:r w:rsidRPr="00051107">
              <w:t>земельный участок (1/4 доля)</w:t>
            </w:r>
          </w:p>
          <w:p w:rsidR="00B03D2E" w:rsidRPr="00051107" w:rsidRDefault="00B03D2E" w:rsidP="00051107">
            <w:pPr>
              <w:jc w:val="center"/>
            </w:pPr>
            <w:r w:rsidRPr="00051107">
              <w:t>жилой дом</w:t>
            </w:r>
          </w:p>
          <w:p w:rsidR="00B03D2E" w:rsidRPr="00051107" w:rsidRDefault="00B03D2E" w:rsidP="00051107">
            <w:pPr>
              <w:jc w:val="center"/>
            </w:pPr>
            <w:r w:rsidRPr="00051107">
              <w:t>(1/4 доля)</w:t>
            </w:r>
          </w:p>
          <w:p w:rsidR="00B03D2E" w:rsidRPr="00051107" w:rsidRDefault="00B03D2E" w:rsidP="00051107">
            <w:pPr>
              <w:jc w:val="center"/>
            </w:pPr>
            <w:r w:rsidRPr="00051107">
              <w:t>жилой дом</w:t>
            </w:r>
          </w:p>
          <w:p w:rsidR="00B03D2E" w:rsidRPr="00051107" w:rsidRDefault="00B03D2E" w:rsidP="00051107">
            <w:pPr>
              <w:jc w:val="center"/>
            </w:pPr>
            <w:r w:rsidRPr="00051107">
              <w:t>(1/4 доля)</w:t>
            </w:r>
          </w:p>
          <w:p w:rsidR="00B03D2E" w:rsidRPr="00051107" w:rsidRDefault="00B03D2E" w:rsidP="0005110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D2E" w:rsidRPr="00051107" w:rsidRDefault="00B03D2E" w:rsidP="00051107">
            <w:pPr>
              <w:jc w:val="center"/>
            </w:pPr>
            <w:r w:rsidRPr="00051107">
              <w:lastRenderedPageBreak/>
              <w:t>1200,0</w:t>
            </w:r>
          </w:p>
          <w:p w:rsidR="00B03D2E" w:rsidRPr="00051107" w:rsidRDefault="00B03D2E" w:rsidP="00051107">
            <w:pPr>
              <w:jc w:val="center"/>
            </w:pPr>
          </w:p>
          <w:p w:rsidR="00B03D2E" w:rsidRPr="00051107" w:rsidRDefault="00B03D2E" w:rsidP="00051107">
            <w:pPr>
              <w:jc w:val="center"/>
            </w:pPr>
          </w:p>
          <w:p w:rsidR="00B03D2E" w:rsidRPr="00051107" w:rsidRDefault="00B03D2E" w:rsidP="00051107">
            <w:pPr>
              <w:jc w:val="center"/>
            </w:pPr>
            <w:r w:rsidRPr="00051107">
              <w:t>2900,0</w:t>
            </w:r>
          </w:p>
          <w:p w:rsidR="00B03D2E" w:rsidRPr="00051107" w:rsidRDefault="00B03D2E" w:rsidP="00051107">
            <w:pPr>
              <w:jc w:val="center"/>
            </w:pPr>
          </w:p>
          <w:p w:rsidR="00B03D2E" w:rsidRPr="00051107" w:rsidRDefault="00B03D2E" w:rsidP="00051107">
            <w:pPr>
              <w:jc w:val="center"/>
            </w:pPr>
            <w:r w:rsidRPr="00051107">
              <w:t>79,6</w:t>
            </w:r>
          </w:p>
          <w:p w:rsidR="00B03D2E" w:rsidRPr="00051107" w:rsidRDefault="00B03D2E" w:rsidP="00051107">
            <w:pPr>
              <w:jc w:val="center"/>
            </w:pPr>
          </w:p>
          <w:p w:rsidR="00B03D2E" w:rsidRPr="00051107" w:rsidRDefault="00B03D2E" w:rsidP="00051107">
            <w:pPr>
              <w:jc w:val="center"/>
            </w:pPr>
            <w:r w:rsidRPr="00051107">
              <w:t>32,2</w:t>
            </w:r>
          </w:p>
        </w:tc>
        <w:tc>
          <w:tcPr>
            <w:tcW w:w="1134" w:type="dxa"/>
            <w:vAlign w:val="center"/>
          </w:tcPr>
          <w:p w:rsidR="00B03D2E" w:rsidRPr="00051107" w:rsidRDefault="00B03D2E" w:rsidP="00051107">
            <w:pPr>
              <w:jc w:val="center"/>
            </w:pPr>
            <w:r w:rsidRPr="00051107">
              <w:lastRenderedPageBreak/>
              <w:t>РФ</w:t>
            </w:r>
          </w:p>
          <w:p w:rsidR="00B03D2E" w:rsidRPr="00051107" w:rsidRDefault="00B03D2E" w:rsidP="00051107">
            <w:pPr>
              <w:jc w:val="center"/>
            </w:pPr>
          </w:p>
          <w:p w:rsidR="00B03D2E" w:rsidRPr="00051107" w:rsidRDefault="00B03D2E" w:rsidP="00051107">
            <w:pPr>
              <w:jc w:val="center"/>
            </w:pPr>
          </w:p>
          <w:p w:rsidR="00B03D2E" w:rsidRPr="00051107" w:rsidRDefault="00B03D2E" w:rsidP="00051107">
            <w:pPr>
              <w:jc w:val="center"/>
            </w:pPr>
            <w:r w:rsidRPr="00051107">
              <w:t>РФ</w:t>
            </w:r>
          </w:p>
          <w:p w:rsidR="00B03D2E" w:rsidRPr="00051107" w:rsidRDefault="00B03D2E" w:rsidP="00051107">
            <w:pPr>
              <w:jc w:val="center"/>
            </w:pPr>
          </w:p>
          <w:p w:rsidR="00B03D2E" w:rsidRPr="00051107" w:rsidRDefault="00B03D2E" w:rsidP="00051107">
            <w:pPr>
              <w:jc w:val="center"/>
            </w:pPr>
            <w:r w:rsidRPr="00051107">
              <w:t>РФ</w:t>
            </w:r>
          </w:p>
          <w:p w:rsidR="00B03D2E" w:rsidRPr="00051107" w:rsidRDefault="00B03D2E" w:rsidP="00051107">
            <w:pPr>
              <w:jc w:val="center"/>
            </w:pPr>
          </w:p>
          <w:p w:rsidR="00B03D2E" w:rsidRPr="00051107" w:rsidRDefault="00B03D2E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B03D2E" w:rsidRPr="00051107" w:rsidRDefault="0000181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B03D2E" w:rsidRPr="00051107" w:rsidRDefault="0000181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B03D2E" w:rsidRPr="00051107" w:rsidRDefault="0000181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B03D2E" w:rsidRPr="00051107" w:rsidRDefault="0000181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B03D2E" w:rsidRPr="00051107" w:rsidRDefault="0000181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185B03" w:rsidTr="00176801">
        <w:tc>
          <w:tcPr>
            <w:tcW w:w="1951" w:type="dxa"/>
          </w:tcPr>
          <w:p w:rsidR="00185B03" w:rsidRPr="00051107" w:rsidRDefault="00185B03" w:rsidP="00176801">
            <w:r w:rsidRPr="00051107">
              <w:lastRenderedPageBreak/>
              <w:t>Иванова Светлана Викторовна</w:t>
            </w:r>
          </w:p>
        </w:tc>
        <w:tc>
          <w:tcPr>
            <w:tcW w:w="1418" w:type="dxa"/>
            <w:vAlign w:val="center"/>
          </w:tcPr>
          <w:p w:rsidR="00185B03" w:rsidRPr="00051107" w:rsidRDefault="00151DCA" w:rsidP="00151DCA">
            <w:pPr>
              <w:jc w:val="center"/>
            </w:pPr>
            <w:r w:rsidRPr="00051107">
              <w:rPr>
                <w:lang w:val="en-US"/>
              </w:rPr>
              <w:t>822416</w:t>
            </w:r>
            <w:r w:rsidRPr="00051107">
              <w:t>,</w:t>
            </w:r>
            <w:r w:rsidRPr="00051107">
              <w:rPr>
                <w:lang w:val="en-US"/>
              </w:rPr>
              <w:t>42</w:t>
            </w:r>
          </w:p>
        </w:tc>
        <w:tc>
          <w:tcPr>
            <w:tcW w:w="1559" w:type="dxa"/>
            <w:vAlign w:val="center"/>
          </w:tcPr>
          <w:p w:rsidR="00185B03" w:rsidRPr="00051107" w:rsidRDefault="008068B4" w:rsidP="00051107">
            <w:pPr>
              <w:jc w:val="center"/>
            </w:pPr>
            <w:r w:rsidRPr="00051107">
              <w:t>к</w:t>
            </w:r>
            <w:r w:rsidR="00185B03" w:rsidRPr="00051107">
              <w:t>вартира</w:t>
            </w:r>
            <w:r w:rsidR="00151DCA" w:rsidRPr="00051107">
              <w:t xml:space="preserve"> (индивидуальная)</w:t>
            </w:r>
          </w:p>
        </w:tc>
        <w:tc>
          <w:tcPr>
            <w:tcW w:w="1134" w:type="dxa"/>
            <w:vAlign w:val="center"/>
          </w:tcPr>
          <w:p w:rsidR="00185B03" w:rsidRPr="00051107" w:rsidRDefault="00185B03" w:rsidP="00051107">
            <w:pPr>
              <w:jc w:val="center"/>
            </w:pPr>
            <w:r w:rsidRPr="00051107">
              <w:t>46,3</w:t>
            </w:r>
          </w:p>
        </w:tc>
        <w:tc>
          <w:tcPr>
            <w:tcW w:w="1134" w:type="dxa"/>
            <w:vAlign w:val="center"/>
          </w:tcPr>
          <w:p w:rsidR="00185B03" w:rsidRPr="00051107" w:rsidRDefault="00185B0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185B03" w:rsidRPr="00051107" w:rsidRDefault="008068B4" w:rsidP="00051107">
            <w:pPr>
              <w:jc w:val="center"/>
            </w:pPr>
            <w:r w:rsidRPr="00051107">
              <w:rPr>
                <w:szCs w:val="28"/>
                <w:lang w:val="en-US"/>
              </w:rPr>
              <w:t>Toyota</w:t>
            </w:r>
            <w:r w:rsidR="00185B03" w:rsidRPr="00051107">
              <w:t xml:space="preserve"> </w:t>
            </w:r>
            <w:proofErr w:type="spellStart"/>
            <w:r w:rsidR="00185B03" w:rsidRPr="00051107">
              <w:rPr>
                <w:lang w:val="en-US"/>
              </w:rPr>
              <w:t>Vitz</w:t>
            </w:r>
            <w:proofErr w:type="spellEnd"/>
          </w:p>
          <w:p w:rsidR="00151DCA" w:rsidRPr="00051107" w:rsidRDefault="00151DCA" w:rsidP="00051107">
            <w:pPr>
              <w:pStyle w:val="1"/>
              <w:pBdr>
                <w:bottom w:val="single" w:sz="6" w:space="0" w:color="A2A9B1"/>
              </w:pBdr>
              <w:spacing w:before="0" w:beforeAutospacing="0" w:after="60" w:afterAutospacing="0"/>
              <w:jc w:val="center"/>
              <w:rPr>
                <w:rFonts w:ascii="Georgia" w:hAnsi="Georgia"/>
                <w:b w:val="0"/>
                <w:bCs w:val="0"/>
                <w:sz w:val="43"/>
                <w:szCs w:val="43"/>
              </w:rPr>
            </w:pPr>
            <w:r w:rsidRPr="00051107">
              <w:rPr>
                <w:b w:val="0"/>
                <w:bCs w:val="0"/>
                <w:kern w:val="0"/>
                <w:sz w:val="24"/>
                <w:szCs w:val="24"/>
                <w:lang w:val="en-US"/>
              </w:rPr>
              <w:t>Nissan Note</w:t>
            </w:r>
          </w:p>
          <w:p w:rsidR="00724F27" w:rsidRPr="00051107" w:rsidRDefault="00724F27" w:rsidP="0005110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85B03" w:rsidRPr="00051107" w:rsidRDefault="00185B0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185B03" w:rsidRPr="00051107" w:rsidRDefault="00185B0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85B03" w:rsidRPr="00051107" w:rsidRDefault="00185B0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185B03" w:rsidRPr="00051107" w:rsidRDefault="00185B03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-</w:t>
            </w:r>
          </w:p>
        </w:tc>
      </w:tr>
      <w:tr w:rsidR="00185B03" w:rsidTr="003F596B">
        <w:tc>
          <w:tcPr>
            <w:tcW w:w="1951" w:type="dxa"/>
            <w:vAlign w:val="center"/>
          </w:tcPr>
          <w:p w:rsidR="00185B03" w:rsidRPr="00051107" w:rsidRDefault="00185B03" w:rsidP="003F596B">
            <w:r w:rsidRPr="00051107">
              <w:t>Калинникова Галина Васильевна</w:t>
            </w:r>
          </w:p>
        </w:tc>
        <w:tc>
          <w:tcPr>
            <w:tcW w:w="1418" w:type="dxa"/>
            <w:vAlign w:val="center"/>
          </w:tcPr>
          <w:p w:rsidR="00185B03" w:rsidRPr="00051107" w:rsidRDefault="00B310C5" w:rsidP="00176801">
            <w:pPr>
              <w:jc w:val="center"/>
              <w:rPr>
                <w:lang w:val="en-US"/>
              </w:rPr>
            </w:pPr>
            <w:r w:rsidRPr="00051107">
              <w:t>1167529,89</w:t>
            </w:r>
          </w:p>
        </w:tc>
        <w:tc>
          <w:tcPr>
            <w:tcW w:w="1559" w:type="dxa"/>
          </w:tcPr>
          <w:p w:rsidR="00185B03" w:rsidRPr="00051107" w:rsidRDefault="00185B03" w:rsidP="00051107">
            <w:pPr>
              <w:jc w:val="center"/>
            </w:pPr>
            <w:r w:rsidRPr="00051107">
              <w:t>земельный участок</w:t>
            </w:r>
          </w:p>
          <w:p w:rsidR="00185B03" w:rsidRPr="00051107" w:rsidRDefault="00185B03" w:rsidP="00051107">
            <w:pPr>
              <w:jc w:val="center"/>
            </w:pPr>
            <w:r w:rsidRPr="00051107">
              <w:t>(1/3 доля)</w:t>
            </w:r>
          </w:p>
          <w:p w:rsidR="00185B03" w:rsidRPr="00051107" w:rsidRDefault="00185B03" w:rsidP="00051107">
            <w:pPr>
              <w:jc w:val="center"/>
            </w:pPr>
            <w:r w:rsidRPr="00051107">
              <w:t>жилой дом</w:t>
            </w:r>
          </w:p>
          <w:p w:rsidR="00185B03" w:rsidRPr="00051107" w:rsidRDefault="00185B03" w:rsidP="00051107">
            <w:pPr>
              <w:jc w:val="center"/>
            </w:pPr>
            <w:r w:rsidRPr="00051107">
              <w:t>(1/3 доля)</w:t>
            </w:r>
          </w:p>
        </w:tc>
        <w:tc>
          <w:tcPr>
            <w:tcW w:w="1134" w:type="dxa"/>
          </w:tcPr>
          <w:p w:rsidR="00185B03" w:rsidRPr="00051107" w:rsidRDefault="00185B03" w:rsidP="00051107">
            <w:pPr>
              <w:jc w:val="center"/>
            </w:pPr>
            <w:r w:rsidRPr="00051107">
              <w:t>400,00</w:t>
            </w:r>
          </w:p>
          <w:p w:rsidR="00185B03" w:rsidRPr="00051107" w:rsidRDefault="00185B03" w:rsidP="00051107">
            <w:pPr>
              <w:jc w:val="center"/>
            </w:pPr>
          </w:p>
          <w:p w:rsidR="00185B03" w:rsidRPr="00051107" w:rsidRDefault="00185B03" w:rsidP="00051107">
            <w:pPr>
              <w:jc w:val="center"/>
            </w:pPr>
          </w:p>
          <w:p w:rsidR="00185B03" w:rsidRPr="00051107" w:rsidRDefault="00185B03" w:rsidP="00051107">
            <w:pPr>
              <w:jc w:val="center"/>
            </w:pPr>
            <w:r w:rsidRPr="00051107">
              <w:t>89,3</w:t>
            </w:r>
          </w:p>
        </w:tc>
        <w:tc>
          <w:tcPr>
            <w:tcW w:w="1134" w:type="dxa"/>
          </w:tcPr>
          <w:p w:rsidR="00185B03" w:rsidRPr="00051107" w:rsidRDefault="00185B03" w:rsidP="00051107">
            <w:pPr>
              <w:jc w:val="center"/>
            </w:pPr>
            <w:r w:rsidRPr="00051107">
              <w:t>РФ</w:t>
            </w:r>
          </w:p>
          <w:p w:rsidR="00185B03" w:rsidRPr="00051107" w:rsidRDefault="00185B03" w:rsidP="00051107">
            <w:pPr>
              <w:jc w:val="center"/>
            </w:pPr>
          </w:p>
          <w:p w:rsidR="00185B03" w:rsidRPr="00051107" w:rsidRDefault="00185B03" w:rsidP="00051107">
            <w:pPr>
              <w:jc w:val="center"/>
            </w:pPr>
          </w:p>
          <w:p w:rsidR="00185B03" w:rsidRPr="00051107" w:rsidRDefault="00185B03" w:rsidP="00051107">
            <w:pPr>
              <w:jc w:val="center"/>
            </w:pPr>
            <w:r w:rsidRPr="00051107">
              <w:t>РФ</w:t>
            </w:r>
          </w:p>
          <w:p w:rsidR="00185B03" w:rsidRPr="00051107" w:rsidRDefault="00185B03" w:rsidP="00051107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85B03" w:rsidRPr="00051107" w:rsidRDefault="00B310C5" w:rsidP="00051107">
            <w:pPr>
              <w:jc w:val="center"/>
              <w:rPr>
                <w:lang w:val="en-US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="00185B03" w:rsidRPr="00051107">
              <w:t xml:space="preserve"> </w:t>
            </w:r>
            <w:r w:rsidR="005C7406" w:rsidRPr="00051107">
              <w:rPr>
                <w:lang w:val="en-US"/>
              </w:rPr>
              <w:t>Harrier</w:t>
            </w:r>
          </w:p>
          <w:p w:rsidR="00185B03" w:rsidRPr="00051107" w:rsidRDefault="00185B03" w:rsidP="00051107">
            <w:pPr>
              <w:jc w:val="center"/>
            </w:pPr>
            <w:r w:rsidRPr="00051107">
              <w:t>Трактор</w:t>
            </w:r>
          </w:p>
          <w:p w:rsidR="00185B03" w:rsidRPr="00051107" w:rsidRDefault="00185B03" w:rsidP="00051107">
            <w:pPr>
              <w:jc w:val="center"/>
              <w:rPr>
                <w:szCs w:val="28"/>
              </w:rPr>
            </w:pPr>
            <w:r w:rsidRPr="00051107">
              <w:t>МТЗ-52</w:t>
            </w:r>
          </w:p>
        </w:tc>
        <w:tc>
          <w:tcPr>
            <w:tcW w:w="1559" w:type="dxa"/>
            <w:vAlign w:val="center"/>
          </w:tcPr>
          <w:p w:rsidR="00185B03" w:rsidRPr="00051107" w:rsidRDefault="00185B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85B03" w:rsidRPr="00051107" w:rsidRDefault="00185B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85B03" w:rsidRPr="00051107" w:rsidRDefault="00185B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185B03" w:rsidRPr="00051107" w:rsidRDefault="00185B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185B03" w:rsidTr="003F596B">
        <w:tc>
          <w:tcPr>
            <w:tcW w:w="1951" w:type="dxa"/>
            <w:vAlign w:val="center"/>
          </w:tcPr>
          <w:p w:rsidR="00185B03" w:rsidRPr="00051107" w:rsidRDefault="00185B03" w:rsidP="003F596B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185B03" w:rsidRPr="00051107" w:rsidRDefault="005F1FF9" w:rsidP="00176801">
            <w:pPr>
              <w:jc w:val="center"/>
            </w:pPr>
            <w:r w:rsidRPr="00051107">
              <w:t>664477,05</w:t>
            </w:r>
          </w:p>
        </w:tc>
        <w:tc>
          <w:tcPr>
            <w:tcW w:w="1559" w:type="dxa"/>
          </w:tcPr>
          <w:p w:rsidR="00185B03" w:rsidRPr="00051107" w:rsidRDefault="00185B03" w:rsidP="00051107">
            <w:pPr>
              <w:jc w:val="center"/>
            </w:pPr>
            <w:r w:rsidRPr="00051107">
              <w:t>земельный участок</w:t>
            </w:r>
          </w:p>
          <w:p w:rsidR="00185B03" w:rsidRPr="00051107" w:rsidRDefault="00185B03" w:rsidP="00051107">
            <w:pPr>
              <w:jc w:val="center"/>
            </w:pPr>
            <w:r w:rsidRPr="00051107">
              <w:t>(1/3 доля)</w:t>
            </w:r>
          </w:p>
          <w:p w:rsidR="00185B03" w:rsidRPr="00051107" w:rsidRDefault="00185B03" w:rsidP="00051107">
            <w:pPr>
              <w:jc w:val="center"/>
            </w:pPr>
            <w:r w:rsidRPr="00051107">
              <w:t>жилой дом</w:t>
            </w:r>
          </w:p>
          <w:p w:rsidR="00185B03" w:rsidRPr="00051107" w:rsidRDefault="00185B03" w:rsidP="00051107">
            <w:pPr>
              <w:jc w:val="center"/>
            </w:pPr>
            <w:r w:rsidRPr="00051107">
              <w:t>(1/3 доля)</w:t>
            </w:r>
          </w:p>
        </w:tc>
        <w:tc>
          <w:tcPr>
            <w:tcW w:w="1134" w:type="dxa"/>
          </w:tcPr>
          <w:p w:rsidR="00185B03" w:rsidRPr="00051107" w:rsidRDefault="00185B03" w:rsidP="00051107">
            <w:pPr>
              <w:jc w:val="center"/>
            </w:pPr>
            <w:r w:rsidRPr="00051107">
              <w:t>400,00</w:t>
            </w:r>
          </w:p>
          <w:p w:rsidR="00185B03" w:rsidRPr="00051107" w:rsidRDefault="00185B03" w:rsidP="00051107">
            <w:pPr>
              <w:jc w:val="center"/>
            </w:pPr>
          </w:p>
          <w:p w:rsidR="00185B03" w:rsidRPr="00051107" w:rsidRDefault="00185B03" w:rsidP="00051107">
            <w:pPr>
              <w:jc w:val="center"/>
            </w:pPr>
          </w:p>
          <w:p w:rsidR="00185B03" w:rsidRPr="00051107" w:rsidRDefault="00185B03" w:rsidP="00051107">
            <w:pPr>
              <w:jc w:val="center"/>
            </w:pPr>
            <w:r w:rsidRPr="00051107">
              <w:t>89,3</w:t>
            </w:r>
          </w:p>
        </w:tc>
        <w:tc>
          <w:tcPr>
            <w:tcW w:w="1134" w:type="dxa"/>
          </w:tcPr>
          <w:p w:rsidR="00185B03" w:rsidRPr="00051107" w:rsidRDefault="00185B03" w:rsidP="00051107">
            <w:pPr>
              <w:jc w:val="center"/>
            </w:pPr>
            <w:r w:rsidRPr="00051107">
              <w:t>РФ</w:t>
            </w:r>
          </w:p>
          <w:p w:rsidR="00185B03" w:rsidRPr="00051107" w:rsidRDefault="00185B03" w:rsidP="00051107">
            <w:pPr>
              <w:jc w:val="center"/>
            </w:pPr>
          </w:p>
          <w:p w:rsidR="00185B03" w:rsidRPr="00051107" w:rsidRDefault="00185B03" w:rsidP="00051107">
            <w:pPr>
              <w:jc w:val="center"/>
            </w:pPr>
          </w:p>
          <w:p w:rsidR="00185B03" w:rsidRPr="00051107" w:rsidRDefault="00185B03" w:rsidP="00051107">
            <w:pPr>
              <w:jc w:val="center"/>
            </w:pPr>
            <w:r w:rsidRPr="00051107">
              <w:t>РФ</w:t>
            </w:r>
          </w:p>
          <w:p w:rsidR="00185B03" w:rsidRPr="00051107" w:rsidRDefault="00185B03" w:rsidP="00051107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85B03" w:rsidRPr="00051107" w:rsidRDefault="005F1FF9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="005C7406" w:rsidRPr="00051107">
              <w:rPr>
                <w:lang w:val="en-US"/>
              </w:rPr>
              <w:t xml:space="preserve"> </w:t>
            </w:r>
            <w:proofErr w:type="spellStart"/>
            <w:r w:rsidR="005C7406" w:rsidRPr="00051107">
              <w:rPr>
                <w:lang w:val="en-US"/>
              </w:rPr>
              <w:t>Haice</w:t>
            </w:r>
            <w:proofErr w:type="spellEnd"/>
          </w:p>
        </w:tc>
        <w:tc>
          <w:tcPr>
            <w:tcW w:w="1559" w:type="dxa"/>
            <w:vAlign w:val="center"/>
          </w:tcPr>
          <w:p w:rsidR="00185B03" w:rsidRPr="00051107" w:rsidRDefault="00185B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85B03" w:rsidRPr="00051107" w:rsidRDefault="00185B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85B03" w:rsidRPr="00051107" w:rsidRDefault="00185B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185B03" w:rsidRPr="00051107" w:rsidRDefault="00185B0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E77065" w:rsidTr="001A6E0F">
        <w:tc>
          <w:tcPr>
            <w:tcW w:w="1951" w:type="dxa"/>
            <w:vAlign w:val="center"/>
          </w:tcPr>
          <w:p w:rsidR="00E77065" w:rsidRPr="00051107" w:rsidRDefault="00E77065" w:rsidP="00E77065">
            <w:r w:rsidRPr="00051107">
              <w:t>Косякова</w:t>
            </w:r>
          </w:p>
          <w:p w:rsidR="00E77065" w:rsidRPr="00051107" w:rsidRDefault="00E77065" w:rsidP="00E77065">
            <w:r w:rsidRPr="00051107">
              <w:t xml:space="preserve">Оксана </w:t>
            </w:r>
          </w:p>
          <w:p w:rsidR="00E77065" w:rsidRPr="00051107" w:rsidRDefault="00E77065" w:rsidP="00E77065">
            <w:r w:rsidRPr="00051107">
              <w:t>Владимировна</w:t>
            </w:r>
          </w:p>
        </w:tc>
        <w:tc>
          <w:tcPr>
            <w:tcW w:w="1418" w:type="dxa"/>
            <w:vAlign w:val="center"/>
          </w:tcPr>
          <w:p w:rsidR="00E77065" w:rsidRPr="00051107" w:rsidRDefault="00C069A1" w:rsidP="00176801">
            <w:pPr>
              <w:jc w:val="center"/>
            </w:pPr>
            <w:r w:rsidRPr="00051107">
              <w:t>986903,90</w:t>
            </w:r>
          </w:p>
        </w:tc>
        <w:tc>
          <w:tcPr>
            <w:tcW w:w="1559" w:type="dxa"/>
            <w:vAlign w:val="center"/>
          </w:tcPr>
          <w:p w:rsidR="00E77065" w:rsidRPr="00051107" w:rsidRDefault="00E77065" w:rsidP="00051107">
            <w:pPr>
              <w:jc w:val="center"/>
            </w:pPr>
            <w:r w:rsidRPr="00051107">
              <w:t>квартира</w:t>
            </w:r>
          </w:p>
          <w:p w:rsidR="00E77065" w:rsidRPr="00051107" w:rsidRDefault="00E77065" w:rsidP="00051107">
            <w:pPr>
              <w:jc w:val="center"/>
            </w:pPr>
            <w:r w:rsidRPr="00051107">
              <w:t>(1/3 доля)</w:t>
            </w:r>
          </w:p>
        </w:tc>
        <w:tc>
          <w:tcPr>
            <w:tcW w:w="1134" w:type="dxa"/>
            <w:vAlign w:val="center"/>
          </w:tcPr>
          <w:p w:rsidR="00E77065" w:rsidRPr="00051107" w:rsidRDefault="00E77065" w:rsidP="00051107">
            <w:pPr>
              <w:jc w:val="center"/>
            </w:pPr>
            <w:r w:rsidRPr="00051107">
              <w:t>63,8</w:t>
            </w:r>
          </w:p>
        </w:tc>
        <w:tc>
          <w:tcPr>
            <w:tcW w:w="1134" w:type="dxa"/>
            <w:vAlign w:val="center"/>
          </w:tcPr>
          <w:p w:rsidR="00E77065" w:rsidRPr="00051107" w:rsidRDefault="00E77065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E77065" w:rsidRPr="00051107" w:rsidRDefault="001A6E0F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E77065" w:rsidRPr="00051107" w:rsidRDefault="001A6E0F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E77065" w:rsidRPr="00051107" w:rsidRDefault="001A6E0F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E77065" w:rsidRPr="00051107" w:rsidRDefault="001A6E0F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E77065" w:rsidRPr="00051107" w:rsidRDefault="001A6E0F" w:rsidP="00051107">
            <w:pPr>
              <w:jc w:val="center"/>
            </w:pPr>
            <w:r w:rsidRPr="00051107">
              <w:t>-</w:t>
            </w:r>
          </w:p>
        </w:tc>
      </w:tr>
      <w:tr w:rsidR="00E77065" w:rsidTr="00E77065">
        <w:tc>
          <w:tcPr>
            <w:tcW w:w="1951" w:type="dxa"/>
            <w:vAlign w:val="center"/>
          </w:tcPr>
          <w:p w:rsidR="00E77065" w:rsidRPr="00051107" w:rsidRDefault="00E77065" w:rsidP="00E77065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E77065" w:rsidRPr="00051107" w:rsidRDefault="00562D77" w:rsidP="000256EB">
            <w:pPr>
              <w:jc w:val="center"/>
            </w:pPr>
            <w:r w:rsidRPr="00051107">
              <w:t>350376,23</w:t>
            </w:r>
          </w:p>
        </w:tc>
        <w:tc>
          <w:tcPr>
            <w:tcW w:w="1559" w:type="dxa"/>
          </w:tcPr>
          <w:p w:rsidR="00E77065" w:rsidRPr="00051107" w:rsidRDefault="00E77065" w:rsidP="00051107">
            <w:pPr>
              <w:jc w:val="center"/>
            </w:pPr>
            <w:r w:rsidRPr="00051107">
              <w:t>земельный участок</w:t>
            </w:r>
            <w:r w:rsidR="00562D77" w:rsidRPr="00051107">
              <w:t xml:space="preserve"> (</w:t>
            </w:r>
            <w:proofErr w:type="gramStart"/>
            <w:r w:rsidR="00562D77" w:rsidRPr="00051107">
              <w:t>индивидуальная</w:t>
            </w:r>
            <w:proofErr w:type="gramEnd"/>
            <w:r w:rsidR="00562D77" w:rsidRPr="00051107">
              <w:t>)</w:t>
            </w:r>
          </w:p>
          <w:p w:rsidR="00E77065" w:rsidRPr="00051107" w:rsidRDefault="00E77065" w:rsidP="00051107">
            <w:pPr>
              <w:jc w:val="center"/>
            </w:pPr>
            <w:r w:rsidRPr="00051107">
              <w:t>квартира</w:t>
            </w:r>
          </w:p>
          <w:p w:rsidR="00E77065" w:rsidRPr="00051107" w:rsidRDefault="00E77065" w:rsidP="00051107">
            <w:pPr>
              <w:jc w:val="center"/>
            </w:pPr>
            <w:r w:rsidRPr="00051107">
              <w:t>(1/3 доля)</w:t>
            </w:r>
          </w:p>
        </w:tc>
        <w:tc>
          <w:tcPr>
            <w:tcW w:w="1134" w:type="dxa"/>
          </w:tcPr>
          <w:p w:rsidR="00E77065" w:rsidRPr="00051107" w:rsidRDefault="00E77065" w:rsidP="00051107">
            <w:pPr>
              <w:jc w:val="center"/>
            </w:pPr>
            <w:r w:rsidRPr="00051107">
              <w:t>2000,0</w:t>
            </w:r>
          </w:p>
          <w:p w:rsidR="00E77065" w:rsidRPr="00051107" w:rsidRDefault="00E77065" w:rsidP="00051107">
            <w:pPr>
              <w:jc w:val="center"/>
            </w:pPr>
          </w:p>
          <w:p w:rsidR="00562D77" w:rsidRPr="00051107" w:rsidRDefault="00562D77" w:rsidP="00051107">
            <w:pPr>
              <w:jc w:val="center"/>
            </w:pPr>
          </w:p>
          <w:p w:rsidR="00562D77" w:rsidRPr="00051107" w:rsidRDefault="00562D77" w:rsidP="00051107">
            <w:pPr>
              <w:jc w:val="center"/>
            </w:pPr>
          </w:p>
          <w:p w:rsidR="00E77065" w:rsidRPr="00051107" w:rsidRDefault="00E77065" w:rsidP="00051107">
            <w:pPr>
              <w:jc w:val="center"/>
            </w:pPr>
            <w:r w:rsidRPr="00051107">
              <w:t>63,8</w:t>
            </w:r>
          </w:p>
          <w:p w:rsidR="00562D77" w:rsidRPr="00051107" w:rsidRDefault="00562D77" w:rsidP="00051107">
            <w:pPr>
              <w:jc w:val="center"/>
            </w:pPr>
          </w:p>
        </w:tc>
        <w:tc>
          <w:tcPr>
            <w:tcW w:w="1134" w:type="dxa"/>
          </w:tcPr>
          <w:p w:rsidR="00E77065" w:rsidRPr="00051107" w:rsidRDefault="00E77065" w:rsidP="00051107">
            <w:pPr>
              <w:jc w:val="center"/>
            </w:pPr>
            <w:r w:rsidRPr="00051107">
              <w:t>РФ</w:t>
            </w:r>
          </w:p>
          <w:p w:rsidR="00E77065" w:rsidRPr="00051107" w:rsidRDefault="00E77065" w:rsidP="00051107">
            <w:pPr>
              <w:jc w:val="center"/>
            </w:pPr>
          </w:p>
          <w:p w:rsidR="00562D77" w:rsidRPr="00051107" w:rsidRDefault="00562D77" w:rsidP="00051107">
            <w:pPr>
              <w:jc w:val="center"/>
            </w:pPr>
          </w:p>
          <w:p w:rsidR="00562D77" w:rsidRPr="00051107" w:rsidRDefault="00562D77" w:rsidP="00051107">
            <w:pPr>
              <w:jc w:val="center"/>
            </w:pPr>
          </w:p>
          <w:p w:rsidR="00E77065" w:rsidRPr="00051107" w:rsidRDefault="00E77065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9C5D09" w:rsidRPr="00051107" w:rsidRDefault="00E77065" w:rsidP="00051107">
            <w:pPr>
              <w:jc w:val="center"/>
            </w:pPr>
            <w:r w:rsidRPr="00051107">
              <w:t xml:space="preserve">ВАЗ </w:t>
            </w:r>
            <w:proofErr w:type="spellStart"/>
            <w:r w:rsidRPr="00051107">
              <w:rPr>
                <w:lang w:val="en-US"/>
              </w:rPr>
              <w:t>L</w:t>
            </w:r>
            <w:r w:rsidR="004353AE" w:rsidRPr="00051107">
              <w:rPr>
                <w:lang w:val="en-US"/>
              </w:rPr>
              <w:t>ada</w:t>
            </w:r>
            <w:proofErr w:type="spellEnd"/>
          </w:p>
          <w:p w:rsidR="004353AE" w:rsidRPr="00051107" w:rsidRDefault="004353AE" w:rsidP="00051107">
            <w:pPr>
              <w:jc w:val="center"/>
            </w:pPr>
          </w:p>
          <w:p w:rsidR="009C5D09" w:rsidRPr="00051107" w:rsidRDefault="004353AE" w:rsidP="00051107">
            <w:pPr>
              <w:jc w:val="center"/>
            </w:pPr>
            <w:r w:rsidRPr="00051107">
              <w:rPr>
                <w:szCs w:val="28"/>
                <w:lang w:val="en-US"/>
              </w:rPr>
              <w:t>Toyota</w:t>
            </w:r>
            <w:r w:rsidRPr="00051107">
              <w:t xml:space="preserve"> </w:t>
            </w:r>
            <w:r w:rsidR="009C5D09" w:rsidRPr="00051107">
              <w:rPr>
                <w:lang w:val="en-US"/>
              </w:rPr>
              <w:t>Fielder</w:t>
            </w:r>
          </w:p>
          <w:p w:rsidR="004353AE" w:rsidRPr="00051107" w:rsidRDefault="004353AE" w:rsidP="00051107">
            <w:pPr>
              <w:jc w:val="center"/>
            </w:pPr>
          </w:p>
          <w:p w:rsidR="004353AE" w:rsidRPr="00051107" w:rsidRDefault="004353AE" w:rsidP="00051107">
            <w:pPr>
              <w:jc w:val="center"/>
            </w:pPr>
            <w:r w:rsidRPr="00051107">
              <w:t>Трактор колесный МТЗ- 80</w:t>
            </w:r>
          </w:p>
          <w:p w:rsidR="009C5D09" w:rsidRPr="00051107" w:rsidRDefault="009C5D09" w:rsidP="000511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77065" w:rsidRPr="00051107" w:rsidRDefault="00E77065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E77065" w:rsidRPr="00051107" w:rsidRDefault="00E77065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E77065" w:rsidRPr="00051107" w:rsidRDefault="00E77065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E77065" w:rsidRPr="00051107" w:rsidRDefault="00E77065" w:rsidP="00051107">
            <w:pPr>
              <w:jc w:val="center"/>
            </w:pPr>
            <w:r w:rsidRPr="00051107">
              <w:t>-</w:t>
            </w:r>
          </w:p>
        </w:tc>
      </w:tr>
      <w:tr w:rsidR="0004489C" w:rsidTr="001A6E0F">
        <w:tc>
          <w:tcPr>
            <w:tcW w:w="1951" w:type="dxa"/>
            <w:vAlign w:val="center"/>
          </w:tcPr>
          <w:p w:rsidR="0004489C" w:rsidRPr="00051107" w:rsidRDefault="0004489C" w:rsidP="008C4EEA">
            <w:r w:rsidRPr="00051107">
              <w:t>Кривошеев Игорь Витальевич</w:t>
            </w:r>
          </w:p>
        </w:tc>
        <w:tc>
          <w:tcPr>
            <w:tcW w:w="1418" w:type="dxa"/>
            <w:vAlign w:val="center"/>
          </w:tcPr>
          <w:p w:rsidR="0004489C" w:rsidRPr="00051107" w:rsidRDefault="0004489C" w:rsidP="00176801">
            <w:pPr>
              <w:jc w:val="center"/>
            </w:pPr>
            <w:r w:rsidRPr="00051107">
              <w:t>960105,75</w:t>
            </w:r>
          </w:p>
        </w:tc>
        <w:tc>
          <w:tcPr>
            <w:tcW w:w="1559" w:type="dxa"/>
          </w:tcPr>
          <w:p w:rsidR="0004489C" w:rsidRPr="00051107" w:rsidRDefault="0004489C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индивидуал</w:t>
            </w:r>
            <w:r w:rsidRPr="00051107">
              <w:lastRenderedPageBreak/>
              <w:t>ьная</w:t>
            </w:r>
            <w:proofErr w:type="gramEnd"/>
            <w:r w:rsidRPr="00051107">
              <w:t>)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квартира (1/4 доля)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квартира (</w:t>
            </w:r>
            <w:proofErr w:type="spellStart"/>
            <w:r w:rsidRPr="00051107">
              <w:t>ощая</w:t>
            </w:r>
            <w:proofErr w:type="spellEnd"/>
            <w:r w:rsidRPr="00051107">
              <w:t xml:space="preserve"> совместная)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lastRenderedPageBreak/>
              <w:t>1700,0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68,4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67,4</w:t>
            </w:r>
          </w:p>
          <w:p w:rsidR="0004489C" w:rsidRPr="00051107" w:rsidRDefault="0004489C" w:rsidP="00051107">
            <w:pPr>
              <w:jc w:val="center"/>
            </w:pP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lastRenderedPageBreak/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04489C" w:rsidRPr="00051107" w:rsidRDefault="0004489C" w:rsidP="00051107">
            <w:pPr>
              <w:jc w:val="center"/>
            </w:pPr>
            <w:r w:rsidRPr="00051107">
              <w:rPr>
                <w:szCs w:val="28"/>
                <w:lang w:val="en-US"/>
              </w:rPr>
              <w:lastRenderedPageBreak/>
              <w:t>Toyota</w:t>
            </w:r>
            <w:r w:rsidRPr="00051107">
              <w:t xml:space="preserve"> </w:t>
            </w:r>
            <w:r w:rsidRPr="00051107">
              <w:rPr>
                <w:lang w:val="en-US"/>
              </w:rPr>
              <w:t>Gaia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 xml:space="preserve">Трактор </w:t>
            </w:r>
            <w:r w:rsidRPr="00051107">
              <w:lastRenderedPageBreak/>
              <w:t xml:space="preserve">колесный </w:t>
            </w:r>
            <w:r w:rsidRPr="00051107">
              <w:rPr>
                <w:lang w:val="en-US"/>
              </w:rPr>
              <w:t>FOTON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ТЕ 244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</w:tcPr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ипотечное кредитование</w:t>
            </w:r>
          </w:p>
        </w:tc>
      </w:tr>
      <w:tr w:rsidR="0004489C" w:rsidTr="008C4EEA">
        <w:tc>
          <w:tcPr>
            <w:tcW w:w="1951" w:type="dxa"/>
            <w:vAlign w:val="center"/>
          </w:tcPr>
          <w:p w:rsidR="0004489C" w:rsidRPr="00051107" w:rsidRDefault="0004489C" w:rsidP="008C4EEA">
            <w:r w:rsidRPr="00051107">
              <w:lastRenderedPageBreak/>
              <w:t>супруга</w:t>
            </w:r>
          </w:p>
        </w:tc>
        <w:tc>
          <w:tcPr>
            <w:tcW w:w="1418" w:type="dxa"/>
            <w:vAlign w:val="center"/>
          </w:tcPr>
          <w:p w:rsidR="0004489C" w:rsidRPr="00051107" w:rsidRDefault="0004489C" w:rsidP="00176801">
            <w:pPr>
              <w:jc w:val="center"/>
            </w:pPr>
            <w:r w:rsidRPr="00051107">
              <w:t>805883,05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квартира (1/4 доля)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 xml:space="preserve">квартира </w:t>
            </w:r>
            <w:proofErr w:type="gramStart"/>
            <w:r w:rsidRPr="00051107">
              <w:t xml:space="preserve">( </w:t>
            </w:r>
            <w:proofErr w:type="gramEnd"/>
            <w:r w:rsidRPr="00051107">
              <w:t>общая совместная)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68,4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67,4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04489C" w:rsidTr="008462C6">
        <w:tc>
          <w:tcPr>
            <w:tcW w:w="1951" w:type="dxa"/>
            <w:vAlign w:val="center"/>
          </w:tcPr>
          <w:p w:rsidR="0004489C" w:rsidRPr="00051107" w:rsidRDefault="0004489C" w:rsidP="00176801">
            <w:r w:rsidRPr="00051107">
              <w:t xml:space="preserve">Ланская </w:t>
            </w:r>
          </w:p>
          <w:p w:rsidR="0004489C" w:rsidRPr="00051107" w:rsidRDefault="0004489C" w:rsidP="00176801">
            <w:r w:rsidRPr="00051107">
              <w:t>Ирина Анатольевна</w:t>
            </w:r>
          </w:p>
        </w:tc>
        <w:tc>
          <w:tcPr>
            <w:tcW w:w="1418" w:type="dxa"/>
            <w:vAlign w:val="center"/>
          </w:tcPr>
          <w:p w:rsidR="0004489C" w:rsidRPr="00051107" w:rsidRDefault="0004489C" w:rsidP="00176801">
            <w:pPr>
              <w:jc w:val="center"/>
            </w:pPr>
            <w:r w:rsidRPr="00051107">
              <w:t>802051,14</w:t>
            </w:r>
          </w:p>
        </w:tc>
        <w:tc>
          <w:tcPr>
            <w:tcW w:w="1559" w:type="dxa"/>
          </w:tcPr>
          <w:p w:rsidR="0004489C" w:rsidRPr="00051107" w:rsidRDefault="0004489C" w:rsidP="00051107">
            <w:pPr>
              <w:jc w:val="center"/>
            </w:pPr>
            <w:r w:rsidRPr="00051107">
              <w:t>земельный участок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(1/2 доля)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жилой дом (1/2 доля)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квартира (индивидуальная)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2475,0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55,9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64,5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</w:tcPr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ипотечное кредитование</w:t>
            </w:r>
          </w:p>
        </w:tc>
      </w:tr>
      <w:tr w:rsidR="0004489C" w:rsidTr="006A3282">
        <w:tc>
          <w:tcPr>
            <w:tcW w:w="1951" w:type="dxa"/>
            <w:vAlign w:val="center"/>
          </w:tcPr>
          <w:p w:rsidR="0004489C" w:rsidRPr="00051107" w:rsidRDefault="0004489C" w:rsidP="006A3282">
            <w:r w:rsidRPr="00051107">
              <w:t>Литвинцев Станислав Юрьевич</w:t>
            </w:r>
          </w:p>
        </w:tc>
        <w:tc>
          <w:tcPr>
            <w:tcW w:w="1418" w:type="dxa"/>
            <w:vAlign w:val="center"/>
          </w:tcPr>
          <w:p w:rsidR="0004489C" w:rsidRPr="00051107" w:rsidRDefault="0004489C" w:rsidP="006A3282">
            <w:pPr>
              <w:jc w:val="center"/>
              <w:rPr>
                <w:lang w:val="en-US"/>
              </w:rPr>
            </w:pPr>
            <w:r w:rsidRPr="00051107">
              <w:t>1061527,36</w:t>
            </w:r>
          </w:p>
        </w:tc>
        <w:tc>
          <w:tcPr>
            <w:tcW w:w="1559" w:type="dxa"/>
          </w:tcPr>
          <w:p w:rsidR="0004489C" w:rsidRPr="00051107" w:rsidRDefault="0004489C" w:rsidP="00051107">
            <w:pPr>
              <w:jc w:val="center"/>
            </w:pPr>
            <w:r w:rsidRPr="00051107">
              <w:t>земельный участок</w:t>
            </w:r>
            <w:r w:rsidR="009A5D53" w:rsidRPr="00051107">
              <w:t xml:space="preserve"> (</w:t>
            </w:r>
            <w:proofErr w:type="gramStart"/>
            <w:r w:rsidR="009A5D53" w:rsidRPr="00051107">
              <w:t>индивидуальная</w:t>
            </w:r>
            <w:proofErr w:type="gramEnd"/>
            <w:r w:rsidR="009A5D53" w:rsidRPr="00051107">
              <w:t>)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земельный участок</w:t>
            </w:r>
            <w:r w:rsidR="009A5D53" w:rsidRPr="00051107">
              <w:t xml:space="preserve"> (</w:t>
            </w:r>
            <w:proofErr w:type="gramStart"/>
            <w:r w:rsidR="009A5D53" w:rsidRPr="00051107">
              <w:t>индивидуальная</w:t>
            </w:r>
            <w:proofErr w:type="gramEnd"/>
            <w:r w:rsidR="009A5D53" w:rsidRPr="00051107">
              <w:t>)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квартира (1/2 доля)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жилой дом</w:t>
            </w:r>
            <w:r w:rsidR="009A5D53" w:rsidRPr="00051107">
              <w:t xml:space="preserve"> (</w:t>
            </w:r>
            <w:proofErr w:type="gramStart"/>
            <w:r w:rsidR="009A5D53" w:rsidRPr="00051107">
              <w:t>индивидуальная</w:t>
            </w:r>
            <w:proofErr w:type="gramEnd"/>
            <w:r w:rsidR="009A5D53" w:rsidRPr="00051107">
              <w:t>)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1500,0</w:t>
            </w:r>
          </w:p>
          <w:p w:rsidR="0004489C" w:rsidRPr="00051107" w:rsidRDefault="0004489C" w:rsidP="00051107">
            <w:pPr>
              <w:jc w:val="center"/>
            </w:pPr>
          </w:p>
          <w:p w:rsidR="009A5D53" w:rsidRPr="00051107" w:rsidRDefault="009A5D53" w:rsidP="00051107">
            <w:pPr>
              <w:jc w:val="center"/>
            </w:pPr>
          </w:p>
          <w:p w:rsidR="009A5D53" w:rsidRPr="00051107" w:rsidRDefault="009A5D53" w:rsidP="00051107">
            <w:pPr>
              <w:jc w:val="center"/>
            </w:pPr>
          </w:p>
          <w:p w:rsidR="009A5D53" w:rsidRPr="00051107" w:rsidRDefault="009A5D53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1500,0</w:t>
            </w:r>
          </w:p>
          <w:p w:rsidR="0004489C" w:rsidRPr="00051107" w:rsidRDefault="0004489C" w:rsidP="00051107">
            <w:pPr>
              <w:jc w:val="center"/>
            </w:pPr>
          </w:p>
          <w:p w:rsidR="009A5D53" w:rsidRPr="00051107" w:rsidRDefault="009A5D53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52,0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47,0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9A5D53" w:rsidRPr="00051107" w:rsidRDefault="009A5D53" w:rsidP="00051107">
            <w:pPr>
              <w:jc w:val="center"/>
            </w:pPr>
          </w:p>
          <w:p w:rsidR="009A5D53" w:rsidRPr="00051107" w:rsidRDefault="009A5D53" w:rsidP="00051107">
            <w:pPr>
              <w:jc w:val="center"/>
            </w:pPr>
          </w:p>
          <w:p w:rsidR="009A5D53" w:rsidRPr="00051107" w:rsidRDefault="009A5D53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9A5D53" w:rsidRPr="00051107" w:rsidRDefault="009A5D53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04489C" w:rsidRPr="00051107" w:rsidRDefault="009A5D53" w:rsidP="00051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5110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Toyota </w:t>
            </w:r>
            <w:proofErr w:type="spellStart"/>
            <w:r w:rsidR="0004489C" w:rsidRPr="0005110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Ipsum</w:t>
            </w:r>
            <w:proofErr w:type="spellEnd"/>
          </w:p>
          <w:p w:rsidR="009A5D53" w:rsidRPr="00051107" w:rsidRDefault="009A5D53" w:rsidP="00051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:rsidR="0004489C" w:rsidRPr="00051107" w:rsidRDefault="009A5D53" w:rsidP="00051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5110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Nissan</w:t>
            </w:r>
            <w:r w:rsidR="0004489C" w:rsidRPr="0005110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Ad</w:t>
            </w:r>
          </w:p>
          <w:p w:rsidR="008736D2" w:rsidRPr="00051107" w:rsidRDefault="008736D2" w:rsidP="00051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:rsidR="0004489C" w:rsidRPr="00051107" w:rsidRDefault="0004489C" w:rsidP="00051107">
            <w:pPr>
              <w:jc w:val="center"/>
              <w:rPr>
                <w:szCs w:val="28"/>
                <w:lang w:val="en-US"/>
              </w:rPr>
            </w:pPr>
            <w:proofErr w:type="spellStart"/>
            <w:r w:rsidRPr="00051107">
              <w:rPr>
                <w:szCs w:val="28"/>
                <w:lang w:val="en-US"/>
              </w:rPr>
              <w:t>Трактор</w:t>
            </w:r>
            <w:proofErr w:type="spellEnd"/>
            <w:r w:rsidRPr="00051107">
              <w:rPr>
                <w:szCs w:val="28"/>
                <w:lang w:val="en-US"/>
              </w:rPr>
              <w:t xml:space="preserve"> </w:t>
            </w:r>
            <w:proofErr w:type="spellStart"/>
            <w:r w:rsidRPr="00051107">
              <w:rPr>
                <w:szCs w:val="28"/>
                <w:lang w:val="en-US"/>
              </w:rPr>
              <w:t>колесный</w:t>
            </w:r>
            <w:proofErr w:type="spellEnd"/>
          </w:p>
          <w:p w:rsidR="0004489C" w:rsidRPr="00051107" w:rsidRDefault="0004489C" w:rsidP="00051107">
            <w:pPr>
              <w:jc w:val="center"/>
              <w:rPr>
                <w:lang w:val="en-US"/>
              </w:rPr>
            </w:pPr>
            <w:r w:rsidRPr="00051107">
              <w:rPr>
                <w:szCs w:val="28"/>
                <w:lang w:val="en-US"/>
              </w:rPr>
              <w:t>SF-244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</w:tr>
      <w:tr w:rsidR="0004489C" w:rsidTr="006A3282">
        <w:tc>
          <w:tcPr>
            <w:tcW w:w="1951" w:type="dxa"/>
            <w:vAlign w:val="center"/>
          </w:tcPr>
          <w:p w:rsidR="0004489C" w:rsidRPr="00051107" w:rsidRDefault="0004489C" w:rsidP="006A3282">
            <w:r w:rsidRPr="00051107">
              <w:t>супруга</w:t>
            </w:r>
          </w:p>
        </w:tc>
        <w:tc>
          <w:tcPr>
            <w:tcW w:w="1418" w:type="dxa"/>
            <w:vAlign w:val="center"/>
          </w:tcPr>
          <w:p w:rsidR="0004489C" w:rsidRPr="00051107" w:rsidRDefault="008736D2" w:rsidP="006A3282">
            <w:pPr>
              <w:jc w:val="center"/>
              <w:rPr>
                <w:lang w:val="en-US"/>
              </w:rPr>
            </w:pPr>
            <w:r w:rsidRPr="00051107">
              <w:t>307751,35</w:t>
            </w:r>
          </w:p>
        </w:tc>
        <w:tc>
          <w:tcPr>
            <w:tcW w:w="1559" w:type="dxa"/>
          </w:tcPr>
          <w:p w:rsidR="0004489C" w:rsidRPr="00051107" w:rsidRDefault="0004489C" w:rsidP="00051107">
            <w:pPr>
              <w:jc w:val="center"/>
            </w:pPr>
            <w:r w:rsidRPr="00051107">
              <w:t>квартира (1/2 доля)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52,0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</w:tr>
      <w:tr w:rsidR="0004489C" w:rsidTr="00176801">
        <w:tc>
          <w:tcPr>
            <w:tcW w:w="1951" w:type="dxa"/>
            <w:vAlign w:val="center"/>
          </w:tcPr>
          <w:p w:rsidR="0004489C" w:rsidRPr="00051107" w:rsidRDefault="0004489C" w:rsidP="00176801">
            <w:pPr>
              <w:rPr>
                <w:szCs w:val="28"/>
              </w:rPr>
            </w:pPr>
            <w:r w:rsidRPr="00051107">
              <w:rPr>
                <w:szCs w:val="28"/>
              </w:rPr>
              <w:t xml:space="preserve">Лоскутникова </w:t>
            </w:r>
            <w:r w:rsidRPr="00051107">
              <w:rPr>
                <w:szCs w:val="28"/>
              </w:rPr>
              <w:lastRenderedPageBreak/>
              <w:t>Любовь Владимировна</w:t>
            </w:r>
          </w:p>
        </w:tc>
        <w:tc>
          <w:tcPr>
            <w:tcW w:w="1418" w:type="dxa"/>
            <w:vAlign w:val="center"/>
          </w:tcPr>
          <w:p w:rsidR="0004489C" w:rsidRPr="00051107" w:rsidRDefault="005F6ECB" w:rsidP="00176801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842041,06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4489C" w:rsidRPr="00051107" w:rsidRDefault="00F568A1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39,1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04489C" w:rsidTr="00176801">
        <w:tc>
          <w:tcPr>
            <w:tcW w:w="1951" w:type="dxa"/>
            <w:vAlign w:val="center"/>
          </w:tcPr>
          <w:p w:rsidR="0004489C" w:rsidRPr="00051107" w:rsidRDefault="0004489C" w:rsidP="00176801">
            <w:pPr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супруг</w:t>
            </w:r>
          </w:p>
        </w:tc>
        <w:tc>
          <w:tcPr>
            <w:tcW w:w="1418" w:type="dxa"/>
            <w:vAlign w:val="center"/>
          </w:tcPr>
          <w:p w:rsidR="0004489C" w:rsidRPr="00051107" w:rsidRDefault="00705988" w:rsidP="00176801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285151,93</w:t>
            </w:r>
          </w:p>
        </w:tc>
        <w:tc>
          <w:tcPr>
            <w:tcW w:w="1559" w:type="dxa"/>
            <w:vAlign w:val="center"/>
          </w:tcPr>
          <w:p w:rsidR="0004489C" w:rsidRPr="00051107" w:rsidRDefault="0047765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</w:t>
            </w:r>
            <w:r w:rsidR="0004489C" w:rsidRPr="00051107">
              <w:rPr>
                <w:szCs w:val="28"/>
              </w:rPr>
              <w:t>вартира</w:t>
            </w:r>
            <w:r w:rsidR="005E3FAA" w:rsidRPr="00051107">
              <w:rPr>
                <w:szCs w:val="28"/>
              </w:rPr>
              <w:t xml:space="preserve"> (индивидуальная)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51,9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1843" w:type="dxa"/>
          </w:tcPr>
          <w:p w:rsidR="0004489C" w:rsidRPr="00051107" w:rsidRDefault="0004489C" w:rsidP="00051107">
            <w:pPr>
              <w:jc w:val="center"/>
            </w:pPr>
            <w:r w:rsidRPr="00051107">
              <w:t xml:space="preserve">ВАЗ </w:t>
            </w:r>
            <w:r w:rsidRPr="00051107">
              <w:rPr>
                <w:lang w:val="en-US"/>
              </w:rPr>
              <w:t>Lada</w:t>
            </w:r>
            <w:r w:rsidRPr="00051107">
              <w:t xml:space="preserve"> </w:t>
            </w:r>
            <w:r w:rsidRPr="00051107">
              <w:rPr>
                <w:lang w:val="en-US"/>
              </w:rPr>
              <w:t>Samara</w:t>
            </w:r>
          </w:p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t>трактор Т-40 М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4489C" w:rsidRPr="00051107" w:rsidRDefault="00964C0E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39,1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04489C" w:rsidTr="00176801">
        <w:tc>
          <w:tcPr>
            <w:tcW w:w="1951" w:type="dxa"/>
            <w:vAlign w:val="center"/>
          </w:tcPr>
          <w:p w:rsidR="0004489C" w:rsidRPr="00051107" w:rsidRDefault="0004489C" w:rsidP="00176801">
            <w:pPr>
              <w:rPr>
                <w:szCs w:val="28"/>
              </w:rPr>
            </w:pPr>
            <w:r w:rsidRPr="00051107">
              <w:rPr>
                <w:szCs w:val="28"/>
              </w:rPr>
              <w:t>Малков</w:t>
            </w:r>
          </w:p>
          <w:p w:rsidR="0004489C" w:rsidRPr="00051107" w:rsidRDefault="0004489C" w:rsidP="00176801">
            <w:pPr>
              <w:rPr>
                <w:szCs w:val="28"/>
              </w:rPr>
            </w:pPr>
            <w:r w:rsidRPr="00051107">
              <w:rPr>
                <w:szCs w:val="28"/>
              </w:rPr>
              <w:t>Владимир</w:t>
            </w:r>
          </w:p>
          <w:p w:rsidR="0004489C" w:rsidRPr="00051107" w:rsidRDefault="0004489C" w:rsidP="00176801">
            <w:pPr>
              <w:rPr>
                <w:szCs w:val="28"/>
              </w:rPr>
            </w:pPr>
            <w:r w:rsidRPr="00051107">
              <w:rPr>
                <w:szCs w:val="28"/>
              </w:rPr>
              <w:t>Николаевич</w:t>
            </w:r>
          </w:p>
        </w:tc>
        <w:tc>
          <w:tcPr>
            <w:tcW w:w="1418" w:type="dxa"/>
            <w:vAlign w:val="center"/>
          </w:tcPr>
          <w:p w:rsidR="0004489C" w:rsidRPr="00051107" w:rsidRDefault="008F075A" w:rsidP="00176801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697917,31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843" w:type="dxa"/>
          </w:tcPr>
          <w:p w:rsidR="0004489C" w:rsidRPr="00051107" w:rsidRDefault="0099321D" w:rsidP="00051107">
            <w:pPr>
              <w:jc w:val="center"/>
            </w:pPr>
            <w:r w:rsidRPr="00051107">
              <w:rPr>
                <w:szCs w:val="28"/>
                <w:lang w:val="en-US"/>
              </w:rPr>
              <w:t>Toyota</w:t>
            </w:r>
            <w:r w:rsidR="0004489C" w:rsidRPr="00051107">
              <w:t xml:space="preserve"> </w:t>
            </w:r>
            <w:proofErr w:type="spellStart"/>
            <w:r w:rsidR="0004489C" w:rsidRPr="00051107">
              <w:rPr>
                <w:lang w:val="en-US"/>
              </w:rPr>
              <w:t>Hiace</w:t>
            </w:r>
            <w:proofErr w:type="spellEnd"/>
          </w:p>
          <w:p w:rsidR="0004489C" w:rsidRPr="00051107" w:rsidRDefault="0099321D" w:rsidP="00051107">
            <w:pPr>
              <w:jc w:val="center"/>
            </w:pPr>
            <w:r w:rsidRPr="00051107">
              <w:rPr>
                <w:szCs w:val="28"/>
                <w:lang w:val="en-US"/>
              </w:rPr>
              <w:t>Toyota</w:t>
            </w:r>
            <w:r w:rsidR="0004489C" w:rsidRPr="00051107">
              <w:t xml:space="preserve"> </w:t>
            </w:r>
            <w:proofErr w:type="spellStart"/>
            <w:r w:rsidR="0004489C" w:rsidRPr="00051107">
              <w:rPr>
                <w:lang w:val="en-US"/>
              </w:rPr>
              <w:t>Hilux</w:t>
            </w:r>
            <w:proofErr w:type="spellEnd"/>
            <w:r w:rsidR="0004489C" w:rsidRPr="00051107">
              <w:t xml:space="preserve"> </w:t>
            </w:r>
            <w:r w:rsidRPr="00051107">
              <w:rPr>
                <w:lang w:val="en-US"/>
              </w:rPr>
              <w:t>S</w:t>
            </w:r>
            <w:r w:rsidR="0004489C" w:rsidRPr="00051107">
              <w:rPr>
                <w:lang w:val="en-US"/>
              </w:rPr>
              <w:t>urf</w:t>
            </w:r>
          </w:p>
          <w:p w:rsidR="0004489C" w:rsidRPr="00051107" w:rsidRDefault="0099321D" w:rsidP="00051107">
            <w:pPr>
              <w:jc w:val="center"/>
              <w:rPr>
                <w:szCs w:val="28"/>
              </w:rPr>
            </w:pPr>
            <w:r w:rsidRPr="00051107">
              <w:t>Т</w:t>
            </w:r>
            <w:r w:rsidR="0004489C" w:rsidRPr="00051107">
              <w:t>рактор МТЗ</w:t>
            </w:r>
            <w:r w:rsidRPr="00051107">
              <w:t>-</w:t>
            </w:r>
            <w:r w:rsidR="0004489C" w:rsidRPr="00051107">
              <w:t>80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t>жилой дом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30,0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  <w:rPr>
                <w:szCs w:val="28"/>
              </w:rPr>
            </w:pPr>
          </w:p>
        </w:tc>
      </w:tr>
      <w:tr w:rsidR="0004489C" w:rsidTr="00F90E6E">
        <w:tc>
          <w:tcPr>
            <w:tcW w:w="1951" w:type="dxa"/>
            <w:vAlign w:val="center"/>
          </w:tcPr>
          <w:p w:rsidR="0004489C" w:rsidRPr="00051107" w:rsidRDefault="0004489C" w:rsidP="00F90E6E">
            <w:r w:rsidRPr="00051107">
              <w:t>Мальцева Наталья Викторовна</w:t>
            </w:r>
          </w:p>
        </w:tc>
        <w:tc>
          <w:tcPr>
            <w:tcW w:w="1418" w:type="dxa"/>
            <w:vAlign w:val="center"/>
          </w:tcPr>
          <w:p w:rsidR="0004489C" w:rsidRPr="00051107" w:rsidRDefault="00204063" w:rsidP="005C6D6F">
            <w:pPr>
              <w:jc w:val="center"/>
            </w:pPr>
            <w:r w:rsidRPr="00051107">
              <w:t>1218833,51</w:t>
            </w:r>
          </w:p>
        </w:tc>
        <w:tc>
          <w:tcPr>
            <w:tcW w:w="1559" w:type="dxa"/>
          </w:tcPr>
          <w:p w:rsidR="0004489C" w:rsidRPr="00051107" w:rsidRDefault="0004489C" w:rsidP="00051107">
            <w:pPr>
              <w:jc w:val="center"/>
            </w:pPr>
            <w:r w:rsidRPr="00051107">
              <w:t>квартира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(</w:t>
            </w:r>
            <w:r w:rsidR="00D107B2" w:rsidRPr="00051107">
              <w:t xml:space="preserve"> общая </w:t>
            </w:r>
            <w:r w:rsidRPr="00051107">
              <w:t>совместная)</w:t>
            </w:r>
          </w:p>
          <w:p w:rsidR="00D107B2" w:rsidRPr="00051107" w:rsidRDefault="00D107B2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квартира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(1/3 доля)</w:t>
            </w:r>
          </w:p>
          <w:p w:rsidR="00D107B2" w:rsidRPr="00051107" w:rsidRDefault="00D107B2" w:rsidP="00051107">
            <w:pPr>
              <w:jc w:val="center"/>
            </w:pPr>
          </w:p>
          <w:p w:rsidR="00D107B2" w:rsidRPr="00051107" w:rsidRDefault="00D107B2" w:rsidP="00051107">
            <w:pPr>
              <w:jc w:val="center"/>
            </w:pPr>
            <w:r w:rsidRPr="00051107">
              <w:t>квартира</w:t>
            </w:r>
          </w:p>
          <w:p w:rsidR="00D107B2" w:rsidRPr="00051107" w:rsidRDefault="00D107B2" w:rsidP="00051107">
            <w:pPr>
              <w:jc w:val="center"/>
            </w:pPr>
            <w:r w:rsidRPr="00051107">
              <w:t>(1/4 доля)</w:t>
            </w:r>
          </w:p>
          <w:p w:rsidR="00D107B2" w:rsidRPr="00051107" w:rsidRDefault="00D107B2" w:rsidP="00051107">
            <w:pPr>
              <w:jc w:val="center"/>
            </w:pPr>
          </w:p>
          <w:p w:rsidR="00D107B2" w:rsidRPr="00051107" w:rsidRDefault="00D107B2" w:rsidP="00051107">
            <w:pPr>
              <w:jc w:val="center"/>
            </w:pPr>
          </w:p>
          <w:p w:rsidR="0004489C" w:rsidRPr="00051107" w:rsidRDefault="009F4E09" w:rsidP="00051107">
            <w:pPr>
              <w:jc w:val="center"/>
            </w:pPr>
            <w:r w:rsidRPr="00051107">
              <w:t>г</w:t>
            </w:r>
            <w:r w:rsidR="0004489C" w:rsidRPr="00051107">
              <w:t>араж</w:t>
            </w:r>
            <w:r w:rsidRPr="00051107">
              <w:t xml:space="preserve">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43,9</w:t>
            </w:r>
          </w:p>
          <w:p w:rsidR="0004489C" w:rsidRPr="00051107" w:rsidRDefault="0004489C" w:rsidP="00051107">
            <w:pPr>
              <w:jc w:val="center"/>
            </w:pPr>
          </w:p>
          <w:p w:rsidR="00D107B2" w:rsidRPr="00051107" w:rsidRDefault="00D107B2" w:rsidP="00051107">
            <w:pPr>
              <w:jc w:val="center"/>
            </w:pPr>
          </w:p>
          <w:p w:rsidR="00D107B2" w:rsidRPr="00051107" w:rsidRDefault="00D107B2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59,7</w:t>
            </w:r>
          </w:p>
          <w:p w:rsidR="0004489C" w:rsidRPr="00051107" w:rsidRDefault="0004489C" w:rsidP="00051107">
            <w:pPr>
              <w:jc w:val="center"/>
            </w:pPr>
          </w:p>
          <w:p w:rsidR="00D107B2" w:rsidRPr="00051107" w:rsidRDefault="00D107B2" w:rsidP="00051107">
            <w:pPr>
              <w:jc w:val="center"/>
            </w:pPr>
          </w:p>
          <w:p w:rsidR="00D107B2" w:rsidRPr="00051107" w:rsidRDefault="009F4E09" w:rsidP="00051107">
            <w:pPr>
              <w:jc w:val="center"/>
            </w:pPr>
            <w:r w:rsidRPr="00051107">
              <w:t>44,5</w:t>
            </w:r>
          </w:p>
          <w:p w:rsidR="009F4E09" w:rsidRPr="00051107" w:rsidRDefault="009F4E09" w:rsidP="00051107">
            <w:pPr>
              <w:jc w:val="center"/>
            </w:pPr>
          </w:p>
          <w:p w:rsidR="009F4E09" w:rsidRPr="00051107" w:rsidRDefault="009F4E09" w:rsidP="00051107">
            <w:pPr>
              <w:jc w:val="center"/>
            </w:pPr>
          </w:p>
          <w:p w:rsidR="009F4E09" w:rsidRPr="00051107" w:rsidRDefault="009F4E09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48,0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D107B2" w:rsidRPr="00051107" w:rsidRDefault="00D107B2" w:rsidP="00051107">
            <w:pPr>
              <w:jc w:val="center"/>
            </w:pPr>
          </w:p>
          <w:p w:rsidR="00D107B2" w:rsidRPr="00051107" w:rsidRDefault="00D107B2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D107B2" w:rsidRPr="00051107" w:rsidRDefault="00D107B2" w:rsidP="00051107">
            <w:pPr>
              <w:jc w:val="center"/>
            </w:pPr>
          </w:p>
          <w:p w:rsidR="00D107B2" w:rsidRPr="00051107" w:rsidRDefault="009F4E09" w:rsidP="00051107">
            <w:pPr>
              <w:jc w:val="center"/>
            </w:pPr>
            <w:r w:rsidRPr="00051107">
              <w:t>РФ</w:t>
            </w:r>
          </w:p>
          <w:p w:rsidR="009F4E09" w:rsidRPr="00051107" w:rsidRDefault="009F4E09" w:rsidP="00051107">
            <w:pPr>
              <w:jc w:val="center"/>
            </w:pPr>
          </w:p>
          <w:p w:rsidR="009F4E09" w:rsidRPr="00051107" w:rsidRDefault="009F4E09" w:rsidP="00051107">
            <w:pPr>
              <w:jc w:val="center"/>
            </w:pPr>
          </w:p>
          <w:p w:rsidR="009F4E09" w:rsidRPr="00051107" w:rsidRDefault="009F4E09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</w:tr>
      <w:tr w:rsidR="0004489C" w:rsidTr="00F90E6E">
        <w:tc>
          <w:tcPr>
            <w:tcW w:w="1951" w:type="dxa"/>
            <w:vAlign w:val="center"/>
          </w:tcPr>
          <w:p w:rsidR="0004489C" w:rsidRPr="00051107" w:rsidRDefault="0004489C" w:rsidP="00F90E6E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04489C" w:rsidRPr="00051107" w:rsidRDefault="00366E13" w:rsidP="005C6D6F">
            <w:pPr>
              <w:jc w:val="center"/>
            </w:pPr>
            <w:r w:rsidRPr="00051107">
              <w:t>1139802,08</w:t>
            </w:r>
          </w:p>
        </w:tc>
        <w:tc>
          <w:tcPr>
            <w:tcW w:w="1559" w:type="dxa"/>
          </w:tcPr>
          <w:p w:rsidR="0004489C" w:rsidRPr="00051107" w:rsidRDefault="0004489C" w:rsidP="00051107">
            <w:pPr>
              <w:jc w:val="center"/>
            </w:pPr>
            <w:r w:rsidRPr="00051107">
              <w:t>квартира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(</w:t>
            </w:r>
            <w:r w:rsidR="00366E13" w:rsidRPr="00051107">
              <w:t xml:space="preserve">общая </w:t>
            </w:r>
            <w:r w:rsidRPr="00051107">
              <w:t>совместная)</w:t>
            </w:r>
          </w:p>
          <w:p w:rsidR="00366E13" w:rsidRPr="00051107" w:rsidRDefault="00366E13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квартира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(1/3 доля)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43,9</w:t>
            </w:r>
          </w:p>
          <w:p w:rsidR="0004489C" w:rsidRPr="00051107" w:rsidRDefault="0004489C" w:rsidP="00051107">
            <w:pPr>
              <w:jc w:val="center"/>
            </w:pPr>
          </w:p>
          <w:p w:rsidR="00366E13" w:rsidRPr="00051107" w:rsidRDefault="00366E13" w:rsidP="00051107">
            <w:pPr>
              <w:jc w:val="center"/>
            </w:pPr>
          </w:p>
          <w:p w:rsidR="00366E13" w:rsidRPr="00051107" w:rsidRDefault="00366E13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59,7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366E13" w:rsidRPr="00051107" w:rsidRDefault="00366E13" w:rsidP="00051107">
            <w:pPr>
              <w:jc w:val="center"/>
            </w:pPr>
          </w:p>
          <w:p w:rsidR="00366E13" w:rsidRPr="00051107" w:rsidRDefault="00366E13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04489C" w:rsidRPr="00051107" w:rsidRDefault="00E80C91" w:rsidP="00051107">
            <w:pPr>
              <w:jc w:val="center"/>
              <w:rPr>
                <w:lang w:val="en-US"/>
              </w:rPr>
            </w:pPr>
            <w:r w:rsidRPr="00051107">
              <w:rPr>
                <w:szCs w:val="28"/>
                <w:lang w:val="en-US"/>
              </w:rPr>
              <w:t>Nissan</w:t>
            </w:r>
          </w:p>
          <w:p w:rsidR="0004489C" w:rsidRPr="00051107" w:rsidRDefault="0004489C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X- Trail</w:t>
            </w:r>
          </w:p>
          <w:p w:rsidR="00E80C91" w:rsidRPr="00051107" w:rsidRDefault="00E80C91" w:rsidP="00051107">
            <w:pPr>
              <w:jc w:val="center"/>
              <w:rPr>
                <w:lang w:val="en-US"/>
              </w:rPr>
            </w:pPr>
          </w:p>
          <w:p w:rsidR="0004489C" w:rsidRPr="00051107" w:rsidRDefault="0004489C" w:rsidP="00051107">
            <w:pPr>
              <w:jc w:val="center"/>
              <w:rPr>
                <w:lang w:val="en-US"/>
              </w:rPr>
            </w:pPr>
            <w:r w:rsidRPr="00051107">
              <w:t>Мотоцикл</w:t>
            </w:r>
            <w:r w:rsidRPr="00051107">
              <w:rPr>
                <w:lang w:val="en-US"/>
              </w:rPr>
              <w:t xml:space="preserve"> Racer RC200-CK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гараж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48,0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</w:tr>
      <w:tr w:rsidR="00B7641C" w:rsidTr="00F90E6E">
        <w:tc>
          <w:tcPr>
            <w:tcW w:w="1951" w:type="dxa"/>
            <w:vAlign w:val="center"/>
          </w:tcPr>
          <w:p w:rsidR="00B7641C" w:rsidRPr="00051107" w:rsidRDefault="00A300D1" w:rsidP="00F90E6E">
            <w:r w:rsidRPr="00051107">
              <w:t>Максименко Иван Викторович</w:t>
            </w:r>
          </w:p>
        </w:tc>
        <w:tc>
          <w:tcPr>
            <w:tcW w:w="1418" w:type="dxa"/>
            <w:vAlign w:val="center"/>
          </w:tcPr>
          <w:p w:rsidR="00B7641C" w:rsidRPr="00051107" w:rsidRDefault="002019EA" w:rsidP="005C6D6F">
            <w:pPr>
              <w:jc w:val="center"/>
            </w:pPr>
            <w:r w:rsidRPr="00051107">
              <w:t>1046726,75</w:t>
            </w:r>
          </w:p>
        </w:tc>
        <w:tc>
          <w:tcPr>
            <w:tcW w:w="1559" w:type="dxa"/>
          </w:tcPr>
          <w:p w:rsidR="0047765C" w:rsidRPr="00051107" w:rsidRDefault="0047765C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47765C" w:rsidRPr="00051107" w:rsidRDefault="0047765C" w:rsidP="00051107">
            <w:pPr>
              <w:jc w:val="center"/>
            </w:pPr>
            <w:r w:rsidRPr="00051107">
              <w:t xml:space="preserve">земельный участок </w:t>
            </w:r>
            <w:r w:rsidRPr="00051107">
              <w:lastRenderedPageBreak/>
              <w:t>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B7641C" w:rsidRPr="00051107" w:rsidRDefault="0047765C" w:rsidP="00051107">
            <w:pPr>
              <w:jc w:val="center"/>
            </w:pPr>
            <w:r w:rsidRPr="00051107">
              <w:t>жилой дом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</w:tc>
        <w:tc>
          <w:tcPr>
            <w:tcW w:w="1134" w:type="dxa"/>
          </w:tcPr>
          <w:p w:rsidR="00B7641C" w:rsidRPr="00051107" w:rsidRDefault="0047765C" w:rsidP="00051107">
            <w:pPr>
              <w:jc w:val="center"/>
            </w:pPr>
            <w:r w:rsidRPr="00051107">
              <w:lastRenderedPageBreak/>
              <w:t>2299,0</w:t>
            </w: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  <w:r w:rsidRPr="00051107">
              <w:t>122,2</w:t>
            </w: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  <w:r w:rsidRPr="00051107">
              <w:t>49,5</w:t>
            </w:r>
          </w:p>
        </w:tc>
        <w:tc>
          <w:tcPr>
            <w:tcW w:w="1134" w:type="dxa"/>
          </w:tcPr>
          <w:p w:rsidR="00B7641C" w:rsidRPr="00051107" w:rsidRDefault="0047765C" w:rsidP="00051107">
            <w:pPr>
              <w:jc w:val="center"/>
            </w:pPr>
            <w:r w:rsidRPr="00051107">
              <w:lastRenderedPageBreak/>
              <w:t>РФ</w:t>
            </w: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  <w:r w:rsidRPr="00051107">
              <w:t>РФ</w:t>
            </w: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</w:p>
          <w:p w:rsidR="0047765C" w:rsidRPr="00051107" w:rsidRDefault="0047765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B7641C" w:rsidRPr="00051107" w:rsidRDefault="007F1F8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lastRenderedPageBreak/>
              <w:t>ИЖ-Москвич-412</w:t>
            </w:r>
          </w:p>
          <w:p w:rsidR="007F1F83" w:rsidRPr="00051107" w:rsidRDefault="007F1F83" w:rsidP="00051107">
            <w:pPr>
              <w:pBdr>
                <w:bottom w:val="single" w:sz="6" w:space="0" w:color="A2A9B1"/>
              </w:pBdr>
              <w:spacing w:after="60"/>
              <w:jc w:val="center"/>
              <w:outlineLvl w:val="0"/>
              <w:rPr>
                <w:szCs w:val="28"/>
              </w:rPr>
            </w:pPr>
            <w:r w:rsidRPr="007F1F83">
              <w:rPr>
                <w:szCs w:val="28"/>
              </w:rPr>
              <w:t>L</w:t>
            </w:r>
            <w:proofErr w:type="spellStart"/>
            <w:r w:rsidR="00747C00" w:rsidRPr="00051107">
              <w:rPr>
                <w:szCs w:val="28"/>
                <w:lang w:val="en-US"/>
              </w:rPr>
              <w:t>ada</w:t>
            </w:r>
            <w:proofErr w:type="spellEnd"/>
            <w:r w:rsidRPr="007F1F83">
              <w:rPr>
                <w:szCs w:val="28"/>
              </w:rPr>
              <w:t xml:space="preserve"> </w:t>
            </w:r>
            <w:proofErr w:type="spellStart"/>
            <w:r w:rsidRPr="007F1F83">
              <w:rPr>
                <w:szCs w:val="28"/>
              </w:rPr>
              <w:t>Granta</w:t>
            </w:r>
            <w:proofErr w:type="spellEnd"/>
          </w:p>
          <w:p w:rsidR="00747C00" w:rsidRPr="00051107" w:rsidRDefault="00747C00" w:rsidP="00051107">
            <w:pPr>
              <w:pBdr>
                <w:bottom w:val="single" w:sz="6" w:space="0" w:color="A2A9B1"/>
              </w:pBdr>
              <w:spacing w:after="60"/>
              <w:jc w:val="center"/>
              <w:outlineLvl w:val="0"/>
              <w:rPr>
                <w:szCs w:val="28"/>
              </w:rPr>
            </w:pPr>
            <w:r w:rsidRPr="00051107">
              <w:rPr>
                <w:szCs w:val="28"/>
              </w:rPr>
              <w:t>Трактор ЮМЗ-6</w:t>
            </w:r>
          </w:p>
          <w:p w:rsidR="00747C00" w:rsidRPr="007F1F83" w:rsidRDefault="00747C00" w:rsidP="00051107">
            <w:pPr>
              <w:pBdr>
                <w:bottom w:val="single" w:sz="6" w:space="0" w:color="A2A9B1"/>
              </w:pBdr>
              <w:spacing w:after="60"/>
              <w:jc w:val="center"/>
              <w:outlineLvl w:val="0"/>
              <w:rPr>
                <w:szCs w:val="28"/>
              </w:rPr>
            </w:pPr>
            <w:r w:rsidRPr="00051107">
              <w:rPr>
                <w:szCs w:val="28"/>
              </w:rPr>
              <w:t xml:space="preserve">Трактор Фотон </w:t>
            </w:r>
            <w:r w:rsidRPr="00051107">
              <w:rPr>
                <w:szCs w:val="28"/>
              </w:rPr>
              <w:lastRenderedPageBreak/>
              <w:t>254</w:t>
            </w:r>
            <w:proofErr w:type="gramStart"/>
            <w:r w:rsidRPr="00051107">
              <w:rPr>
                <w:szCs w:val="28"/>
              </w:rPr>
              <w:t xml:space="preserve"> А</w:t>
            </w:r>
            <w:proofErr w:type="gramEnd"/>
          </w:p>
          <w:p w:rsidR="007F1F83" w:rsidRPr="00051107" w:rsidRDefault="007F1F83" w:rsidP="00051107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7641C" w:rsidRPr="00051107" w:rsidRDefault="00237BD7" w:rsidP="00051107">
            <w:pPr>
              <w:jc w:val="center"/>
            </w:pPr>
            <w:r w:rsidRPr="00051107"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B7641C" w:rsidRPr="00051107" w:rsidRDefault="00237BD7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B7641C" w:rsidRPr="00051107" w:rsidRDefault="00237BD7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B7641C" w:rsidRPr="00051107" w:rsidRDefault="00237BD7" w:rsidP="00051107">
            <w:pPr>
              <w:jc w:val="center"/>
            </w:pPr>
            <w:r w:rsidRPr="00051107">
              <w:t>-</w:t>
            </w:r>
          </w:p>
        </w:tc>
      </w:tr>
      <w:tr w:rsidR="00B7641C" w:rsidTr="00F90E6E">
        <w:tc>
          <w:tcPr>
            <w:tcW w:w="1951" w:type="dxa"/>
            <w:vAlign w:val="center"/>
          </w:tcPr>
          <w:p w:rsidR="00B7641C" w:rsidRPr="00051107" w:rsidRDefault="00E53941" w:rsidP="00F90E6E">
            <w:r w:rsidRPr="00051107">
              <w:lastRenderedPageBreak/>
              <w:t>супруга</w:t>
            </w:r>
          </w:p>
        </w:tc>
        <w:tc>
          <w:tcPr>
            <w:tcW w:w="1418" w:type="dxa"/>
            <w:vAlign w:val="center"/>
          </w:tcPr>
          <w:p w:rsidR="00B7641C" w:rsidRPr="00051107" w:rsidRDefault="00E53941" w:rsidP="005C6D6F">
            <w:pPr>
              <w:jc w:val="center"/>
            </w:pPr>
            <w:r w:rsidRPr="00051107">
              <w:t>362125,72</w:t>
            </w:r>
          </w:p>
        </w:tc>
        <w:tc>
          <w:tcPr>
            <w:tcW w:w="1559" w:type="dxa"/>
          </w:tcPr>
          <w:p w:rsidR="00B7641C" w:rsidRPr="00051107" w:rsidRDefault="00B7641C" w:rsidP="00051107">
            <w:pPr>
              <w:jc w:val="center"/>
            </w:pPr>
          </w:p>
        </w:tc>
        <w:tc>
          <w:tcPr>
            <w:tcW w:w="1134" w:type="dxa"/>
          </w:tcPr>
          <w:p w:rsidR="00B7641C" w:rsidRPr="00051107" w:rsidRDefault="00B7641C" w:rsidP="00051107">
            <w:pPr>
              <w:jc w:val="center"/>
            </w:pPr>
          </w:p>
        </w:tc>
        <w:tc>
          <w:tcPr>
            <w:tcW w:w="1134" w:type="dxa"/>
          </w:tcPr>
          <w:p w:rsidR="00B7641C" w:rsidRPr="00051107" w:rsidRDefault="00B7641C" w:rsidP="00051107">
            <w:pPr>
              <w:jc w:val="center"/>
            </w:pPr>
          </w:p>
        </w:tc>
        <w:tc>
          <w:tcPr>
            <w:tcW w:w="1843" w:type="dxa"/>
            <w:vAlign w:val="center"/>
          </w:tcPr>
          <w:p w:rsidR="00B7641C" w:rsidRPr="00051107" w:rsidRDefault="00B7641C" w:rsidP="00051107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7641C" w:rsidRPr="00051107" w:rsidRDefault="00BB4010" w:rsidP="00051107">
            <w:pPr>
              <w:jc w:val="center"/>
            </w:pPr>
            <w:r w:rsidRPr="00051107">
              <w:t>жилой дом</w:t>
            </w:r>
          </w:p>
        </w:tc>
        <w:tc>
          <w:tcPr>
            <w:tcW w:w="1276" w:type="dxa"/>
            <w:vAlign w:val="center"/>
          </w:tcPr>
          <w:p w:rsidR="00B7641C" w:rsidRPr="00051107" w:rsidRDefault="00BB4010" w:rsidP="00051107">
            <w:pPr>
              <w:jc w:val="center"/>
            </w:pPr>
            <w:r w:rsidRPr="00051107">
              <w:t>49,5</w:t>
            </w:r>
          </w:p>
        </w:tc>
        <w:tc>
          <w:tcPr>
            <w:tcW w:w="1134" w:type="dxa"/>
            <w:vAlign w:val="center"/>
          </w:tcPr>
          <w:p w:rsidR="00B7641C" w:rsidRPr="00051107" w:rsidRDefault="00BB4010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B7641C" w:rsidRPr="00051107" w:rsidRDefault="00237BD7" w:rsidP="00051107">
            <w:pPr>
              <w:jc w:val="center"/>
            </w:pPr>
            <w:r w:rsidRPr="00051107">
              <w:t>-</w:t>
            </w:r>
          </w:p>
        </w:tc>
      </w:tr>
      <w:tr w:rsidR="00BB4010" w:rsidTr="00F90E6E">
        <w:tc>
          <w:tcPr>
            <w:tcW w:w="1951" w:type="dxa"/>
            <w:vAlign w:val="center"/>
          </w:tcPr>
          <w:p w:rsidR="00BB4010" w:rsidRPr="00051107" w:rsidRDefault="00BB4010" w:rsidP="00F90E6E">
            <w:r w:rsidRPr="00051107">
              <w:t>сын</w:t>
            </w:r>
          </w:p>
        </w:tc>
        <w:tc>
          <w:tcPr>
            <w:tcW w:w="1418" w:type="dxa"/>
            <w:vAlign w:val="center"/>
          </w:tcPr>
          <w:p w:rsidR="00BB4010" w:rsidRPr="00051107" w:rsidRDefault="00BB4010" w:rsidP="005C6D6F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</w:tcPr>
          <w:p w:rsidR="00BB4010" w:rsidRPr="00051107" w:rsidRDefault="00BB4010" w:rsidP="00051107">
            <w:pPr>
              <w:jc w:val="center"/>
            </w:pPr>
          </w:p>
        </w:tc>
        <w:tc>
          <w:tcPr>
            <w:tcW w:w="1134" w:type="dxa"/>
          </w:tcPr>
          <w:p w:rsidR="00BB4010" w:rsidRPr="00051107" w:rsidRDefault="00BB4010" w:rsidP="00051107">
            <w:pPr>
              <w:jc w:val="center"/>
            </w:pPr>
          </w:p>
        </w:tc>
        <w:tc>
          <w:tcPr>
            <w:tcW w:w="1134" w:type="dxa"/>
          </w:tcPr>
          <w:p w:rsidR="00BB4010" w:rsidRPr="00051107" w:rsidRDefault="00BB4010" w:rsidP="00051107">
            <w:pPr>
              <w:jc w:val="center"/>
            </w:pPr>
          </w:p>
        </w:tc>
        <w:tc>
          <w:tcPr>
            <w:tcW w:w="1843" w:type="dxa"/>
            <w:vAlign w:val="center"/>
          </w:tcPr>
          <w:p w:rsidR="00BB4010" w:rsidRPr="00051107" w:rsidRDefault="00BB4010" w:rsidP="00051107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B4010" w:rsidRPr="00051107" w:rsidRDefault="00BB4010" w:rsidP="00051107">
            <w:pPr>
              <w:jc w:val="center"/>
            </w:pPr>
            <w:r w:rsidRPr="00051107">
              <w:t>жилой дом</w:t>
            </w:r>
          </w:p>
        </w:tc>
        <w:tc>
          <w:tcPr>
            <w:tcW w:w="1276" w:type="dxa"/>
            <w:vAlign w:val="center"/>
          </w:tcPr>
          <w:p w:rsidR="00BB4010" w:rsidRPr="00051107" w:rsidRDefault="00BB4010" w:rsidP="00051107">
            <w:pPr>
              <w:jc w:val="center"/>
            </w:pPr>
            <w:r w:rsidRPr="00051107">
              <w:t>49,5</w:t>
            </w:r>
          </w:p>
        </w:tc>
        <w:tc>
          <w:tcPr>
            <w:tcW w:w="1134" w:type="dxa"/>
            <w:vAlign w:val="center"/>
          </w:tcPr>
          <w:p w:rsidR="00BB4010" w:rsidRPr="00051107" w:rsidRDefault="00BB4010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BB4010" w:rsidRPr="00051107" w:rsidRDefault="00BB4010" w:rsidP="00051107">
            <w:pPr>
              <w:jc w:val="center"/>
            </w:pPr>
            <w:r w:rsidRPr="00051107">
              <w:t>-</w:t>
            </w:r>
          </w:p>
        </w:tc>
      </w:tr>
      <w:tr w:rsidR="0004489C" w:rsidTr="00820DFD">
        <w:tc>
          <w:tcPr>
            <w:tcW w:w="1951" w:type="dxa"/>
            <w:vAlign w:val="center"/>
          </w:tcPr>
          <w:p w:rsidR="0004489C" w:rsidRPr="00051107" w:rsidRDefault="0004489C" w:rsidP="00820DFD">
            <w:proofErr w:type="spellStart"/>
            <w:r w:rsidRPr="00051107">
              <w:t>Немеров</w:t>
            </w:r>
            <w:proofErr w:type="spellEnd"/>
            <w:r w:rsidRPr="00051107">
              <w:t xml:space="preserve"> Владимир Николаевич</w:t>
            </w:r>
          </w:p>
        </w:tc>
        <w:tc>
          <w:tcPr>
            <w:tcW w:w="1418" w:type="dxa"/>
            <w:vAlign w:val="center"/>
          </w:tcPr>
          <w:p w:rsidR="0004489C" w:rsidRPr="00051107" w:rsidRDefault="002F15F1" w:rsidP="005C6D6F">
            <w:pPr>
              <w:jc w:val="center"/>
            </w:pPr>
            <w:r w:rsidRPr="00051107">
              <w:t>928563,02</w:t>
            </w:r>
          </w:p>
        </w:tc>
        <w:tc>
          <w:tcPr>
            <w:tcW w:w="1559" w:type="dxa"/>
          </w:tcPr>
          <w:p w:rsidR="0004489C" w:rsidRPr="00051107" w:rsidRDefault="0004489C" w:rsidP="00051107">
            <w:pPr>
              <w:jc w:val="center"/>
            </w:pPr>
            <w:r w:rsidRPr="00051107">
              <w:t>земельный участок</w:t>
            </w:r>
            <w:r w:rsidR="002F15F1" w:rsidRPr="00051107">
              <w:t xml:space="preserve"> (</w:t>
            </w:r>
            <w:proofErr w:type="gramStart"/>
            <w:r w:rsidR="002F15F1" w:rsidRPr="00051107">
              <w:t>индивидуальная</w:t>
            </w:r>
            <w:proofErr w:type="gramEnd"/>
            <w:r w:rsidR="002F15F1" w:rsidRPr="00051107">
              <w:t>)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жилой дом</w:t>
            </w:r>
            <w:r w:rsidR="002F15F1" w:rsidRPr="00051107">
              <w:t xml:space="preserve"> (</w:t>
            </w:r>
            <w:proofErr w:type="gramStart"/>
            <w:r w:rsidR="002F15F1" w:rsidRPr="00051107">
              <w:t>индивидуальная</w:t>
            </w:r>
            <w:proofErr w:type="gramEnd"/>
            <w:r w:rsidR="002F15F1" w:rsidRPr="00051107">
              <w:t>)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1500,0</w:t>
            </w:r>
          </w:p>
          <w:p w:rsidR="0004489C" w:rsidRPr="00051107" w:rsidRDefault="0004489C" w:rsidP="00051107">
            <w:pPr>
              <w:jc w:val="center"/>
            </w:pPr>
          </w:p>
          <w:p w:rsidR="002F15F1" w:rsidRPr="00051107" w:rsidRDefault="002F15F1" w:rsidP="00051107">
            <w:pPr>
              <w:jc w:val="center"/>
            </w:pPr>
          </w:p>
          <w:p w:rsidR="002F15F1" w:rsidRPr="00051107" w:rsidRDefault="002F15F1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99,7</w:t>
            </w:r>
          </w:p>
        </w:tc>
        <w:tc>
          <w:tcPr>
            <w:tcW w:w="1134" w:type="dxa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  <w:p w:rsidR="0004489C" w:rsidRPr="00051107" w:rsidRDefault="0004489C" w:rsidP="00051107">
            <w:pPr>
              <w:jc w:val="center"/>
            </w:pPr>
          </w:p>
          <w:p w:rsidR="002F15F1" w:rsidRPr="00051107" w:rsidRDefault="002F15F1" w:rsidP="00051107">
            <w:pPr>
              <w:jc w:val="center"/>
            </w:pPr>
          </w:p>
          <w:p w:rsidR="002F15F1" w:rsidRPr="00051107" w:rsidRDefault="002F15F1" w:rsidP="00051107">
            <w:pPr>
              <w:jc w:val="center"/>
            </w:pPr>
          </w:p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</w:tcPr>
          <w:p w:rsidR="0004489C" w:rsidRPr="00051107" w:rsidRDefault="006233C7" w:rsidP="00051107">
            <w:pPr>
              <w:jc w:val="center"/>
              <w:rPr>
                <w:lang w:val="en-US"/>
              </w:rPr>
            </w:pPr>
            <w:r w:rsidRPr="00051107">
              <w:rPr>
                <w:szCs w:val="28"/>
                <w:lang w:val="en-US"/>
              </w:rPr>
              <w:t>Toyota</w:t>
            </w:r>
            <w:r w:rsidR="0004489C" w:rsidRPr="00051107">
              <w:rPr>
                <w:lang w:val="en-US"/>
              </w:rPr>
              <w:t xml:space="preserve"> C</w:t>
            </w:r>
            <w:r w:rsidRPr="00051107">
              <w:rPr>
                <w:lang w:val="en-US"/>
              </w:rPr>
              <w:t>amry</w:t>
            </w:r>
            <w:r w:rsidR="0004489C" w:rsidRPr="00051107">
              <w:rPr>
                <w:lang w:val="en-US"/>
              </w:rPr>
              <w:t xml:space="preserve"> H</w:t>
            </w:r>
            <w:r w:rsidRPr="00051107">
              <w:rPr>
                <w:lang w:val="en-US"/>
              </w:rPr>
              <w:t>ybrid</w:t>
            </w:r>
          </w:p>
          <w:p w:rsidR="006233C7" w:rsidRPr="00051107" w:rsidRDefault="006233C7" w:rsidP="00051107">
            <w:pPr>
              <w:jc w:val="center"/>
              <w:rPr>
                <w:lang w:val="en-US"/>
              </w:rPr>
            </w:pPr>
          </w:p>
          <w:p w:rsidR="0004489C" w:rsidRPr="00051107" w:rsidRDefault="0004489C" w:rsidP="00051107">
            <w:pPr>
              <w:jc w:val="center"/>
              <w:rPr>
                <w:lang w:val="en-US"/>
              </w:rPr>
            </w:pPr>
            <w:r w:rsidRPr="00051107">
              <w:t>УАЗ</w:t>
            </w:r>
            <w:r w:rsidRPr="00051107">
              <w:rPr>
                <w:lang w:val="en-US"/>
              </w:rPr>
              <w:t xml:space="preserve"> 330365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</w:tr>
      <w:tr w:rsidR="0004489C" w:rsidTr="00820DFD">
        <w:tc>
          <w:tcPr>
            <w:tcW w:w="1951" w:type="dxa"/>
            <w:vAlign w:val="center"/>
          </w:tcPr>
          <w:p w:rsidR="0004489C" w:rsidRPr="00051107" w:rsidRDefault="0004489C" w:rsidP="00820DFD">
            <w:r w:rsidRPr="00051107">
              <w:t>супруга</w:t>
            </w:r>
          </w:p>
        </w:tc>
        <w:tc>
          <w:tcPr>
            <w:tcW w:w="1418" w:type="dxa"/>
            <w:vAlign w:val="center"/>
          </w:tcPr>
          <w:p w:rsidR="0004489C" w:rsidRPr="00051107" w:rsidRDefault="00936F2D" w:rsidP="005C6D6F">
            <w:pPr>
              <w:jc w:val="center"/>
            </w:pPr>
            <w:r w:rsidRPr="00051107">
              <w:rPr>
                <w:lang w:val="en-US"/>
              </w:rPr>
              <w:t>952330</w:t>
            </w:r>
            <w:r w:rsidRPr="00051107">
              <w:t>,30</w:t>
            </w:r>
          </w:p>
        </w:tc>
        <w:tc>
          <w:tcPr>
            <w:tcW w:w="1559" w:type="dxa"/>
            <w:vAlign w:val="center"/>
          </w:tcPr>
          <w:p w:rsidR="0004489C" w:rsidRPr="00051107" w:rsidRDefault="00936F2D" w:rsidP="00051107">
            <w:pPr>
              <w:jc w:val="center"/>
            </w:pPr>
            <w:r w:rsidRPr="00051107">
              <w:t>к</w:t>
            </w:r>
            <w:r w:rsidR="0004489C" w:rsidRPr="00051107">
              <w:t>вартира</w:t>
            </w:r>
            <w:r w:rsidRPr="00051107">
              <w:t xml:space="preserve"> (индивидуальная)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49,2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жилой дом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99,7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</w:tr>
      <w:tr w:rsidR="0004489C" w:rsidTr="00820DFD">
        <w:tc>
          <w:tcPr>
            <w:tcW w:w="1951" w:type="dxa"/>
            <w:vAlign w:val="center"/>
          </w:tcPr>
          <w:p w:rsidR="0004489C" w:rsidRPr="00051107" w:rsidRDefault="0004489C" w:rsidP="00820DFD">
            <w:r w:rsidRPr="00051107">
              <w:t>Примак</w:t>
            </w:r>
          </w:p>
          <w:p w:rsidR="0004489C" w:rsidRPr="00051107" w:rsidRDefault="0004489C" w:rsidP="00820DFD">
            <w:r w:rsidRPr="00051107">
              <w:t>Татьяна</w:t>
            </w:r>
          </w:p>
          <w:p w:rsidR="0004489C" w:rsidRPr="00051107" w:rsidRDefault="0004489C" w:rsidP="00820DFD">
            <w:r w:rsidRPr="00051107">
              <w:t>Николаевна</w:t>
            </w:r>
          </w:p>
        </w:tc>
        <w:tc>
          <w:tcPr>
            <w:tcW w:w="1418" w:type="dxa"/>
            <w:vAlign w:val="center"/>
          </w:tcPr>
          <w:p w:rsidR="0004489C" w:rsidRPr="00051107" w:rsidRDefault="001D0AF0" w:rsidP="005C6D6F">
            <w:pPr>
              <w:jc w:val="center"/>
            </w:pPr>
            <w:r w:rsidRPr="00051107">
              <w:t>905957,83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квартира</w:t>
            </w:r>
          </w:p>
          <w:p w:rsidR="0004489C" w:rsidRPr="00051107" w:rsidRDefault="0004489C" w:rsidP="00051107">
            <w:pPr>
              <w:jc w:val="center"/>
            </w:pPr>
            <w:r w:rsidRPr="00051107">
              <w:t>(1/2 доля)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58,1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</w:tr>
      <w:tr w:rsidR="0004489C" w:rsidTr="00820DFD">
        <w:tc>
          <w:tcPr>
            <w:tcW w:w="1951" w:type="dxa"/>
            <w:vAlign w:val="center"/>
          </w:tcPr>
          <w:p w:rsidR="0004489C" w:rsidRPr="00051107" w:rsidRDefault="0004489C" w:rsidP="00820DFD">
            <w:r w:rsidRPr="00051107">
              <w:t>дочь</w:t>
            </w:r>
          </w:p>
        </w:tc>
        <w:tc>
          <w:tcPr>
            <w:tcW w:w="1418" w:type="dxa"/>
            <w:vAlign w:val="center"/>
          </w:tcPr>
          <w:p w:rsidR="0004489C" w:rsidRPr="00051107" w:rsidRDefault="00AA09BE" w:rsidP="005C6D6F">
            <w:pPr>
              <w:jc w:val="center"/>
            </w:pPr>
            <w:r w:rsidRPr="00051107">
              <w:t>1207,36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58,1</w:t>
            </w:r>
          </w:p>
        </w:tc>
        <w:tc>
          <w:tcPr>
            <w:tcW w:w="1134" w:type="dxa"/>
            <w:vAlign w:val="center"/>
          </w:tcPr>
          <w:p w:rsidR="0004489C" w:rsidRPr="00051107" w:rsidRDefault="0004489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04489C" w:rsidRPr="00051107" w:rsidRDefault="0004489C" w:rsidP="00051107">
            <w:pPr>
              <w:jc w:val="center"/>
            </w:pPr>
          </w:p>
        </w:tc>
      </w:tr>
      <w:tr w:rsidR="00237BD7" w:rsidTr="00C47C01">
        <w:tc>
          <w:tcPr>
            <w:tcW w:w="1951" w:type="dxa"/>
            <w:vAlign w:val="center"/>
          </w:tcPr>
          <w:p w:rsidR="00237BD7" w:rsidRPr="00051107" w:rsidRDefault="00237BD7" w:rsidP="00C47C01">
            <w:r w:rsidRPr="00051107">
              <w:t>Савельева Ирина Сергеевна</w:t>
            </w:r>
          </w:p>
        </w:tc>
        <w:tc>
          <w:tcPr>
            <w:tcW w:w="1418" w:type="dxa"/>
            <w:vAlign w:val="center"/>
          </w:tcPr>
          <w:p w:rsidR="00237BD7" w:rsidRPr="00051107" w:rsidRDefault="00587D99" w:rsidP="005C6D6F">
            <w:pPr>
              <w:jc w:val="center"/>
            </w:pPr>
            <w:r w:rsidRPr="00051107">
              <w:t>979045,54</w:t>
            </w:r>
          </w:p>
        </w:tc>
        <w:tc>
          <w:tcPr>
            <w:tcW w:w="1559" w:type="dxa"/>
          </w:tcPr>
          <w:p w:rsidR="00587D99" w:rsidRPr="00051107" w:rsidRDefault="00587D99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общая</w:t>
            </w:r>
            <w:proofErr w:type="gramEnd"/>
            <w:r w:rsidRPr="00051107">
              <w:t xml:space="preserve"> совместная)</w:t>
            </w:r>
          </w:p>
          <w:p w:rsidR="00925373" w:rsidRPr="00051107" w:rsidRDefault="00925373" w:rsidP="00051107">
            <w:pPr>
              <w:jc w:val="center"/>
            </w:pPr>
            <w:r w:rsidRPr="00051107">
              <w:t>квартира (общая совместная)</w:t>
            </w:r>
          </w:p>
          <w:p w:rsidR="00237BD7" w:rsidRPr="00051107" w:rsidRDefault="00237BD7" w:rsidP="00051107">
            <w:pPr>
              <w:jc w:val="center"/>
            </w:pPr>
          </w:p>
        </w:tc>
        <w:tc>
          <w:tcPr>
            <w:tcW w:w="1134" w:type="dxa"/>
          </w:tcPr>
          <w:p w:rsidR="00237BD7" w:rsidRPr="00051107" w:rsidRDefault="00925373" w:rsidP="00051107">
            <w:pPr>
              <w:jc w:val="center"/>
            </w:pPr>
            <w:r w:rsidRPr="00051107">
              <w:t>800,0</w:t>
            </w:r>
          </w:p>
          <w:p w:rsidR="00925373" w:rsidRPr="00051107" w:rsidRDefault="00925373" w:rsidP="00051107">
            <w:pPr>
              <w:jc w:val="center"/>
            </w:pPr>
          </w:p>
          <w:p w:rsidR="00925373" w:rsidRPr="00051107" w:rsidRDefault="00925373" w:rsidP="00051107">
            <w:pPr>
              <w:jc w:val="center"/>
            </w:pPr>
          </w:p>
          <w:p w:rsidR="00925373" w:rsidRPr="00051107" w:rsidRDefault="00925373" w:rsidP="00051107">
            <w:pPr>
              <w:jc w:val="center"/>
            </w:pPr>
          </w:p>
          <w:p w:rsidR="00925373" w:rsidRPr="00051107" w:rsidRDefault="00925373" w:rsidP="00051107">
            <w:pPr>
              <w:jc w:val="center"/>
            </w:pPr>
            <w:r w:rsidRPr="00051107">
              <w:t>75,8</w:t>
            </w:r>
          </w:p>
        </w:tc>
        <w:tc>
          <w:tcPr>
            <w:tcW w:w="1134" w:type="dxa"/>
          </w:tcPr>
          <w:p w:rsidR="00237BD7" w:rsidRPr="00051107" w:rsidRDefault="001866BD" w:rsidP="00051107">
            <w:pPr>
              <w:jc w:val="center"/>
            </w:pPr>
            <w:r w:rsidRPr="00051107">
              <w:t>РФ</w:t>
            </w:r>
          </w:p>
          <w:p w:rsidR="001866BD" w:rsidRPr="00051107" w:rsidRDefault="001866BD" w:rsidP="00051107">
            <w:pPr>
              <w:jc w:val="center"/>
            </w:pPr>
          </w:p>
          <w:p w:rsidR="001866BD" w:rsidRPr="00051107" w:rsidRDefault="001866BD" w:rsidP="00051107">
            <w:pPr>
              <w:jc w:val="center"/>
            </w:pPr>
          </w:p>
          <w:p w:rsidR="001866BD" w:rsidRPr="00051107" w:rsidRDefault="001866BD" w:rsidP="00051107">
            <w:pPr>
              <w:jc w:val="center"/>
            </w:pPr>
          </w:p>
          <w:p w:rsidR="001866BD" w:rsidRPr="00051107" w:rsidRDefault="001866BD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8E1494" w:rsidRPr="008E1494" w:rsidRDefault="008E1494" w:rsidP="00051107">
            <w:pPr>
              <w:pBdr>
                <w:bottom w:val="single" w:sz="6" w:space="0" w:color="A2A9B1"/>
              </w:pBdr>
              <w:spacing w:after="60"/>
              <w:jc w:val="center"/>
              <w:outlineLvl w:val="0"/>
              <w:rPr>
                <w:szCs w:val="28"/>
              </w:rPr>
            </w:pPr>
            <w:proofErr w:type="spellStart"/>
            <w:r w:rsidRPr="008E1494">
              <w:rPr>
                <w:szCs w:val="28"/>
                <w:lang w:val="en-US"/>
              </w:rPr>
              <w:t>L</w:t>
            </w:r>
            <w:r w:rsidRPr="00051107">
              <w:rPr>
                <w:szCs w:val="28"/>
                <w:lang w:val="en-US"/>
              </w:rPr>
              <w:t>ada</w:t>
            </w:r>
            <w:proofErr w:type="spellEnd"/>
            <w:r w:rsidRPr="008E1494">
              <w:rPr>
                <w:szCs w:val="28"/>
                <w:lang w:val="en-US"/>
              </w:rPr>
              <w:t xml:space="preserve"> </w:t>
            </w:r>
            <w:proofErr w:type="spellStart"/>
            <w:r w:rsidRPr="008E1494">
              <w:rPr>
                <w:szCs w:val="28"/>
                <w:lang w:val="en-US"/>
              </w:rPr>
              <w:t>Vesta</w:t>
            </w:r>
            <w:proofErr w:type="spellEnd"/>
            <w:r w:rsidR="002E1765" w:rsidRPr="00051107">
              <w:rPr>
                <w:szCs w:val="28"/>
              </w:rPr>
              <w:t xml:space="preserve"> (общая совместная)</w:t>
            </w:r>
          </w:p>
          <w:p w:rsidR="00237BD7" w:rsidRPr="00051107" w:rsidRDefault="00237BD7" w:rsidP="00051107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37BD7" w:rsidRPr="00051107" w:rsidRDefault="008E1494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237BD7" w:rsidRPr="00051107" w:rsidRDefault="008E1494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237BD7" w:rsidRPr="00051107" w:rsidRDefault="008E1494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237BD7" w:rsidRPr="00051107" w:rsidRDefault="008E1494" w:rsidP="00051107">
            <w:pPr>
              <w:jc w:val="center"/>
            </w:pPr>
            <w:r w:rsidRPr="00051107">
              <w:t>-</w:t>
            </w:r>
          </w:p>
        </w:tc>
      </w:tr>
      <w:tr w:rsidR="002E1765" w:rsidTr="00C47C01">
        <w:tc>
          <w:tcPr>
            <w:tcW w:w="1951" w:type="dxa"/>
            <w:vAlign w:val="center"/>
          </w:tcPr>
          <w:p w:rsidR="002E1765" w:rsidRPr="00051107" w:rsidRDefault="002E1765" w:rsidP="00C47C01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2E1765" w:rsidRPr="00051107" w:rsidRDefault="002E1765" w:rsidP="005C6D6F">
            <w:pPr>
              <w:jc w:val="center"/>
            </w:pPr>
            <w:r w:rsidRPr="00051107">
              <w:t>508563,16</w:t>
            </w:r>
          </w:p>
        </w:tc>
        <w:tc>
          <w:tcPr>
            <w:tcW w:w="1559" w:type="dxa"/>
          </w:tcPr>
          <w:p w:rsidR="002E1765" w:rsidRPr="00051107" w:rsidRDefault="002E1765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общая</w:t>
            </w:r>
            <w:proofErr w:type="gramEnd"/>
            <w:r w:rsidRPr="00051107">
              <w:t xml:space="preserve"> совместная)</w:t>
            </w:r>
          </w:p>
          <w:p w:rsidR="002E1765" w:rsidRPr="00051107" w:rsidRDefault="002E1765" w:rsidP="00051107">
            <w:pPr>
              <w:jc w:val="center"/>
            </w:pPr>
            <w:r w:rsidRPr="00051107">
              <w:t>квартира (общая совместная)</w:t>
            </w:r>
          </w:p>
          <w:p w:rsidR="002E1765" w:rsidRPr="00051107" w:rsidRDefault="002E1765" w:rsidP="00051107">
            <w:pPr>
              <w:jc w:val="center"/>
            </w:pPr>
          </w:p>
        </w:tc>
        <w:tc>
          <w:tcPr>
            <w:tcW w:w="1134" w:type="dxa"/>
          </w:tcPr>
          <w:p w:rsidR="002E1765" w:rsidRPr="00051107" w:rsidRDefault="002E1765" w:rsidP="00051107">
            <w:pPr>
              <w:jc w:val="center"/>
            </w:pPr>
            <w:r w:rsidRPr="00051107">
              <w:lastRenderedPageBreak/>
              <w:t>800,0</w:t>
            </w: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  <w:r w:rsidRPr="00051107">
              <w:t>75,8</w:t>
            </w:r>
          </w:p>
        </w:tc>
        <w:tc>
          <w:tcPr>
            <w:tcW w:w="1134" w:type="dxa"/>
          </w:tcPr>
          <w:p w:rsidR="002E1765" w:rsidRPr="00051107" w:rsidRDefault="002E1765" w:rsidP="00051107">
            <w:pPr>
              <w:jc w:val="center"/>
            </w:pPr>
            <w:r w:rsidRPr="00051107">
              <w:t>РФ</w:t>
            </w: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2E1765" w:rsidRPr="008E1494" w:rsidRDefault="002E1765" w:rsidP="00051107">
            <w:pPr>
              <w:pBdr>
                <w:bottom w:val="single" w:sz="6" w:space="0" w:color="A2A9B1"/>
              </w:pBdr>
              <w:spacing w:after="60"/>
              <w:jc w:val="center"/>
              <w:outlineLvl w:val="0"/>
              <w:rPr>
                <w:szCs w:val="28"/>
              </w:rPr>
            </w:pPr>
            <w:proofErr w:type="spellStart"/>
            <w:r w:rsidRPr="008E1494">
              <w:rPr>
                <w:szCs w:val="28"/>
                <w:lang w:val="en-US"/>
              </w:rPr>
              <w:t>L</w:t>
            </w:r>
            <w:r w:rsidRPr="00051107">
              <w:rPr>
                <w:szCs w:val="28"/>
                <w:lang w:val="en-US"/>
              </w:rPr>
              <w:t>ada</w:t>
            </w:r>
            <w:proofErr w:type="spellEnd"/>
            <w:r w:rsidRPr="008E1494">
              <w:rPr>
                <w:szCs w:val="28"/>
                <w:lang w:val="en-US"/>
              </w:rPr>
              <w:t xml:space="preserve"> </w:t>
            </w:r>
            <w:proofErr w:type="spellStart"/>
            <w:r w:rsidRPr="008E1494">
              <w:rPr>
                <w:szCs w:val="28"/>
                <w:lang w:val="en-US"/>
              </w:rPr>
              <w:t>Vesta</w:t>
            </w:r>
            <w:proofErr w:type="spellEnd"/>
            <w:r w:rsidRPr="00051107">
              <w:rPr>
                <w:szCs w:val="28"/>
              </w:rPr>
              <w:t xml:space="preserve"> (общая совместная)</w:t>
            </w:r>
          </w:p>
          <w:p w:rsidR="002E1765" w:rsidRPr="00051107" w:rsidRDefault="002E1765" w:rsidP="00051107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E1765" w:rsidRPr="00051107" w:rsidRDefault="00E264A1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2E1765" w:rsidRPr="00051107" w:rsidRDefault="00E264A1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2E1765" w:rsidRPr="00051107" w:rsidRDefault="00E264A1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2E1765" w:rsidRPr="00051107" w:rsidRDefault="00E264A1" w:rsidP="00051107">
            <w:pPr>
              <w:jc w:val="center"/>
            </w:pPr>
            <w:r w:rsidRPr="00051107">
              <w:t>-</w:t>
            </w:r>
          </w:p>
        </w:tc>
      </w:tr>
      <w:tr w:rsidR="002E1765" w:rsidTr="00C47C01">
        <w:tc>
          <w:tcPr>
            <w:tcW w:w="1951" w:type="dxa"/>
            <w:vAlign w:val="center"/>
          </w:tcPr>
          <w:p w:rsidR="002E1765" w:rsidRPr="00051107" w:rsidRDefault="00D1418C" w:rsidP="00C47C01">
            <w:r w:rsidRPr="00051107">
              <w:lastRenderedPageBreak/>
              <w:t>дочь</w:t>
            </w:r>
          </w:p>
        </w:tc>
        <w:tc>
          <w:tcPr>
            <w:tcW w:w="1418" w:type="dxa"/>
            <w:vAlign w:val="center"/>
          </w:tcPr>
          <w:p w:rsidR="002E1765" w:rsidRPr="00051107" w:rsidRDefault="00D1418C" w:rsidP="005C6D6F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</w:tcPr>
          <w:p w:rsidR="002E1765" w:rsidRPr="00051107" w:rsidRDefault="00D1418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</w:tcPr>
          <w:p w:rsidR="002E1765" w:rsidRPr="00051107" w:rsidRDefault="00D1418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</w:tcPr>
          <w:p w:rsidR="002E1765" w:rsidRPr="00051107" w:rsidRDefault="00D1418C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2E1765" w:rsidRPr="00051107" w:rsidRDefault="00D1418C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2E1765" w:rsidRPr="00051107" w:rsidRDefault="00D1418C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2E1765" w:rsidRPr="00051107" w:rsidRDefault="00D1418C" w:rsidP="00051107">
            <w:pPr>
              <w:jc w:val="center"/>
            </w:pPr>
            <w:r w:rsidRPr="00051107">
              <w:t>75,8</w:t>
            </w:r>
          </w:p>
        </w:tc>
        <w:tc>
          <w:tcPr>
            <w:tcW w:w="1134" w:type="dxa"/>
            <w:vAlign w:val="center"/>
          </w:tcPr>
          <w:p w:rsidR="002E1765" w:rsidRPr="00051107" w:rsidRDefault="00E264A1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2E1765" w:rsidRPr="00051107" w:rsidRDefault="00E264A1" w:rsidP="00051107">
            <w:pPr>
              <w:jc w:val="center"/>
            </w:pPr>
            <w:r w:rsidRPr="00051107">
              <w:t>-</w:t>
            </w:r>
          </w:p>
        </w:tc>
      </w:tr>
      <w:tr w:rsidR="002E1765" w:rsidTr="00C47C01">
        <w:tc>
          <w:tcPr>
            <w:tcW w:w="1951" w:type="dxa"/>
            <w:vAlign w:val="center"/>
          </w:tcPr>
          <w:p w:rsidR="002E1765" w:rsidRPr="00051107" w:rsidRDefault="002E1765" w:rsidP="00C47C01">
            <w:r w:rsidRPr="00051107">
              <w:t>Сербина Светлана Николаевна</w:t>
            </w:r>
          </w:p>
        </w:tc>
        <w:tc>
          <w:tcPr>
            <w:tcW w:w="1418" w:type="dxa"/>
            <w:vAlign w:val="center"/>
          </w:tcPr>
          <w:p w:rsidR="002E1765" w:rsidRPr="00051107" w:rsidRDefault="002E1765" w:rsidP="005C6D6F">
            <w:pPr>
              <w:jc w:val="center"/>
            </w:pPr>
            <w:r w:rsidRPr="00051107">
              <w:t>642808,72</w:t>
            </w:r>
          </w:p>
        </w:tc>
        <w:tc>
          <w:tcPr>
            <w:tcW w:w="1559" w:type="dxa"/>
          </w:tcPr>
          <w:p w:rsidR="002E1765" w:rsidRPr="00051107" w:rsidRDefault="002E1765" w:rsidP="00051107">
            <w:pPr>
              <w:jc w:val="center"/>
            </w:pPr>
            <w:r w:rsidRPr="00051107">
              <w:t>земельный участок</w:t>
            </w:r>
          </w:p>
          <w:p w:rsidR="002E1765" w:rsidRPr="00051107" w:rsidRDefault="002E1765" w:rsidP="00051107">
            <w:pPr>
              <w:jc w:val="center"/>
            </w:pPr>
            <w:r w:rsidRPr="00051107">
              <w:t>(1/4 доля)</w:t>
            </w:r>
          </w:p>
          <w:p w:rsidR="002E1765" w:rsidRPr="00051107" w:rsidRDefault="002E1765" w:rsidP="00051107">
            <w:pPr>
              <w:jc w:val="center"/>
            </w:pPr>
            <w:r w:rsidRPr="00051107">
              <w:t>жилой дом (1/4 доля)</w:t>
            </w:r>
          </w:p>
        </w:tc>
        <w:tc>
          <w:tcPr>
            <w:tcW w:w="1134" w:type="dxa"/>
          </w:tcPr>
          <w:p w:rsidR="002E1765" w:rsidRPr="00051107" w:rsidRDefault="002E1765" w:rsidP="00051107">
            <w:pPr>
              <w:jc w:val="center"/>
            </w:pPr>
            <w:r w:rsidRPr="00051107">
              <w:t>903,0</w:t>
            </w: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  <w:r w:rsidRPr="00051107">
              <w:t>71,8</w:t>
            </w:r>
          </w:p>
          <w:p w:rsidR="002E1765" w:rsidRPr="00051107" w:rsidRDefault="002E1765" w:rsidP="00051107">
            <w:pPr>
              <w:jc w:val="center"/>
            </w:pPr>
          </w:p>
        </w:tc>
        <w:tc>
          <w:tcPr>
            <w:tcW w:w="1134" w:type="dxa"/>
          </w:tcPr>
          <w:p w:rsidR="002E1765" w:rsidRPr="00051107" w:rsidRDefault="002E1765" w:rsidP="00051107">
            <w:pPr>
              <w:jc w:val="center"/>
            </w:pPr>
            <w:r w:rsidRPr="00051107">
              <w:t>РФ</w:t>
            </w: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  <w:r w:rsidRPr="00051107">
              <w:t>РФ</w:t>
            </w:r>
          </w:p>
          <w:p w:rsidR="002E1765" w:rsidRPr="00051107" w:rsidRDefault="002E1765" w:rsidP="00051107">
            <w:pPr>
              <w:jc w:val="center"/>
            </w:pPr>
          </w:p>
        </w:tc>
        <w:tc>
          <w:tcPr>
            <w:tcW w:w="1843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rPr>
                <w:szCs w:val="28"/>
                <w:lang w:val="en-US"/>
              </w:rPr>
              <w:t>Toyota</w:t>
            </w:r>
            <w:r w:rsidRPr="00051107">
              <w:t xml:space="preserve"> </w:t>
            </w:r>
            <w:r w:rsidRPr="00051107">
              <w:rPr>
                <w:lang w:val="en-US"/>
              </w:rPr>
              <w:t>Vista</w:t>
            </w:r>
          </w:p>
        </w:tc>
        <w:tc>
          <w:tcPr>
            <w:tcW w:w="1559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t>жилой дом</w:t>
            </w:r>
          </w:p>
        </w:tc>
        <w:tc>
          <w:tcPr>
            <w:tcW w:w="1276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t>120,4</w:t>
            </w:r>
          </w:p>
        </w:tc>
        <w:tc>
          <w:tcPr>
            <w:tcW w:w="1134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t>-</w:t>
            </w:r>
          </w:p>
        </w:tc>
      </w:tr>
      <w:tr w:rsidR="002E1765" w:rsidTr="005C6D6F">
        <w:tc>
          <w:tcPr>
            <w:tcW w:w="1951" w:type="dxa"/>
            <w:vAlign w:val="center"/>
          </w:tcPr>
          <w:p w:rsidR="002E1765" w:rsidRPr="00051107" w:rsidRDefault="002E1765" w:rsidP="00C47C01">
            <w:r w:rsidRPr="00051107">
              <w:t>дочь</w:t>
            </w:r>
          </w:p>
        </w:tc>
        <w:tc>
          <w:tcPr>
            <w:tcW w:w="1418" w:type="dxa"/>
            <w:vAlign w:val="center"/>
          </w:tcPr>
          <w:p w:rsidR="002E1765" w:rsidRPr="00051107" w:rsidRDefault="002E1765" w:rsidP="005C6D6F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</w:tcPr>
          <w:p w:rsidR="002E1765" w:rsidRPr="00051107" w:rsidRDefault="002E1765" w:rsidP="00051107">
            <w:pPr>
              <w:jc w:val="center"/>
            </w:pPr>
            <w:r w:rsidRPr="00051107">
              <w:t>земельный участок</w:t>
            </w:r>
          </w:p>
          <w:p w:rsidR="002E1765" w:rsidRPr="00051107" w:rsidRDefault="002E1765" w:rsidP="00051107">
            <w:pPr>
              <w:jc w:val="center"/>
            </w:pPr>
            <w:r w:rsidRPr="00051107">
              <w:t>(1/4 доля)</w:t>
            </w:r>
          </w:p>
          <w:p w:rsidR="002E1765" w:rsidRPr="00051107" w:rsidRDefault="002E1765" w:rsidP="00051107">
            <w:pPr>
              <w:jc w:val="center"/>
            </w:pPr>
            <w:r w:rsidRPr="00051107">
              <w:t>жилой дом (1/4 доля)</w:t>
            </w:r>
          </w:p>
        </w:tc>
        <w:tc>
          <w:tcPr>
            <w:tcW w:w="1134" w:type="dxa"/>
          </w:tcPr>
          <w:p w:rsidR="002E1765" w:rsidRPr="00051107" w:rsidRDefault="002E1765" w:rsidP="00051107">
            <w:pPr>
              <w:jc w:val="center"/>
            </w:pPr>
            <w:r w:rsidRPr="00051107">
              <w:t>903,0</w:t>
            </w: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  <w:r w:rsidRPr="00051107">
              <w:t>71,8</w:t>
            </w:r>
          </w:p>
          <w:p w:rsidR="002E1765" w:rsidRPr="00051107" w:rsidRDefault="002E1765" w:rsidP="00051107">
            <w:pPr>
              <w:jc w:val="center"/>
            </w:pPr>
          </w:p>
        </w:tc>
        <w:tc>
          <w:tcPr>
            <w:tcW w:w="1134" w:type="dxa"/>
          </w:tcPr>
          <w:p w:rsidR="002E1765" w:rsidRPr="00051107" w:rsidRDefault="002E1765" w:rsidP="00051107">
            <w:pPr>
              <w:jc w:val="center"/>
            </w:pPr>
            <w:r w:rsidRPr="00051107">
              <w:t>РФ</w:t>
            </w: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</w:p>
          <w:p w:rsidR="002E1765" w:rsidRPr="00051107" w:rsidRDefault="002E1765" w:rsidP="00051107">
            <w:pPr>
              <w:jc w:val="center"/>
            </w:pPr>
            <w:r w:rsidRPr="00051107">
              <w:t>РФ</w:t>
            </w:r>
          </w:p>
          <w:p w:rsidR="002E1765" w:rsidRPr="00051107" w:rsidRDefault="002E1765" w:rsidP="00051107">
            <w:pPr>
              <w:jc w:val="center"/>
            </w:pPr>
          </w:p>
        </w:tc>
        <w:tc>
          <w:tcPr>
            <w:tcW w:w="1843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t>жилой дом</w:t>
            </w:r>
          </w:p>
        </w:tc>
        <w:tc>
          <w:tcPr>
            <w:tcW w:w="1276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t>120,4</w:t>
            </w:r>
          </w:p>
        </w:tc>
        <w:tc>
          <w:tcPr>
            <w:tcW w:w="1134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2E1765" w:rsidRPr="00051107" w:rsidRDefault="002E1765" w:rsidP="00051107">
            <w:pPr>
              <w:jc w:val="center"/>
            </w:pPr>
            <w:r w:rsidRPr="00051107">
              <w:t>-</w:t>
            </w:r>
          </w:p>
        </w:tc>
      </w:tr>
      <w:tr w:rsidR="00E264A1" w:rsidTr="000829A5">
        <w:tc>
          <w:tcPr>
            <w:tcW w:w="1951" w:type="dxa"/>
            <w:vAlign w:val="center"/>
          </w:tcPr>
          <w:p w:rsidR="00E264A1" w:rsidRPr="00051107" w:rsidRDefault="00E264A1" w:rsidP="00C47C01">
            <w:proofErr w:type="spellStart"/>
            <w:r w:rsidRPr="00051107">
              <w:t>Свечникова</w:t>
            </w:r>
            <w:proofErr w:type="spellEnd"/>
            <w:r w:rsidRPr="00051107">
              <w:t xml:space="preserve"> Екатерина Сергеевна</w:t>
            </w:r>
          </w:p>
        </w:tc>
        <w:tc>
          <w:tcPr>
            <w:tcW w:w="1418" w:type="dxa"/>
            <w:vAlign w:val="center"/>
          </w:tcPr>
          <w:p w:rsidR="00E264A1" w:rsidRPr="00051107" w:rsidRDefault="00A91D01" w:rsidP="005C6D6F">
            <w:pPr>
              <w:jc w:val="center"/>
            </w:pPr>
            <w:r w:rsidRPr="00051107">
              <w:t>1162421,37</w:t>
            </w:r>
          </w:p>
        </w:tc>
        <w:tc>
          <w:tcPr>
            <w:tcW w:w="1559" w:type="dxa"/>
            <w:vAlign w:val="center"/>
          </w:tcPr>
          <w:p w:rsidR="00E264A1" w:rsidRPr="00051107" w:rsidRDefault="00A91D01" w:rsidP="00051107">
            <w:pPr>
              <w:jc w:val="center"/>
            </w:pPr>
            <w:r w:rsidRPr="00051107">
              <w:t>квартира (1/4 доля)</w:t>
            </w:r>
          </w:p>
        </w:tc>
        <w:tc>
          <w:tcPr>
            <w:tcW w:w="1134" w:type="dxa"/>
            <w:vAlign w:val="center"/>
          </w:tcPr>
          <w:p w:rsidR="00E264A1" w:rsidRPr="00051107" w:rsidRDefault="00A91D01" w:rsidP="00051107">
            <w:pPr>
              <w:jc w:val="center"/>
            </w:pPr>
            <w:r w:rsidRPr="00051107">
              <w:t>58,8</w:t>
            </w:r>
          </w:p>
        </w:tc>
        <w:tc>
          <w:tcPr>
            <w:tcW w:w="1134" w:type="dxa"/>
            <w:vAlign w:val="center"/>
          </w:tcPr>
          <w:p w:rsidR="00E264A1" w:rsidRPr="00051107" w:rsidRDefault="00A91D01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E264A1" w:rsidRPr="00051107" w:rsidRDefault="00FB1B7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E264A1" w:rsidRPr="00051107" w:rsidRDefault="00FB1B7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E264A1" w:rsidRPr="00051107" w:rsidRDefault="00FB1B7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E264A1" w:rsidRPr="00051107" w:rsidRDefault="00FB1B7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E264A1" w:rsidRPr="00051107" w:rsidRDefault="00FB1B73" w:rsidP="00051107">
            <w:pPr>
              <w:jc w:val="center"/>
            </w:pPr>
            <w:r w:rsidRPr="00051107">
              <w:t>-</w:t>
            </w:r>
          </w:p>
        </w:tc>
      </w:tr>
      <w:tr w:rsidR="0008174C" w:rsidTr="000829A5">
        <w:tc>
          <w:tcPr>
            <w:tcW w:w="1951" w:type="dxa"/>
            <w:vAlign w:val="center"/>
          </w:tcPr>
          <w:p w:rsidR="0008174C" w:rsidRPr="00051107" w:rsidRDefault="0008174C" w:rsidP="00C47C01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08174C" w:rsidRPr="00051107" w:rsidRDefault="0008174C" w:rsidP="005C6D6F">
            <w:pPr>
              <w:jc w:val="center"/>
            </w:pPr>
            <w:r w:rsidRPr="00051107">
              <w:t>1348671,32</w:t>
            </w:r>
          </w:p>
        </w:tc>
        <w:tc>
          <w:tcPr>
            <w:tcW w:w="1559" w:type="dxa"/>
            <w:vAlign w:val="center"/>
          </w:tcPr>
          <w:p w:rsidR="0008174C" w:rsidRPr="00051107" w:rsidRDefault="0008174C" w:rsidP="00051107">
            <w:pPr>
              <w:jc w:val="center"/>
            </w:pPr>
            <w:r w:rsidRPr="00051107">
              <w:t>квартира (1/4 доля)</w:t>
            </w:r>
          </w:p>
        </w:tc>
        <w:tc>
          <w:tcPr>
            <w:tcW w:w="1134" w:type="dxa"/>
            <w:vAlign w:val="center"/>
          </w:tcPr>
          <w:p w:rsidR="0008174C" w:rsidRPr="00051107" w:rsidRDefault="0008174C" w:rsidP="00051107">
            <w:pPr>
              <w:jc w:val="center"/>
            </w:pPr>
            <w:r w:rsidRPr="00051107">
              <w:t>58,8</w:t>
            </w:r>
          </w:p>
        </w:tc>
        <w:tc>
          <w:tcPr>
            <w:tcW w:w="1134" w:type="dxa"/>
            <w:vAlign w:val="center"/>
          </w:tcPr>
          <w:p w:rsidR="0008174C" w:rsidRPr="00051107" w:rsidRDefault="0008174C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08174C" w:rsidRPr="0008174C" w:rsidRDefault="0008174C" w:rsidP="00051107">
            <w:pPr>
              <w:shd w:val="clear" w:color="auto" w:fill="FFFFFF"/>
              <w:spacing w:after="300"/>
              <w:jc w:val="center"/>
              <w:outlineLvl w:val="0"/>
              <w:rPr>
                <w:szCs w:val="28"/>
                <w:lang w:val="en-US"/>
              </w:rPr>
            </w:pPr>
            <w:proofErr w:type="spellStart"/>
            <w:r w:rsidRPr="0008174C">
              <w:rPr>
                <w:szCs w:val="28"/>
                <w:lang w:val="en-US"/>
              </w:rPr>
              <w:t>Honda</w:t>
            </w:r>
            <w:proofErr w:type="spellEnd"/>
            <w:r w:rsidRPr="0008174C">
              <w:rPr>
                <w:szCs w:val="28"/>
                <w:lang w:val="en-US"/>
              </w:rPr>
              <w:t xml:space="preserve"> </w:t>
            </w:r>
            <w:proofErr w:type="spellStart"/>
            <w:r w:rsidRPr="0008174C">
              <w:rPr>
                <w:szCs w:val="28"/>
                <w:lang w:val="en-US"/>
              </w:rPr>
              <w:t>Freed</w:t>
            </w:r>
            <w:proofErr w:type="spellEnd"/>
            <w:r w:rsidRPr="0008174C">
              <w:rPr>
                <w:szCs w:val="28"/>
                <w:lang w:val="en-US"/>
              </w:rPr>
              <w:t xml:space="preserve"> </w:t>
            </w:r>
            <w:proofErr w:type="spellStart"/>
            <w:r w:rsidRPr="0008174C">
              <w:rPr>
                <w:szCs w:val="28"/>
                <w:lang w:val="en-US"/>
              </w:rPr>
              <w:t>Spike</w:t>
            </w:r>
            <w:proofErr w:type="spellEnd"/>
          </w:p>
          <w:p w:rsidR="0008174C" w:rsidRPr="00051107" w:rsidRDefault="0008174C" w:rsidP="00051107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174C" w:rsidRPr="00051107" w:rsidRDefault="0008174C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08174C" w:rsidRPr="00051107" w:rsidRDefault="0008174C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8174C" w:rsidRPr="00051107" w:rsidRDefault="0008174C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08174C" w:rsidRPr="00051107" w:rsidRDefault="0008174C" w:rsidP="00051107">
            <w:pPr>
              <w:jc w:val="center"/>
            </w:pPr>
            <w:r w:rsidRPr="00051107">
              <w:t>-</w:t>
            </w:r>
          </w:p>
        </w:tc>
      </w:tr>
      <w:tr w:rsidR="000176EB" w:rsidTr="000829A5">
        <w:tc>
          <w:tcPr>
            <w:tcW w:w="1951" w:type="dxa"/>
            <w:vAlign w:val="center"/>
          </w:tcPr>
          <w:p w:rsidR="000176EB" w:rsidRPr="00051107" w:rsidRDefault="000176EB" w:rsidP="00C47C01">
            <w:r w:rsidRPr="00051107">
              <w:t>дочь</w:t>
            </w:r>
          </w:p>
        </w:tc>
        <w:tc>
          <w:tcPr>
            <w:tcW w:w="1418" w:type="dxa"/>
            <w:vAlign w:val="center"/>
          </w:tcPr>
          <w:p w:rsidR="000176EB" w:rsidRPr="00051107" w:rsidRDefault="000176EB" w:rsidP="005C6D6F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  <w:vAlign w:val="center"/>
          </w:tcPr>
          <w:p w:rsidR="000176EB" w:rsidRPr="00051107" w:rsidRDefault="000176EB" w:rsidP="00051107">
            <w:pPr>
              <w:jc w:val="center"/>
            </w:pPr>
            <w:r w:rsidRPr="00051107">
              <w:t>квартира (1/4 доля)</w:t>
            </w:r>
          </w:p>
        </w:tc>
        <w:tc>
          <w:tcPr>
            <w:tcW w:w="1134" w:type="dxa"/>
            <w:vAlign w:val="center"/>
          </w:tcPr>
          <w:p w:rsidR="000176EB" w:rsidRPr="00051107" w:rsidRDefault="000176EB" w:rsidP="00051107">
            <w:pPr>
              <w:jc w:val="center"/>
            </w:pPr>
            <w:r w:rsidRPr="00051107">
              <w:t>58,8</w:t>
            </w:r>
          </w:p>
        </w:tc>
        <w:tc>
          <w:tcPr>
            <w:tcW w:w="1134" w:type="dxa"/>
            <w:vAlign w:val="center"/>
          </w:tcPr>
          <w:p w:rsidR="000176EB" w:rsidRPr="00051107" w:rsidRDefault="000176EB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0176EB" w:rsidRPr="00051107" w:rsidRDefault="00A51EE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176EB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0176EB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0176EB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0176EB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0829A5">
        <w:tc>
          <w:tcPr>
            <w:tcW w:w="1951" w:type="dxa"/>
            <w:vAlign w:val="center"/>
          </w:tcPr>
          <w:p w:rsidR="00A51EE3" w:rsidRPr="00051107" w:rsidRDefault="00A51EE3" w:rsidP="00C47C01">
            <w:r w:rsidRPr="00051107">
              <w:t>сын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квартира (1/4 доля)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58,8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0829A5">
        <w:tc>
          <w:tcPr>
            <w:tcW w:w="1951" w:type="dxa"/>
            <w:vAlign w:val="center"/>
          </w:tcPr>
          <w:p w:rsidR="00A51EE3" w:rsidRPr="00051107" w:rsidRDefault="00A51EE3" w:rsidP="00C47C01">
            <w:r w:rsidRPr="00051107">
              <w:t>Сомов</w:t>
            </w:r>
          </w:p>
          <w:p w:rsidR="00A51EE3" w:rsidRPr="00051107" w:rsidRDefault="00A51EE3" w:rsidP="00C47C01">
            <w:r w:rsidRPr="00051107">
              <w:t>Сергей</w:t>
            </w:r>
          </w:p>
          <w:p w:rsidR="00A51EE3" w:rsidRPr="00051107" w:rsidRDefault="00A51EE3" w:rsidP="00C47C01">
            <w:r w:rsidRPr="00051107">
              <w:t>Викторович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753087,23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rPr>
                <w:szCs w:val="28"/>
                <w:lang w:val="en-US"/>
              </w:rPr>
              <w:t>Toyota</w:t>
            </w:r>
            <w:r w:rsidRPr="00051107">
              <w:rPr>
                <w:lang w:val="en-US"/>
              </w:rPr>
              <w:t xml:space="preserve"> </w:t>
            </w:r>
            <w:proofErr w:type="spellStart"/>
            <w:r w:rsidRPr="00051107">
              <w:rPr>
                <w:lang w:val="en-US"/>
              </w:rPr>
              <w:t>Premio</w:t>
            </w:r>
            <w:proofErr w:type="spellEnd"/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39,6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E76A86">
        <w:tc>
          <w:tcPr>
            <w:tcW w:w="1951" w:type="dxa"/>
            <w:vAlign w:val="center"/>
          </w:tcPr>
          <w:p w:rsidR="00A51EE3" w:rsidRPr="00051107" w:rsidRDefault="00A51EE3" w:rsidP="00C47C01">
            <w:r w:rsidRPr="00051107">
              <w:t>супруга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0B4D38">
            <w:pPr>
              <w:jc w:val="center"/>
            </w:pPr>
            <w:r w:rsidRPr="00051107">
              <w:t>57500,0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39,6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5C6D6F">
        <w:tc>
          <w:tcPr>
            <w:tcW w:w="1951" w:type="dxa"/>
            <w:vAlign w:val="center"/>
          </w:tcPr>
          <w:p w:rsidR="00A51EE3" w:rsidRPr="00051107" w:rsidRDefault="00A51EE3" w:rsidP="00C47C01">
            <w:r w:rsidRPr="00051107">
              <w:t>дочь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39,6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5C6D6F">
        <w:tc>
          <w:tcPr>
            <w:tcW w:w="1951" w:type="dxa"/>
            <w:vAlign w:val="center"/>
          </w:tcPr>
          <w:p w:rsidR="00A51EE3" w:rsidRPr="00051107" w:rsidRDefault="00A51EE3" w:rsidP="005C6D6F">
            <w:r w:rsidRPr="00051107">
              <w:t>дочь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39,6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5C6D6F">
        <w:tc>
          <w:tcPr>
            <w:tcW w:w="1951" w:type="dxa"/>
            <w:vAlign w:val="center"/>
          </w:tcPr>
          <w:p w:rsidR="00A51EE3" w:rsidRPr="00051107" w:rsidRDefault="00A51EE3" w:rsidP="005C6D6F">
            <w:r w:rsidRPr="00051107">
              <w:t>дочь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0,00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квартира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39,6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E76A86">
        <w:tc>
          <w:tcPr>
            <w:tcW w:w="1951" w:type="dxa"/>
            <w:vAlign w:val="center"/>
          </w:tcPr>
          <w:p w:rsidR="00A51EE3" w:rsidRPr="00051107" w:rsidRDefault="00A51EE3" w:rsidP="00E76A86">
            <w:r w:rsidRPr="00051107">
              <w:t xml:space="preserve">Суюнда </w:t>
            </w:r>
          </w:p>
          <w:p w:rsidR="00A51EE3" w:rsidRPr="00051107" w:rsidRDefault="00A51EE3" w:rsidP="00E76A86">
            <w:r w:rsidRPr="00051107">
              <w:t>Виктор Владимирович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1293477,35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ВАЗ 2106</w:t>
            </w:r>
          </w:p>
          <w:p w:rsidR="00A51EE3" w:rsidRPr="00051107" w:rsidRDefault="00A51EE3" w:rsidP="00051107">
            <w:pPr>
              <w:jc w:val="center"/>
            </w:pPr>
            <w:r w:rsidRPr="00051107">
              <w:rPr>
                <w:szCs w:val="28"/>
                <w:lang w:val="en-US"/>
              </w:rPr>
              <w:t>Toyota</w:t>
            </w:r>
            <w:r w:rsidRPr="00051107">
              <w:rPr>
                <w:szCs w:val="28"/>
              </w:rPr>
              <w:t xml:space="preserve"> </w:t>
            </w:r>
            <w:r w:rsidRPr="00051107">
              <w:rPr>
                <w:szCs w:val="28"/>
                <w:lang w:val="en-US"/>
              </w:rPr>
              <w:t>RAV</w:t>
            </w:r>
            <w:r w:rsidRPr="00051107">
              <w:rPr>
                <w:szCs w:val="28"/>
              </w:rPr>
              <w:t xml:space="preserve"> 4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56,7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A51EE3" w:rsidTr="005C6D6F">
        <w:tc>
          <w:tcPr>
            <w:tcW w:w="1951" w:type="dxa"/>
            <w:vAlign w:val="center"/>
          </w:tcPr>
          <w:p w:rsidR="00A51EE3" w:rsidRPr="00051107" w:rsidRDefault="00A51EE3" w:rsidP="00E76A86">
            <w:r w:rsidRPr="00051107">
              <w:t>супруга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1034933,88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56,7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  <w:tr w:rsidR="00A51EE3" w:rsidTr="008B388C">
        <w:tc>
          <w:tcPr>
            <w:tcW w:w="1951" w:type="dxa"/>
            <w:vAlign w:val="center"/>
          </w:tcPr>
          <w:p w:rsidR="00A51EE3" w:rsidRPr="00051107" w:rsidRDefault="00A51EE3" w:rsidP="00E76A86">
            <w:r w:rsidRPr="00051107">
              <w:t xml:space="preserve">Хасанова Светлана </w:t>
            </w:r>
            <w:r w:rsidRPr="00051107">
              <w:lastRenderedPageBreak/>
              <w:t>Валерьевна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lastRenderedPageBreak/>
              <w:t>1214045,84</w:t>
            </w:r>
          </w:p>
        </w:tc>
        <w:tc>
          <w:tcPr>
            <w:tcW w:w="1559" w:type="dxa"/>
          </w:tcPr>
          <w:p w:rsidR="00A51EE3" w:rsidRPr="00051107" w:rsidRDefault="00A51EE3" w:rsidP="00051107">
            <w:pPr>
              <w:jc w:val="center"/>
            </w:pPr>
            <w:r w:rsidRPr="00051107">
              <w:t xml:space="preserve">земельный участок </w:t>
            </w:r>
            <w:r w:rsidRPr="00051107">
              <w:lastRenderedPageBreak/>
              <w:t>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гараж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гараж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квартира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(индивидуальная)</w:t>
            </w: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53,0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47,0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53,0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47,0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39,4</w:t>
            </w: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земельный участок</w:t>
            </w:r>
          </w:p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квартира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30,0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48,0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РФ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-</w:t>
            </w:r>
          </w:p>
        </w:tc>
      </w:tr>
      <w:tr w:rsidR="00A51EE3" w:rsidTr="00E76A86">
        <w:tc>
          <w:tcPr>
            <w:tcW w:w="1951" w:type="dxa"/>
            <w:vAlign w:val="center"/>
          </w:tcPr>
          <w:p w:rsidR="00A51EE3" w:rsidRPr="00051107" w:rsidRDefault="00A51EE3" w:rsidP="00E76A86">
            <w:r w:rsidRPr="00051107">
              <w:lastRenderedPageBreak/>
              <w:t>супруг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685003,28</w:t>
            </w:r>
          </w:p>
        </w:tc>
        <w:tc>
          <w:tcPr>
            <w:tcW w:w="1559" w:type="dxa"/>
          </w:tcPr>
          <w:p w:rsidR="00A51EE3" w:rsidRPr="00051107" w:rsidRDefault="00A51EE3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квартира (индивидуальная)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земельный участок (1/3 доля)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земельный участок (1/3 доля)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квартира (1/3 доля)</w:t>
            </w:r>
          </w:p>
          <w:p w:rsidR="00A51EE3" w:rsidRPr="00051107" w:rsidRDefault="00A51EE3" w:rsidP="00051107">
            <w:pPr>
              <w:jc w:val="center"/>
            </w:pP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</w:pPr>
            <w:r w:rsidRPr="00051107">
              <w:t>1318,0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48,0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779,6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553,0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63,9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  <w:rPr>
                <w:lang w:val="en-US"/>
              </w:rPr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  <w:rPr>
                <w:lang w:val="en-US"/>
              </w:rPr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</w:tc>
        <w:tc>
          <w:tcPr>
            <w:tcW w:w="1843" w:type="dxa"/>
          </w:tcPr>
          <w:p w:rsidR="00A51EE3" w:rsidRPr="00051107" w:rsidRDefault="00A51EE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 xml:space="preserve">1) </w:t>
            </w:r>
            <w:r w:rsidRPr="00051107">
              <w:rPr>
                <w:szCs w:val="28"/>
                <w:lang w:val="en-US"/>
              </w:rPr>
              <w:t>Toyota</w:t>
            </w:r>
            <w:r w:rsidRPr="00051107">
              <w:rPr>
                <w:lang w:val="en-US"/>
              </w:rPr>
              <w:t xml:space="preserve"> Land Cruiser Prado</w:t>
            </w:r>
          </w:p>
          <w:p w:rsidR="00A51EE3" w:rsidRPr="00051107" w:rsidRDefault="00A51EE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 xml:space="preserve">2) </w:t>
            </w:r>
            <w:r w:rsidRPr="00051107">
              <w:t>ЗИЛ</w:t>
            </w:r>
            <w:r w:rsidRPr="00051107">
              <w:rPr>
                <w:lang w:val="en-US"/>
              </w:rPr>
              <w:t xml:space="preserve">-130 </w:t>
            </w:r>
            <w:r w:rsidRPr="00051107">
              <w:t>ММЗ</w:t>
            </w:r>
            <w:r w:rsidRPr="00051107">
              <w:rPr>
                <w:lang w:val="en-US"/>
              </w:rPr>
              <w:t xml:space="preserve"> 554</w:t>
            </w:r>
            <w:r w:rsidRPr="00051107">
              <w:t>М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8B388C">
        <w:tc>
          <w:tcPr>
            <w:tcW w:w="1951" w:type="dxa"/>
            <w:vAlign w:val="center"/>
          </w:tcPr>
          <w:p w:rsidR="00A51EE3" w:rsidRPr="00051107" w:rsidRDefault="00A51EE3" w:rsidP="008B388C">
            <w:r w:rsidRPr="00051107">
              <w:t>Шаврова Светлана Владимировна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A20688">
            <w:pPr>
              <w:jc w:val="center"/>
            </w:pPr>
            <w:r w:rsidRPr="00051107">
              <w:t>777137,24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квартира (1/2 доля)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62,3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A50C23">
        <w:tc>
          <w:tcPr>
            <w:tcW w:w="1951" w:type="dxa"/>
            <w:vAlign w:val="center"/>
          </w:tcPr>
          <w:p w:rsidR="00A51EE3" w:rsidRPr="00051107" w:rsidRDefault="00A51EE3" w:rsidP="008B388C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4B0BA1">
            <w:pPr>
              <w:jc w:val="center"/>
            </w:pPr>
            <w:r w:rsidRPr="00051107">
              <w:t>354439,25</w:t>
            </w:r>
          </w:p>
        </w:tc>
        <w:tc>
          <w:tcPr>
            <w:tcW w:w="1559" w:type="dxa"/>
          </w:tcPr>
          <w:p w:rsidR="00A51EE3" w:rsidRPr="00051107" w:rsidRDefault="00A51EE3" w:rsidP="00051107">
            <w:pPr>
              <w:jc w:val="center"/>
            </w:pPr>
            <w:r w:rsidRPr="00051107">
              <w:t xml:space="preserve">жилой дом </w:t>
            </w:r>
            <w:r w:rsidRPr="00051107">
              <w:lastRenderedPageBreak/>
              <w:t>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квартира (1/2 доля)</w:t>
            </w: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47,4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62,3</w:t>
            </w: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</w:pPr>
            <w:r w:rsidRPr="00051107">
              <w:lastRenderedPageBreak/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rPr>
                <w:szCs w:val="28"/>
                <w:lang w:val="en-US"/>
              </w:rPr>
              <w:lastRenderedPageBreak/>
              <w:t>Toyota</w:t>
            </w:r>
            <w:r w:rsidRPr="00051107">
              <w:rPr>
                <w:lang w:val="en-US"/>
              </w:rPr>
              <w:t xml:space="preserve"> </w:t>
            </w:r>
            <w:proofErr w:type="spellStart"/>
            <w:r w:rsidRPr="00051107">
              <w:rPr>
                <w:lang w:val="en-US"/>
              </w:rPr>
              <w:t>Hilux</w:t>
            </w:r>
            <w:proofErr w:type="spellEnd"/>
            <w:r w:rsidRPr="00051107">
              <w:rPr>
                <w:lang w:val="en-US"/>
              </w:rPr>
              <w:t xml:space="preserve"> </w:t>
            </w:r>
            <w:r w:rsidRPr="00051107">
              <w:rPr>
                <w:lang w:val="en-US"/>
              </w:rPr>
              <w:lastRenderedPageBreak/>
              <w:t>Surf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УАЗ-330365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  <w:rPr>
                <w:lang w:val="en-US"/>
              </w:rPr>
            </w:pPr>
            <w:r w:rsidRPr="00051107">
              <w:rPr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4A36DC">
        <w:tc>
          <w:tcPr>
            <w:tcW w:w="1951" w:type="dxa"/>
            <w:vAlign w:val="center"/>
          </w:tcPr>
          <w:p w:rsidR="00A51EE3" w:rsidRPr="00051107" w:rsidRDefault="00A51EE3" w:rsidP="008B388C">
            <w:r w:rsidRPr="00051107">
              <w:lastRenderedPageBreak/>
              <w:t>Шнырев</w:t>
            </w:r>
          </w:p>
          <w:p w:rsidR="00A51EE3" w:rsidRPr="00051107" w:rsidRDefault="00A51EE3" w:rsidP="008B388C">
            <w:r w:rsidRPr="00051107">
              <w:t>Владимир</w:t>
            </w:r>
          </w:p>
          <w:p w:rsidR="00A51EE3" w:rsidRPr="00051107" w:rsidRDefault="00A51EE3" w:rsidP="008B388C">
            <w:r w:rsidRPr="00051107">
              <w:t>Владимирович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4B0BA1">
            <w:pPr>
              <w:jc w:val="center"/>
            </w:pPr>
            <w:r w:rsidRPr="00051107">
              <w:t>921391,80</w:t>
            </w:r>
          </w:p>
        </w:tc>
        <w:tc>
          <w:tcPr>
            <w:tcW w:w="1559" w:type="dxa"/>
          </w:tcPr>
          <w:p w:rsidR="00A51EE3" w:rsidRPr="00051107" w:rsidRDefault="00A51EE3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жилой дом</w:t>
            </w: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</w:pPr>
            <w:r w:rsidRPr="00051107">
              <w:t>2976,0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58,6</w:t>
            </w: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</w:tcPr>
          <w:p w:rsidR="00A51EE3" w:rsidRPr="00051107" w:rsidRDefault="00A51EE3" w:rsidP="00051107">
            <w:pPr>
              <w:jc w:val="center"/>
            </w:pPr>
            <w:r w:rsidRPr="00051107">
              <w:rPr>
                <w:szCs w:val="28"/>
                <w:lang w:val="en-US"/>
              </w:rPr>
              <w:t>Toyota</w:t>
            </w:r>
            <w:r w:rsidRPr="00051107">
              <w:t xml:space="preserve"> </w:t>
            </w:r>
            <w:r w:rsidRPr="00051107">
              <w:rPr>
                <w:lang w:val="en-US"/>
              </w:rPr>
              <w:t>Corolla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УАЗ 396255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ГАЗ 53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ГАЗ Газель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трактор Т-28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196638">
        <w:tc>
          <w:tcPr>
            <w:tcW w:w="1951" w:type="dxa"/>
            <w:vAlign w:val="center"/>
          </w:tcPr>
          <w:p w:rsidR="00A51EE3" w:rsidRPr="00051107" w:rsidRDefault="00A51EE3" w:rsidP="008B388C">
            <w:r w:rsidRPr="00051107">
              <w:t>супруга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4B0BA1">
            <w:pPr>
              <w:jc w:val="center"/>
            </w:pPr>
            <w:r w:rsidRPr="00051107">
              <w:t>2901188,63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квартира (индивидуальная)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59,1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жилой дом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58,6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196638">
        <w:tc>
          <w:tcPr>
            <w:tcW w:w="1951" w:type="dxa"/>
            <w:vAlign w:val="center"/>
          </w:tcPr>
          <w:p w:rsidR="00A51EE3" w:rsidRPr="00051107" w:rsidRDefault="00A51EE3" w:rsidP="008B388C">
            <w:r w:rsidRPr="00051107">
              <w:t>Щеренко</w:t>
            </w:r>
          </w:p>
          <w:p w:rsidR="00A51EE3" w:rsidRPr="00051107" w:rsidRDefault="00A51EE3" w:rsidP="008B388C">
            <w:r w:rsidRPr="00051107">
              <w:t>Ирина</w:t>
            </w:r>
          </w:p>
          <w:p w:rsidR="00A51EE3" w:rsidRPr="00051107" w:rsidRDefault="00A51EE3" w:rsidP="008B388C">
            <w:r w:rsidRPr="00051107">
              <w:t>Владимировна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4B0BA1">
            <w:pPr>
              <w:jc w:val="center"/>
            </w:pPr>
            <w:r w:rsidRPr="00051107">
              <w:t>952316,67</w:t>
            </w:r>
          </w:p>
        </w:tc>
        <w:tc>
          <w:tcPr>
            <w:tcW w:w="1559" w:type="dxa"/>
            <w:vAlign w:val="center"/>
          </w:tcPr>
          <w:p w:rsidR="00A51EE3" w:rsidRPr="00051107" w:rsidRDefault="00051107" w:rsidP="00051107">
            <w:pPr>
              <w:jc w:val="center"/>
            </w:pPr>
            <w:r>
              <w:t>к</w:t>
            </w:r>
            <w:r w:rsidR="00A51EE3" w:rsidRPr="00051107">
              <w:t>вартира (индивидуальная)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47,8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rPr>
                <w:szCs w:val="28"/>
                <w:lang w:val="en-US"/>
              </w:rPr>
              <w:t>Toyota</w:t>
            </w:r>
            <w:r w:rsidRPr="00051107">
              <w:rPr>
                <w:szCs w:val="28"/>
              </w:rPr>
              <w:t xml:space="preserve"> </w:t>
            </w:r>
            <w:r w:rsidRPr="00051107">
              <w:rPr>
                <w:lang w:val="en-US"/>
              </w:rPr>
              <w:t>Land Cruiser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</w:tr>
      <w:tr w:rsidR="00A51EE3" w:rsidTr="00D33CAD">
        <w:tc>
          <w:tcPr>
            <w:tcW w:w="1951" w:type="dxa"/>
            <w:vAlign w:val="center"/>
          </w:tcPr>
          <w:p w:rsidR="00A51EE3" w:rsidRPr="00051107" w:rsidRDefault="00A51EE3" w:rsidP="00513A36">
            <w:r w:rsidRPr="00051107">
              <w:t>Юргатова Валентина Юльевна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2187233,34</w:t>
            </w: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квартира (индивидуальная)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квартира (индивидуальная)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46,5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44,2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  <w:vAlign w:val="center"/>
          </w:tcPr>
          <w:p w:rsidR="00A51EE3" w:rsidRPr="00D31266" w:rsidRDefault="00A51EE3" w:rsidP="00051107">
            <w:pPr>
              <w:pBdr>
                <w:bottom w:val="single" w:sz="6" w:space="0" w:color="A2A9B1"/>
              </w:pBdr>
              <w:jc w:val="center"/>
              <w:rPr>
                <w:szCs w:val="28"/>
                <w:lang w:val="en-US"/>
              </w:rPr>
            </w:pPr>
            <w:proofErr w:type="spellStart"/>
            <w:r w:rsidRPr="00D31266">
              <w:rPr>
                <w:szCs w:val="28"/>
                <w:lang w:val="en-US"/>
              </w:rPr>
              <w:t>Hyundai</w:t>
            </w:r>
            <w:proofErr w:type="spellEnd"/>
            <w:r w:rsidRPr="00D31266">
              <w:rPr>
                <w:szCs w:val="28"/>
                <w:lang w:val="en-US"/>
              </w:rPr>
              <w:t xml:space="preserve"> </w:t>
            </w:r>
            <w:proofErr w:type="spellStart"/>
            <w:r w:rsidRPr="00D31266">
              <w:rPr>
                <w:szCs w:val="28"/>
                <w:lang w:val="en-US"/>
              </w:rPr>
              <w:t>Creta</w:t>
            </w:r>
            <w:proofErr w:type="spellEnd"/>
          </w:p>
          <w:p w:rsidR="00A51EE3" w:rsidRPr="00051107" w:rsidRDefault="00A51EE3" w:rsidP="000511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  <w:tc>
          <w:tcPr>
            <w:tcW w:w="2409" w:type="dxa"/>
          </w:tcPr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  <w:rPr>
                <w:szCs w:val="28"/>
              </w:rPr>
            </w:pPr>
          </w:p>
          <w:p w:rsidR="00A51EE3" w:rsidRPr="00051107" w:rsidRDefault="00A51EE3" w:rsidP="00051107">
            <w:pPr>
              <w:jc w:val="center"/>
              <w:rPr>
                <w:szCs w:val="28"/>
              </w:rPr>
            </w:pPr>
          </w:p>
          <w:p w:rsidR="00A51EE3" w:rsidRPr="00051107" w:rsidRDefault="00A51EE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  <w:p w:rsidR="00A51EE3" w:rsidRPr="00051107" w:rsidRDefault="00A51EE3" w:rsidP="00051107">
            <w:pPr>
              <w:jc w:val="center"/>
              <w:rPr>
                <w:szCs w:val="28"/>
              </w:rPr>
            </w:pPr>
          </w:p>
        </w:tc>
      </w:tr>
      <w:tr w:rsidR="00A51EE3" w:rsidTr="004571E6">
        <w:tc>
          <w:tcPr>
            <w:tcW w:w="1951" w:type="dxa"/>
            <w:vAlign w:val="center"/>
          </w:tcPr>
          <w:p w:rsidR="00A51EE3" w:rsidRPr="00051107" w:rsidRDefault="00A51EE3" w:rsidP="00513A36">
            <w:r w:rsidRPr="00051107">
              <w:t>супруг</w:t>
            </w:r>
          </w:p>
        </w:tc>
        <w:tc>
          <w:tcPr>
            <w:tcW w:w="1418" w:type="dxa"/>
            <w:vAlign w:val="center"/>
          </w:tcPr>
          <w:p w:rsidR="00A51EE3" w:rsidRPr="00051107" w:rsidRDefault="00A51EE3" w:rsidP="005C6D6F">
            <w:pPr>
              <w:jc w:val="center"/>
            </w:pPr>
            <w:r w:rsidRPr="00051107">
              <w:t>506875,35</w:t>
            </w:r>
          </w:p>
        </w:tc>
        <w:tc>
          <w:tcPr>
            <w:tcW w:w="1559" w:type="dxa"/>
          </w:tcPr>
          <w:p w:rsidR="00A51EE3" w:rsidRPr="00051107" w:rsidRDefault="00A51EE3" w:rsidP="00051107">
            <w:pPr>
              <w:jc w:val="center"/>
            </w:pPr>
            <w:r w:rsidRPr="00051107">
              <w:t>земельный участок (</w:t>
            </w:r>
            <w:proofErr w:type="gramStart"/>
            <w:r w:rsidRPr="00051107">
              <w:t>индивидуальная</w:t>
            </w:r>
            <w:proofErr w:type="gramEnd"/>
            <w:r w:rsidRPr="00051107">
              <w:t>)</w:t>
            </w:r>
          </w:p>
          <w:p w:rsidR="00A51EE3" w:rsidRPr="00051107" w:rsidRDefault="00A51EE3" w:rsidP="00051107">
            <w:pPr>
              <w:jc w:val="center"/>
            </w:pPr>
            <w:r w:rsidRPr="00051107">
              <w:t>жилой дом</w:t>
            </w: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</w:pPr>
            <w:r w:rsidRPr="00051107">
              <w:t>1190,0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48,2</w:t>
            </w:r>
          </w:p>
        </w:tc>
        <w:tc>
          <w:tcPr>
            <w:tcW w:w="1134" w:type="dxa"/>
          </w:tcPr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  <w:p w:rsidR="00A51EE3" w:rsidRPr="00051107" w:rsidRDefault="00A51EE3" w:rsidP="00051107">
            <w:pPr>
              <w:jc w:val="center"/>
            </w:pPr>
          </w:p>
          <w:p w:rsidR="00A51EE3" w:rsidRPr="00051107" w:rsidRDefault="00A51EE3" w:rsidP="00051107">
            <w:pPr>
              <w:jc w:val="center"/>
            </w:pPr>
            <w:r w:rsidRPr="00051107">
              <w:t>РФ</w:t>
            </w:r>
          </w:p>
        </w:tc>
        <w:tc>
          <w:tcPr>
            <w:tcW w:w="1843" w:type="dxa"/>
          </w:tcPr>
          <w:p w:rsidR="00A51EE3" w:rsidRPr="00051107" w:rsidRDefault="00A51EE3" w:rsidP="00051107">
            <w:pPr>
              <w:jc w:val="center"/>
              <w:rPr>
                <w:szCs w:val="28"/>
                <w:lang w:val="en-US"/>
              </w:rPr>
            </w:pPr>
            <w:r w:rsidRPr="00051107">
              <w:rPr>
                <w:szCs w:val="28"/>
                <w:lang w:val="en-US"/>
              </w:rPr>
              <w:t>ВАЗ 2121</w:t>
            </w:r>
          </w:p>
          <w:p w:rsidR="00A51EE3" w:rsidRPr="00051107" w:rsidRDefault="00A51EE3" w:rsidP="00051107">
            <w:pPr>
              <w:jc w:val="center"/>
              <w:rPr>
                <w:szCs w:val="28"/>
                <w:lang w:val="en-US"/>
              </w:rPr>
            </w:pPr>
          </w:p>
          <w:p w:rsidR="00A51EE3" w:rsidRPr="0071064F" w:rsidRDefault="00A51EE3" w:rsidP="00051107">
            <w:pPr>
              <w:pBdr>
                <w:bottom w:val="single" w:sz="6" w:space="0" w:color="A2A9B1"/>
              </w:pBdr>
              <w:spacing w:after="60"/>
              <w:jc w:val="center"/>
              <w:outlineLvl w:val="0"/>
              <w:rPr>
                <w:szCs w:val="28"/>
                <w:lang w:val="en-US"/>
              </w:rPr>
            </w:pPr>
            <w:proofErr w:type="spellStart"/>
            <w:r w:rsidRPr="0071064F">
              <w:rPr>
                <w:szCs w:val="28"/>
                <w:lang w:val="en-US"/>
              </w:rPr>
              <w:t>Honda</w:t>
            </w:r>
            <w:proofErr w:type="spellEnd"/>
            <w:r w:rsidRPr="0071064F">
              <w:rPr>
                <w:szCs w:val="28"/>
                <w:lang w:val="en-US"/>
              </w:rPr>
              <w:t xml:space="preserve"> CR-V</w:t>
            </w:r>
          </w:p>
          <w:p w:rsidR="00A51EE3" w:rsidRPr="00051107" w:rsidRDefault="00A51EE3" w:rsidP="000511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276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1134" w:type="dxa"/>
            <w:vAlign w:val="center"/>
          </w:tcPr>
          <w:p w:rsidR="00A51EE3" w:rsidRPr="00051107" w:rsidRDefault="00A51EE3" w:rsidP="00051107">
            <w:pPr>
              <w:jc w:val="center"/>
            </w:pPr>
            <w:r w:rsidRPr="00051107">
              <w:t>-</w:t>
            </w:r>
          </w:p>
        </w:tc>
        <w:tc>
          <w:tcPr>
            <w:tcW w:w="2409" w:type="dxa"/>
            <w:vAlign w:val="center"/>
          </w:tcPr>
          <w:p w:rsidR="00A51EE3" w:rsidRPr="00051107" w:rsidRDefault="00A51EE3" w:rsidP="00051107">
            <w:pPr>
              <w:jc w:val="center"/>
              <w:rPr>
                <w:szCs w:val="28"/>
              </w:rPr>
            </w:pPr>
            <w:r w:rsidRPr="00051107">
              <w:rPr>
                <w:szCs w:val="28"/>
              </w:rPr>
              <w:t>-</w:t>
            </w:r>
          </w:p>
        </w:tc>
      </w:tr>
    </w:tbl>
    <w:p w:rsidR="006F16BB" w:rsidRDefault="006F16BB" w:rsidP="00451536">
      <w:pPr>
        <w:rPr>
          <w:b/>
          <w:sz w:val="28"/>
          <w:szCs w:val="28"/>
        </w:rPr>
      </w:pPr>
    </w:p>
    <w:sectPr w:rsidR="006F16BB" w:rsidSect="0008710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163C4"/>
    <w:multiLevelType w:val="hybridMultilevel"/>
    <w:tmpl w:val="FBACA370"/>
    <w:lvl w:ilvl="0" w:tplc="6A560068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474E35E4"/>
    <w:multiLevelType w:val="hybridMultilevel"/>
    <w:tmpl w:val="5966F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8373E"/>
    <w:multiLevelType w:val="hybridMultilevel"/>
    <w:tmpl w:val="E3108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BA2A57"/>
    <w:rsid w:val="00001813"/>
    <w:rsid w:val="0000233C"/>
    <w:rsid w:val="00003ACB"/>
    <w:rsid w:val="000176EB"/>
    <w:rsid w:val="000256EB"/>
    <w:rsid w:val="0002752F"/>
    <w:rsid w:val="00031826"/>
    <w:rsid w:val="00041B0F"/>
    <w:rsid w:val="0004489C"/>
    <w:rsid w:val="00051107"/>
    <w:rsid w:val="000517EB"/>
    <w:rsid w:val="00051C51"/>
    <w:rsid w:val="00054BE9"/>
    <w:rsid w:val="00061005"/>
    <w:rsid w:val="00076BE4"/>
    <w:rsid w:val="0008174C"/>
    <w:rsid w:val="000827A7"/>
    <w:rsid w:val="000829A5"/>
    <w:rsid w:val="00083473"/>
    <w:rsid w:val="000861F3"/>
    <w:rsid w:val="0008710F"/>
    <w:rsid w:val="000A0597"/>
    <w:rsid w:val="000A5588"/>
    <w:rsid w:val="000B0325"/>
    <w:rsid w:val="000B4D38"/>
    <w:rsid w:val="000B4F30"/>
    <w:rsid w:val="000B5AF6"/>
    <w:rsid w:val="000C0743"/>
    <w:rsid w:val="000C0A55"/>
    <w:rsid w:val="000C44FF"/>
    <w:rsid w:val="000C624E"/>
    <w:rsid w:val="000D1506"/>
    <w:rsid w:val="000D4C25"/>
    <w:rsid w:val="000D55D3"/>
    <w:rsid w:val="000E11B7"/>
    <w:rsid w:val="00102756"/>
    <w:rsid w:val="001065B1"/>
    <w:rsid w:val="00107032"/>
    <w:rsid w:val="00110415"/>
    <w:rsid w:val="00111D9E"/>
    <w:rsid w:val="001120C7"/>
    <w:rsid w:val="00112241"/>
    <w:rsid w:val="0012279D"/>
    <w:rsid w:val="0013213B"/>
    <w:rsid w:val="00132705"/>
    <w:rsid w:val="0013510A"/>
    <w:rsid w:val="0013594B"/>
    <w:rsid w:val="0014610C"/>
    <w:rsid w:val="00151DCA"/>
    <w:rsid w:val="001720D8"/>
    <w:rsid w:val="00174825"/>
    <w:rsid w:val="00176801"/>
    <w:rsid w:val="00176F22"/>
    <w:rsid w:val="00181BD3"/>
    <w:rsid w:val="00181BDF"/>
    <w:rsid w:val="00185B03"/>
    <w:rsid w:val="001866BD"/>
    <w:rsid w:val="001957CE"/>
    <w:rsid w:val="00196638"/>
    <w:rsid w:val="001A0C50"/>
    <w:rsid w:val="001A3DE3"/>
    <w:rsid w:val="001A6E0F"/>
    <w:rsid w:val="001A7E78"/>
    <w:rsid w:val="001B3292"/>
    <w:rsid w:val="001B4D42"/>
    <w:rsid w:val="001C1C88"/>
    <w:rsid w:val="001C1DE3"/>
    <w:rsid w:val="001C401F"/>
    <w:rsid w:val="001D0AF0"/>
    <w:rsid w:val="001D239C"/>
    <w:rsid w:val="001D61DF"/>
    <w:rsid w:val="001D6E67"/>
    <w:rsid w:val="001E0420"/>
    <w:rsid w:val="001E558E"/>
    <w:rsid w:val="001F386D"/>
    <w:rsid w:val="002019EA"/>
    <w:rsid w:val="0020342D"/>
    <w:rsid w:val="00204063"/>
    <w:rsid w:val="00220581"/>
    <w:rsid w:val="00223851"/>
    <w:rsid w:val="002254EB"/>
    <w:rsid w:val="00235F82"/>
    <w:rsid w:val="00237BD7"/>
    <w:rsid w:val="00242A91"/>
    <w:rsid w:val="00245E7D"/>
    <w:rsid w:val="00250F5C"/>
    <w:rsid w:val="0026010D"/>
    <w:rsid w:val="00260E40"/>
    <w:rsid w:val="00265355"/>
    <w:rsid w:val="00275853"/>
    <w:rsid w:val="00284C3C"/>
    <w:rsid w:val="0028551A"/>
    <w:rsid w:val="002913AE"/>
    <w:rsid w:val="0029265B"/>
    <w:rsid w:val="002A3D35"/>
    <w:rsid w:val="002A78EA"/>
    <w:rsid w:val="002B22FB"/>
    <w:rsid w:val="002B75A2"/>
    <w:rsid w:val="002C11E3"/>
    <w:rsid w:val="002C1FDD"/>
    <w:rsid w:val="002C630B"/>
    <w:rsid w:val="002C79E0"/>
    <w:rsid w:val="002D2C6E"/>
    <w:rsid w:val="002D44F8"/>
    <w:rsid w:val="002D56F7"/>
    <w:rsid w:val="002D691C"/>
    <w:rsid w:val="002E1765"/>
    <w:rsid w:val="002E6BA5"/>
    <w:rsid w:val="002F15F1"/>
    <w:rsid w:val="002F614D"/>
    <w:rsid w:val="002F7872"/>
    <w:rsid w:val="0030242D"/>
    <w:rsid w:val="003109CA"/>
    <w:rsid w:val="003211C6"/>
    <w:rsid w:val="003412DA"/>
    <w:rsid w:val="003425D3"/>
    <w:rsid w:val="00343642"/>
    <w:rsid w:val="00352B99"/>
    <w:rsid w:val="0035668F"/>
    <w:rsid w:val="0035701F"/>
    <w:rsid w:val="00357F8E"/>
    <w:rsid w:val="003629EE"/>
    <w:rsid w:val="003658FE"/>
    <w:rsid w:val="00366E13"/>
    <w:rsid w:val="00366F88"/>
    <w:rsid w:val="00376825"/>
    <w:rsid w:val="00377BE4"/>
    <w:rsid w:val="00377E24"/>
    <w:rsid w:val="00381058"/>
    <w:rsid w:val="003810CD"/>
    <w:rsid w:val="0038166E"/>
    <w:rsid w:val="003873F0"/>
    <w:rsid w:val="00390050"/>
    <w:rsid w:val="00393A1B"/>
    <w:rsid w:val="00393E9C"/>
    <w:rsid w:val="003A3000"/>
    <w:rsid w:val="003A3067"/>
    <w:rsid w:val="003B5E29"/>
    <w:rsid w:val="003B7699"/>
    <w:rsid w:val="003D0ABD"/>
    <w:rsid w:val="003E31CE"/>
    <w:rsid w:val="003E607B"/>
    <w:rsid w:val="003E735C"/>
    <w:rsid w:val="003E7C76"/>
    <w:rsid w:val="003F2C3D"/>
    <w:rsid w:val="003F596B"/>
    <w:rsid w:val="00401D50"/>
    <w:rsid w:val="00402F00"/>
    <w:rsid w:val="00407472"/>
    <w:rsid w:val="00415731"/>
    <w:rsid w:val="00420D0D"/>
    <w:rsid w:val="00421038"/>
    <w:rsid w:val="0042416A"/>
    <w:rsid w:val="00427D1E"/>
    <w:rsid w:val="00430B1D"/>
    <w:rsid w:val="00431D18"/>
    <w:rsid w:val="004353AE"/>
    <w:rsid w:val="00436B90"/>
    <w:rsid w:val="00437E8E"/>
    <w:rsid w:val="0044094F"/>
    <w:rsid w:val="00451536"/>
    <w:rsid w:val="004571E6"/>
    <w:rsid w:val="00457735"/>
    <w:rsid w:val="00463BEF"/>
    <w:rsid w:val="00472A25"/>
    <w:rsid w:val="00472E09"/>
    <w:rsid w:val="0047765C"/>
    <w:rsid w:val="00483FF9"/>
    <w:rsid w:val="00487735"/>
    <w:rsid w:val="00492A69"/>
    <w:rsid w:val="004A337C"/>
    <w:rsid w:val="004A36DC"/>
    <w:rsid w:val="004A607E"/>
    <w:rsid w:val="004B0BA1"/>
    <w:rsid w:val="004B0C73"/>
    <w:rsid w:val="004B2A00"/>
    <w:rsid w:val="004B39A3"/>
    <w:rsid w:val="004B445E"/>
    <w:rsid w:val="004B6141"/>
    <w:rsid w:val="004B6942"/>
    <w:rsid w:val="004B702A"/>
    <w:rsid w:val="004C3377"/>
    <w:rsid w:val="004C41F5"/>
    <w:rsid w:val="004D11EB"/>
    <w:rsid w:val="004D6483"/>
    <w:rsid w:val="004D72D3"/>
    <w:rsid w:val="004E2520"/>
    <w:rsid w:val="004E30B5"/>
    <w:rsid w:val="004E4BE5"/>
    <w:rsid w:val="004E64F0"/>
    <w:rsid w:val="004F1184"/>
    <w:rsid w:val="004F1E84"/>
    <w:rsid w:val="004F59F0"/>
    <w:rsid w:val="0050485D"/>
    <w:rsid w:val="00513A36"/>
    <w:rsid w:val="00513FA5"/>
    <w:rsid w:val="00516860"/>
    <w:rsid w:val="00522E76"/>
    <w:rsid w:val="00525C3E"/>
    <w:rsid w:val="00531B46"/>
    <w:rsid w:val="00541B21"/>
    <w:rsid w:val="00543AB4"/>
    <w:rsid w:val="00544963"/>
    <w:rsid w:val="00551B04"/>
    <w:rsid w:val="00555D4A"/>
    <w:rsid w:val="00562D77"/>
    <w:rsid w:val="005667A3"/>
    <w:rsid w:val="005711AC"/>
    <w:rsid w:val="00581C3B"/>
    <w:rsid w:val="0058545C"/>
    <w:rsid w:val="00587D99"/>
    <w:rsid w:val="00592398"/>
    <w:rsid w:val="00593231"/>
    <w:rsid w:val="005971DD"/>
    <w:rsid w:val="00597A00"/>
    <w:rsid w:val="00597EC6"/>
    <w:rsid w:val="005A15BD"/>
    <w:rsid w:val="005A1C4A"/>
    <w:rsid w:val="005B0192"/>
    <w:rsid w:val="005B14B0"/>
    <w:rsid w:val="005B4F5D"/>
    <w:rsid w:val="005C6D6F"/>
    <w:rsid w:val="005C73A7"/>
    <w:rsid w:val="005C7406"/>
    <w:rsid w:val="005D080E"/>
    <w:rsid w:val="005D2550"/>
    <w:rsid w:val="005D3B18"/>
    <w:rsid w:val="005D61C3"/>
    <w:rsid w:val="005D726E"/>
    <w:rsid w:val="005E3FAA"/>
    <w:rsid w:val="005F1FF9"/>
    <w:rsid w:val="005F6ECB"/>
    <w:rsid w:val="00607956"/>
    <w:rsid w:val="00611C8C"/>
    <w:rsid w:val="00617CF7"/>
    <w:rsid w:val="006233C7"/>
    <w:rsid w:val="006259FA"/>
    <w:rsid w:val="006321E8"/>
    <w:rsid w:val="006356F3"/>
    <w:rsid w:val="00636C1B"/>
    <w:rsid w:val="00641C60"/>
    <w:rsid w:val="00644436"/>
    <w:rsid w:val="00656B82"/>
    <w:rsid w:val="00665863"/>
    <w:rsid w:val="00674F2C"/>
    <w:rsid w:val="006949C4"/>
    <w:rsid w:val="00694C19"/>
    <w:rsid w:val="00697822"/>
    <w:rsid w:val="006A2368"/>
    <w:rsid w:val="006A24DE"/>
    <w:rsid w:val="006A3282"/>
    <w:rsid w:val="006A3821"/>
    <w:rsid w:val="006B131F"/>
    <w:rsid w:val="006B1F5F"/>
    <w:rsid w:val="006C3475"/>
    <w:rsid w:val="006C38AD"/>
    <w:rsid w:val="006D09EB"/>
    <w:rsid w:val="006D2720"/>
    <w:rsid w:val="006D4C9A"/>
    <w:rsid w:val="006D63D0"/>
    <w:rsid w:val="006E1F6E"/>
    <w:rsid w:val="006E5ECD"/>
    <w:rsid w:val="006F0EE1"/>
    <w:rsid w:val="006F16BB"/>
    <w:rsid w:val="007018F1"/>
    <w:rsid w:val="00702D06"/>
    <w:rsid w:val="00703D43"/>
    <w:rsid w:val="00705988"/>
    <w:rsid w:val="007067DB"/>
    <w:rsid w:val="00710085"/>
    <w:rsid w:val="0071064F"/>
    <w:rsid w:val="007177E3"/>
    <w:rsid w:val="00724EA3"/>
    <w:rsid w:val="00724F27"/>
    <w:rsid w:val="007267E0"/>
    <w:rsid w:val="0074535E"/>
    <w:rsid w:val="00745880"/>
    <w:rsid w:val="00747C00"/>
    <w:rsid w:val="00751ECE"/>
    <w:rsid w:val="00754CDF"/>
    <w:rsid w:val="00755F40"/>
    <w:rsid w:val="00756EB6"/>
    <w:rsid w:val="00757647"/>
    <w:rsid w:val="00765700"/>
    <w:rsid w:val="00766F49"/>
    <w:rsid w:val="00767CDE"/>
    <w:rsid w:val="007716A7"/>
    <w:rsid w:val="00777FA5"/>
    <w:rsid w:val="00784F6D"/>
    <w:rsid w:val="00790B7F"/>
    <w:rsid w:val="007951C2"/>
    <w:rsid w:val="007B46AD"/>
    <w:rsid w:val="007B49C5"/>
    <w:rsid w:val="007B711B"/>
    <w:rsid w:val="007B7430"/>
    <w:rsid w:val="007C3AA5"/>
    <w:rsid w:val="007C4F4C"/>
    <w:rsid w:val="007D0ADA"/>
    <w:rsid w:val="007D0E5C"/>
    <w:rsid w:val="007D5C09"/>
    <w:rsid w:val="007D652C"/>
    <w:rsid w:val="007D662B"/>
    <w:rsid w:val="007E0641"/>
    <w:rsid w:val="007E4198"/>
    <w:rsid w:val="007F1800"/>
    <w:rsid w:val="007F1F83"/>
    <w:rsid w:val="007F33AC"/>
    <w:rsid w:val="0080071C"/>
    <w:rsid w:val="00804FB1"/>
    <w:rsid w:val="00805E85"/>
    <w:rsid w:val="008068B4"/>
    <w:rsid w:val="00806F0B"/>
    <w:rsid w:val="008110D2"/>
    <w:rsid w:val="008115E6"/>
    <w:rsid w:val="008117A5"/>
    <w:rsid w:val="00811A6E"/>
    <w:rsid w:val="00813E24"/>
    <w:rsid w:val="00820DFD"/>
    <w:rsid w:val="00822AC8"/>
    <w:rsid w:val="00824794"/>
    <w:rsid w:val="00826DD5"/>
    <w:rsid w:val="0083192A"/>
    <w:rsid w:val="00832212"/>
    <w:rsid w:val="00834184"/>
    <w:rsid w:val="008462C6"/>
    <w:rsid w:val="00850E6C"/>
    <w:rsid w:val="0085213D"/>
    <w:rsid w:val="00852B35"/>
    <w:rsid w:val="00856645"/>
    <w:rsid w:val="00860254"/>
    <w:rsid w:val="00864D67"/>
    <w:rsid w:val="008736D2"/>
    <w:rsid w:val="00875F76"/>
    <w:rsid w:val="00876C44"/>
    <w:rsid w:val="00880FCE"/>
    <w:rsid w:val="00894AFD"/>
    <w:rsid w:val="008A04F4"/>
    <w:rsid w:val="008A235D"/>
    <w:rsid w:val="008A400B"/>
    <w:rsid w:val="008A4D94"/>
    <w:rsid w:val="008A6311"/>
    <w:rsid w:val="008B388C"/>
    <w:rsid w:val="008C4EEA"/>
    <w:rsid w:val="008C54AD"/>
    <w:rsid w:val="008C684B"/>
    <w:rsid w:val="008C7377"/>
    <w:rsid w:val="008E1494"/>
    <w:rsid w:val="008E6B78"/>
    <w:rsid w:val="008F0085"/>
    <w:rsid w:val="008F04DD"/>
    <w:rsid w:val="008F075A"/>
    <w:rsid w:val="008F0BBE"/>
    <w:rsid w:val="008F3913"/>
    <w:rsid w:val="00901EB2"/>
    <w:rsid w:val="00904108"/>
    <w:rsid w:val="00905842"/>
    <w:rsid w:val="00911204"/>
    <w:rsid w:val="009157F9"/>
    <w:rsid w:val="00925373"/>
    <w:rsid w:val="00930340"/>
    <w:rsid w:val="009363D6"/>
    <w:rsid w:val="00936F2D"/>
    <w:rsid w:val="00941517"/>
    <w:rsid w:val="00951AE1"/>
    <w:rsid w:val="009522C8"/>
    <w:rsid w:val="0095594C"/>
    <w:rsid w:val="00957260"/>
    <w:rsid w:val="00957C0D"/>
    <w:rsid w:val="00962D53"/>
    <w:rsid w:val="0096464D"/>
    <w:rsid w:val="00964820"/>
    <w:rsid w:val="00964C0E"/>
    <w:rsid w:val="009657E4"/>
    <w:rsid w:val="00965CD0"/>
    <w:rsid w:val="00967FE4"/>
    <w:rsid w:val="00970414"/>
    <w:rsid w:val="0097264D"/>
    <w:rsid w:val="009749FA"/>
    <w:rsid w:val="00977ECE"/>
    <w:rsid w:val="00982A77"/>
    <w:rsid w:val="00983D62"/>
    <w:rsid w:val="00985E2E"/>
    <w:rsid w:val="009903D1"/>
    <w:rsid w:val="00990503"/>
    <w:rsid w:val="00990E92"/>
    <w:rsid w:val="00990F78"/>
    <w:rsid w:val="009929A6"/>
    <w:rsid w:val="0099321D"/>
    <w:rsid w:val="00995168"/>
    <w:rsid w:val="009A0AF9"/>
    <w:rsid w:val="009A5D53"/>
    <w:rsid w:val="009B49FC"/>
    <w:rsid w:val="009B5734"/>
    <w:rsid w:val="009C0FB5"/>
    <w:rsid w:val="009C1E12"/>
    <w:rsid w:val="009C34A3"/>
    <w:rsid w:val="009C39CC"/>
    <w:rsid w:val="009C50B5"/>
    <w:rsid w:val="009C59CF"/>
    <w:rsid w:val="009C5D09"/>
    <w:rsid w:val="009C7F71"/>
    <w:rsid w:val="009D0A75"/>
    <w:rsid w:val="009E5492"/>
    <w:rsid w:val="009E638C"/>
    <w:rsid w:val="009F4E09"/>
    <w:rsid w:val="009F51C1"/>
    <w:rsid w:val="009F696B"/>
    <w:rsid w:val="00A02A28"/>
    <w:rsid w:val="00A20688"/>
    <w:rsid w:val="00A22039"/>
    <w:rsid w:val="00A300D1"/>
    <w:rsid w:val="00A34473"/>
    <w:rsid w:val="00A34560"/>
    <w:rsid w:val="00A34EC9"/>
    <w:rsid w:val="00A413D6"/>
    <w:rsid w:val="00A50C23"/>
    <w:rsid w:val="00A51EE3"/>
    <w:rsid w:val="00A628EB"/>
    <w:rsid w:val="00A63366"/>
    <w:rsid w:val="00A7624C"/>
    <w:rsid w:val="00A775DF"/>
    <w:rsid w:val="00A819F7"/>
    <w:rsid w:val="00A91D01"/>
    <w:rsid w:val="00A933B0"/>
    <w:rsid w:val="00AA09BE"/>
    <w:rsid w:val="00AA14E7"/>
    <w:rsid w:val="00AA7B8F"/>
    <w:rsid w:val="00AB2A70"/>
    <w:rsid w:val="00AB2FE5"/>
    <w:rsid w:val="00AB381F"/>
    <w:rsid w:val="00AB4F51"/>
    <w:rsid w:val="00AB5D85"/>
    <w:rsid w:val="00AC61FF"/>
    <w:rsid w:val="00AD195A"/>
    <w:rsid w:val="00AD207C"/>
    <w:rsid w:val="00AF39A2"/>
    <w:rsid w:val="00B02007"/>
    <w:rsid w:val="00B03D2E"/>
    <w:rsid w:val="00B1133A"/>
    <w:rsid w:val="00B1229F"/>
    <w:rsid w:val="00B219B8"/>
    <w:rsid w:val="00B2319D"/>
    <w:rsid w:val="00B249E2"/>
    <w:rsid w:val="00B3006C"/>
    <w:rsid w:val="00B310C5"/>
    <w:rsid w:val="00B3609A"/>
    <w:rsid w:val="00B41BF6"/>
    <w:rsid w:val="00B52408"/>
    <w:rsid w:val="00B52F75"/>
    <w:rsid w:val="00B560EE"/>
    <w:rsid w:val="00B644A1"/>
    <w:rsid w:val="00B66302"/>
    <w:rsid w:val="00B720E1"/>
    <w:rsid w:val="00B752B6"/>
    <w:rsid w:val="00B7641C"/>
    <w:rsid w:val="00B76511"/>
    <w:rsid w:val="00B77518"/>
    <w:rsid w:val="00B81620"/>
    <w:rsid w:val="00B8437F"/>
    <w:rsid w:val="00B84750"/>
    <w:rsid w:val="00B8727F"/>
    <w:rsid w:val="00B90D58"/>
    <w:rsid w:val="00B9201F"/>
    <w:rsid w:val="00B94351"/>
    <w:rsid w:val="00BA0B82"/>
    <w:rsid w:val="00BA1EC3"/>
    <w:rsid w:val="00BA2A57"/>
    <w:rsid w:val="00BA3FB4"/>
    <w:rsid w:val="00BB0CEE"/>
    <w:rsid w:val="00BB4010"/>
    <w:rsid w:val="00BB4A56"/>
    <w:rsid w:val="00BD06F5"/>
    <w:rsid w:val="00BD1129"/>
    <w:rsid w:val="00BE4DAB"/>
    <w:rsid w:val="00BE5713"/>
    <w:rsid w:val="00BE6294"/>
    <w:rsid w:val="00BE64EB"/>
    <w:rsid w:val="00BE7A1E"/>
    <w:rsid w:val="00BF147A"/>
    <w:rsid w:val="00C042E8"/>
    <w:rsid w:val="00C069A1"/>
    <w:rsid w:val="00C06CDD"/>
    <w:rsid w:val="00C222DD"/>
    <w:rsid w:val="00C23F98"/>
    <w:rsid w:val="00C25B37"/>
    <w:rsid w:val="00C30E2F"/>
    <w:rsid w:val="00C356A9"/>
    <w:rsid w:val="00C40F79"/>
    <w:rsid w:val="00C43BBC"/>
    <w:rsid w:val="00C44C57"/>
    <w:rsid w:val="00C45D21"/>
    <w:rsid w:val="00C47C01"/>
    <w:rsid w:val="00C517CF"/>
    <w:rsid w:val="00C545DD"/>
    <w:rsid w:val="00C55580"/>
    <w:rsid w:val="00C6046D"/>
    <w:rsid w:val="00C62212"/>
    <w:rsid w:val="00C6239B"/>
    <w:rsid w:val="00C639F6"/>
    <w:rsid w:val="00C6618D"/>
    <w:rsid w:val="00C747C7"/>
    <w:rsid w:val="00C828AF"/>
    <w:rsid w:val="00C8302B"/>
    <w:rsid w:val="00C832E9"/>
    <w:rsid w:val="00C86F36"/>
    <w:rsid w:val="00C918BF"/>
    <w:rsid w:val="00C965B2"/>
    <w:rsid w:val="00CA7CFA"/>
    <w:rsid w:val="00CB152E"/>
    <w:rsid w:val="00CB2304"/>
    <w:rsid w:val="00CC27A3"/>
    <w:rsid w:val="00CD3E90"/>
    <w:rsid w:val="00CD411E"/>
    <w:rsid w:val="00CD7C50"/>
    <w:rsid w:val="00CE12B6"/>
    <w:rsid w:val="00CE554E"/>
    <w:rsid w:val="00CF122C"/>
    <w:rsid w:val="00D04D64"/>
    <w:rsid w:val="00D053A5"/>
    <w:rsid w:val="00D107B2"/>
    <w:rsid w:val="00D1418C"/>
    <w:rsid w:val="00D2211B"/>
    <w:rsid w:val="00D22E7A"/>
    <w:rsid w:val="00D245DF"/>
    <w:rsid w:val="00D24E4A"/>
    <w:rsid w:val="00D306DA"/>
    <w:rsid w:val="00D31266"/>
    <w:rsid w:val="00D33017"/>
    <w:rsid w:val="00D33CAD"/>
    <w:rsid w:val="00D47F93"/>
    <w:rsid w:val="00D51FA5"/>
    <w:rsid w:val="00D523E1"/>
    <w:rsid w:val="00D53054"/>
    <w:rsid w:val="00D575C0"/>
    <w:rsid w:val="00D57A36"/>
    <w:rsid w:val="00D62919"/>
    <w:rsid w:val="00D642CA"/>
    <w:rsid w:val="00D66CA8"/>
    <w:rsid w:val="00D71092"/>
    <w:rsid w:val="00D71909"/>
    <w:rsid w:val="00D72414"/>
    <w:rsid w:val="00D774FF"/>
    <w:rsid w:val="00D8126F"/>
    <w:rsid w:val="00D82830"/>
    <w:rsid w:val="00D861D1"/>
    <w:rsid w:val="00D93950"/>
    <w:rsid w:val="00D95218"/>
    <w:rsid w:val="00DA3F27"/>
    <w:rsid w:val="00DC0CEC"/>
    <w:rsid w:val="00DC1064"/>
    <w:rsid w:val="00DD1A62"/>
    <w:rsid w:val="00DD5EB7"/>
    <w:rsid w:val="00DD603B"/>
    <w:rsid w:val="00DE0FF7"/>
    <w:rsid w:val="00DE6EAF"/>
    <w:rsid w:val="00DE77F3"/>
    <w:rsid w:val="00DE7FAF"/>
    <w:rsid w:val="00DF389B"/>
    <w:rsid w:val="00DF3CD3"/>
    <w:rsid w:val="00E04756"/>
    <w:rsid w:val="00E10BB7"/>
    <w:rsid w:val="00E17C7A"/>
    <w:rsid w:val="00E253D3"/>
    <w:rsid w:val="00E25781"/>
    <w:rsid w:val="00E264A1"/>
    <w:rsid w:val="00E32B9D"/>
    <w:rsid w:val="00E33F03"/>
    <w:rsid w:val="00E469B1"/>
    <w:rsid w:val="00E507BE"/>
    <w:rsid w:val="00E5388D"/>
    <w:rsid w:val="00E53941"/>
    <w:rsid w:val="00E55482"/>
    <w:rsid w:val="00E625D3"/>
    <w:rsid w:val="00E76489"/>
    <w:rsid w:val="00E76A86"/>
    <w:rsid w:val="00E77065"/>
    <w:rsid w:val="00E80AE9"/>
    <w:rsid w:val="00E80C91"/>
    <w:rsid w:val="00E87ABE"/>
    <w:rsid w:val="00E959D7"/>
    <w:rsid w:val="00EA5C22"/>
    <w:rsid w:val="00EB4FF2"/>
    <w:rsid w:val="00EB5EDD"/>
    <w:rsid w:val="00ED3D77"/>
    <w:rsid w:val="00EE036E"/>
    <w:rsid w:val="00EF5573"/>
    <w:rsid w:val="00F0065D"/>
    <w:rsid w:val="00F106AD"/>
    <w:rsid w:val="00F12B70"/>
    <w:rsid w:val="00F15EEA"/>
    <w:rsid w:val="00F16451"/>
    <w:rsid w:val="00F16B70"/>
    <w:rsid w:val="00F20F34"/>
    <w:rsid w:val="00F272F0"/>
    <w:rsid w:val="00F3548F"/>
    <w:rsid w:val="00F40D42"/>
    <w:rsid w:val="00F471ED"/>
    <w:rsid w:val="00F52260"/>
    <w:rsid w:val="00F52ADC"/>
    <w:rsid w:val="00F568A1"/>
    <w:rsid w:val="00F60C08"/>
    <w:rsid w:val="00F63944"/>
    <w:rsid w:val="00F63AFD"/>
    <w:rsid w:val="00F63DB3"/>
    <w:rsid w:val="00F66FE9"/>
    <w:rsid w:val="00F71375"/>
    <w:rsid w:val="00F720B3"/>
    <w:rsid w:val="00F72413"/>
    <w:rsid w:val="00F72B9A"/>
    <w:rsid w:val="00F74802"/>
    <w:rsid w:val="00F75197"/>
    <w:rsid w:val="00F802E4"/>
    <w:rsid w:val="00F86159"/>
    <w:rsid w:val="00F90E6E"/>
    <w:rsid w:val="00F9224D"/>
    <w:rsid w:val="00FA041A"/>
    <w:rsid w:val="00FB1B73"/>
    <w:rsid w:val="00FC393F"/>
    <w:rsid w:val="00FC4445"/>
    <w:rsid w:val="00FC45F2"/>
    <w:rsid w:val="00FC4800"/>
    <w:rsid w:val="00FC5E64"/>
    <w:rsid w:val="00FD0E5B"/>
    <w:rsid w:val="00FD54F1"/>
    <w:rsid w:val="00FD7FD7"/>
    <w:rsid w:val="00FE4D80"/>
    <w:rsid w:val="00FE663E"/>
    <w:rsid w:val="00FF3201"/>
    <w:rsid w:val="00FF3765"/>
    <w:rsid w:val="00FF50F3"/>
    <w:rsid w:val="00FF5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D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D11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A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F802E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D11E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A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F802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7;&#1086;&#1083;&#1086;&#1090;&#1091;&#1093;&#1080;&#1085;&#1072;%20&#1051;&#1040;%20&#1050;&#1072;&#1076;&#1088;&#1099;\&#1057;&#1074;&#1077;&#1076;&#1077;&#1085;&#1080;&#1103;%20&#1086;%20&#1076;&#1086;&#1093;&#1086;&#1076;&#1072;&#1093;\&#1044;&#1086;&#1093;&#1086;&#1076;&#1099;%20&#1085;&#1072;%20&#1089;&#1072;&#1081;&#1090;%202015%2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82F69-6BAC-4523-8927-29CC47AA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Доходы на сайт 2015 год</Template>
  <TotalTime>659</TotalTime>
  <Pages>14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HP</cp:lastModifiedBy>
  <cp:revision>23</cp:revision>
  <dcterms:created xsi:type="dcterms:W3CDTF">2022-04-28T07:43:00Z</dcterms:created>
  <dcterms:modified xsi:type="dcterms:W3CDTF">2022-04-29T07:42:00Z</dcterms:modified>
</cp:coreProperties>
</file>